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AE9552" w14:textId="01F5B6C6" w:rsidR="00E701EB" w:rsidRPr="00FD2276" w:rsidRDefault="0023732E" w:rsidP="00FA6676">
      <w:pPr>
        <w:pStyle w:val="Portada2Geob2021"/>
      </w:pPr>
      <w:sdt>
        <w:sdtPr>
          <w:rPr>
            <w:noProof/>
            <w:lang w:eastAsia="es-CL"/>
          </w:rPr>
          <w:alias w:val="Nombre Documento"/>
          <w:tag w:val=""/>
          <w:id w:val="-1540805188"/>
          <w:placeholder>
            <w:docPart w:val="E2A4B734953B43BEBF4045C8A215AB86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407C46">
            <w:rPr>
              <w:noProof/>
              <w:lang w:eastAsia="es-CL"/>
            </w:rPr>
            <w:t xml:space="preserve">Anexo </w:t>
          </w:r>
          <w:r w:rsidR="00AE7A55">
            <w:rPr>
              <w:noProof/>
              <w:lang w:eastAsia="es-CL"/>
            </w:rPr>
            <w:t>0</w:t>
          </w:r>
          <w:r w:rsidR="00111CD3">
            <w:rPr>
              <w:noProof/>
              <w:lang w:eastAsia="es-CL"/>
            </w:rPr>
            <w:t>6</w:t>
          </w:r>
          <w:r w:rsidR="00407C46">
            <w:rPr>
              <w:noProof/>
              <w:lang w:eastAsia="es-CL"/>
            </w:rPr>
            <w:t xml:space="preserve">. </w:t>
          </w:r>
          <w:r w:rsidR="00A13E6D">
            <w:rPr>
              <w:noProof/>
              <w:lang w:eastAsia="es-CL"/>
            </w:rPr>
            <w:t>Responsables y participantes del seguimiento ambiental</w:t>
          </w:r>
        </w:sdtContent>
      </w:sdt>
      <w:r w:rsidR="008034FF" w:rsidRPr="00FD2276">
        <w:rPr>
          <w:noProof/>
          <w:lang w:eastAsia="es-CL"/>
        </w:rPr>
        <w:drawing>
          <wp:anchor distT="0" distB="0" distL="114300" distR="114300" simplePos="0" relativeHeight="251677696" behindDoc="0" locked="0" layoutInCell="1" allowOverlap="1" wp14:anchorId="08E3FE07" wp14:editId="2D9517EE">
            <wp:simplePos x="0" y="0"/>
            <wp:positionH relativeFrom="column">
              <wp:posOffset>4946650</wp:posOffset>
            </wp:positionH>
            <wp:positionV relativeFrom="paragraph">
              <wp:posOffset>-808676</wp:posOffset>
            </wp:positionV>
            <wp:extent cx="1018094" cy="254774"/>
            <wp:effectExtent l="0" t="0" r="0" b="0"/>
            <wp:wrapNone/>
            <wp:docPr id="16" name="Imagen 16" descr="C:\Users\Visualogica\AppData\Local\Microsoft\Windows\INetCache\Content.Word\Geobiota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Visualogica\AppData\Local\Microsoft\Windows\INetCache\Content.Word\Geobiota log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8094" cy="2547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A9B6285" w14:textId="0253DA34" w:rsidR="00053C06" w:rsidRPr="00053C06" w:rsidRDefault="00053C06" w:rsidP="00053C06">
      <w:pPr>
        <w:pStyle w:val="NormalGeob2021"/>
        <w:rPr>
          <w:rFonts w:cs="Calibri (Cuerpo)"/>
          <w:b/>
          <w:bCs/>
          <w:sz w:val="48"/>
          <w:szCs w:val="48"/>
        </w:rPr>
      </w:pPr>
      <w:r w:rsidRPr="00053C06">
        <w:rPr>
          <w:rFonts w:cs="Calibri (Cuerpo)"/>
          <w:b/>
          <w:bCs/>
          <w:sz w:val="48"/>
          <w:szCs w:val="48"/>
        </w:rPr>
        <w:t xml:space="preserve">Informe Semestral </w:t>
      </w:r>
      <w:r w:rsidR="00CD3066">
        <w:rPr>
          <w:rFonts w:cs="Calibri (Cuerpo)"/>
          <w:b/>
          <w:bCs/>
          <w:sz w:val="48"/>
          <w:szCs w:val="48"/>
        </w:rPr>
        <w:t>segundo</w:t>
      </w:r>
      <w:r w:rsidRPr="00053C06">
        <w:rPr>
          <w:rFonts w:cs="Calibri (Cuerpo)"/>
          <w:b/>
          <w:bCs/>
          <w:sz w:val="48"/>
          <w:szCs w:val="48"/>
        </w:rPr>
        <w:t xml:space="preserve"> semestre </w:t>
      </w:r>
    </w:p>
    <w:p w14:paraId="761F65E6" w14:textId="50A1D042" w:rsidR="00053C06" w:rsidRPr="00053C06" w:rsidRDefault="00053C06" w:rsidP="00053C06">
      <w:pPr>
        <w:pStyle w:val="NormalGeob2021"/>
        <w:rPr>
          <w:rFonts w:cs="Calibri (Cuerpo)"/>
          <w:b/>
          <w:bCs/>
          <w:sz w:val="48"/>
          <w:szCs w:val="48"/>
        </w:rPr>
      </w:pPr>
      <w:r w:rsidRPr="00053C06">
        <w:rPr>
          <w:rFonts w:cs="Calibri (Cuerpo)"/>
          <w:b/>
          <w:bCs/>
          <w:sz w:val="48"/>
          <w:szCs w:val="48"/>
        </w:rPr>
        <w:t>202</w:t>
      </w:r>
      <w:r w:rsidR="00967895">
        <w:rPr>
          <w:rFonts w:cs="Calibri (Cuerpo)"/>
          <w:b/>
          <w:bCs/>
          <w:sz w:val="48"/>
          <w:szCs w:val="48"/>
        </w:rPr>
        <w:t>4</w:t>
      </w:r>
      <w:r w:rsidRPr="00053C06">
        <w:rPr>
          <w:rFonts w:cs="Calibri (Cuerpo)"/>
          <w:b/>
          <w:bCs/>
          <w:sz w:val="48"/>
          <w:szCs w:val="48"/>
        </w:rPr>
        <w:t xml:space="preserve"> – Proyecto Cambios y Mejoras en </w:t>
      </w:r>
    </w:p>
    <w:p w14:paraId="2D9523BD" w14:textId="03BA0AE8" w:rsidR="00053C06" w:rsidRPr="00053C06" w:rsidRDefault="00053C06" w:rsidP="00053C06">
      <w:pPr>
        <w:pStyle w:val="NormalGeob2021"/>
        <w:rPr>
          <w:rFonts w:cs="Calibri (Cuerpo)"/>
          <w:b/>
          <w:bCs/>
          <w:sz w:val="48"/>
          <w:szCs w:val="48"/>
        </w:rPr>
      </w:pPr>
      <w:r w:rsidRPr="00053C06">
        <w:rPr>
          <w:rFonts w:cs="Calibri (Cuerpo)"/>
          <w:b/>
          <w:bCs/>
          <w:sz w:val="48"/>
          <w:szCs w:val="48"/>
        </w:rPr>
        <w:t xml:space="preserve">la Operación Minera del Salar de Atacama </w:t>
      </w:r>
    </w:p>
    <w:p w14:paraId="4948E314" w14:textId="4D88D4D0" w:rsidR="007F4395" w:rsidRPr="00524530" w:rsidRDefault="00053C06" w:rsidP="00053C06">
      <w:pPr>
        <w:pStyle w:val="NormalGeob2021"/>
      </w:pPr>
      <w:r w:rsidRPr="00053C06">
        <w:rPr>
          <w:rFonts w:cs="Calibri (Cuerpo)"/>
          <w:b/>
          <w:bCs/>
          <w:sz w:val="48"/>
          <w:szCs w:val="48"/>
        </w:rPr>
        <w:t>Región de Antofagasta</w:t>
      </w:r>
    </w:p>
    <w:p w14:paraId="0C3C4FE2" w14:textId="77777777" w:rsidR="00034422" w:rsidRPr="00524530" w:rsidRDefault="00034422" w:rsidP="00524530">
      <w:pPr>
        <w:pStyle w:val="NormalGeob2021"/>
        <w:sectPr w:rsidR="00034422" w:rsidRPr="00524530" w:rsidSect="008E0A22">
          <w:headerReference w:type="even" r:id="rId9"/>
          <w:headerReference w:type="first" r:id="rId10"/>
          <w:footerReference w:type="first" r:id="rId11"/>
          <w:pgSz w:w="12240" w:h="15840"/>
          <w:pgMar w:top="1701" w:right="1418" w:bottom="284" w:left="1701" w:header="777" w:footer="580" w:gutter="0"/>
          <w:cols w:space="720"/>
          <w:titlePg/>
        </w:sectPr>
      </w:pPr>
    </w:p>
    <w:p w14:paraId="00D14DDF" w14:textId="77777777" w:rsidR="004942AD" w:rsidRPr="00524530" w:rsidRDefault="004942AD" w:rsidP="00524530">
      <w:pPr>
        <w:pStyle w:val="NormalGeob2021"/>
      </w:pPr>
    </w:p>
    <w:tbl>
      <w:tblPr>
        <w:tblW w:w="0" w:type="auto"/>
        <w:jc w:val="right"/>
        <w:tblBorders>
          <w:insideH w:val="single" w:sz="2" w:space="0" w:color="E6E6E6"/>
          <w:insideV w:val="single" w:sz="2" w:space="0" w:color="E6E6E6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851"/>
        <w:gridCol w:w="1134"/>
        <w:gridCol w:w="1134"/>
        <w:gridCol w:w="1134"/>
        <w:gridCol w:w="3691"/>
        <w:gridCol w:w="6"/>
      </w:tblGrid>
      <w:tr w:rsidR="004942AD" w:rsidRPr="000B4E8B" w14:paraId="66CA173F" w14:textId="77777777" w:rsidTr="00330EB1">
        <w:trPr>
          <w:jc w:val="right"/>
        </w:trPr>
        <w:tc>
          <w:tcPr>
            <w:tcW w:w="8659" w:type="dxa"/>
            <w:gridSpan w:val="7"/>
            <w:vAlign w:val="center"/>
          </w:tcPr>
          <w:p w14:paraId="78A52366" w14:textId="3A7E0D0D" w:rsidR="00EF4393" w:rsidRPr="00EF4393" w:rsidRDefault="00CD3066" w:rsidP="009D755F">
            <w:pPr>
              <w:pStyle w:val="TablacontroldocGeob2021"/>
            </w:pPr>
            <w:fldSimple w:instr=" TITLE   \* MERGEFORMAT ">
              <w:r>
                <w:t>Anexo 06. Responsables y participantes del seguimiento ambiental</w:t>
              </w:r>
            </w:fldSimple>
          </w:p>
          <w:p w14:paraId="724BF385" w14:textId="21582F72" w:rsidR="004942AD" w:rsidRPr="00524530" w:rsidRDefault="00CD3066" w:rsidP="00053C06">
            <w:pPr>
              <w:pStyle w:val="NormalGeob2021"/>
              <w:spacing w:after="0"/>
            </w:pPr>
            <w:r w:rsidRPr="00CD3066">
              <w:t>GEOB.SQMSL862.INF022.ANX06</w:t>
            </w:r>
            <w:r>
              <w:t xml:space="preserve">. </w:t>
            </w:r>
            <w:r w:rsidR="00053C06">
              <w:fldChar w:fldCharType="begin"/>
            </w:r>
            <w:r w:rsidR="00053C06">
              <w:instrText xml:space="preserve"> SUBJECT   \* MERGEFORMAT </w:instrText>
            </w:r>
            <w:r w:rsidR="00053C06">
              <w:fldChar w:fldCharType="separate"/>
            </w:r>
            <w:r w:rsidR="00053C06">
              <w:t xml:space="preserve">Programa de Seguimiento de Flora y Vegetación de la quebrada de </w:t>
            </w:r>
            <w:proofErr w:type="spellStart"/>
            <w:r w:rsidR="00053C06">
              <w:t>Camar</w:t>
            </w:r>
            <w:proofErr w:type="spellEnd"/>
            <w:r w:rsidR="00053C06">
              <w:fldChar w:fldCharType="end"/>
            </w:r>
          </w:p>
        </w:tc>
      </w:tr>
      <w:tr w:rsidR="004942AD" w:rsidRPr="00E030DE" w14:paraId="52242646" w14:textId="77777777" w:rsidTr="009B757D">
        <w:trPr>
          <w:gridAfter w:val="1"/>
          <w:wAfter w:w="6" w:type="dxa"/>
          <w:trHeight w:val="305"/>
          <w:jc w:val="right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AB54F" w14:textId="77777777" w:rsidR="004942AD" w:rsidRPr="00E030DE" w:rsidRDefault="004942AD" w:rsidP="00CD3066">
            <w:pPr>
              <w:pStyle w:val="Tabla-CuerpoGeob2021"/>
            </w:pPr>
            <w:r w:rsidRPr="00E030DE">
              <w:t>Rev.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A8757" w14:textId="77777777" w:rsidR="004942AD" w:rsidRPr="00E030DE" w:rsidRDefault="004942AD" w:rsidP="00CD3066">
            <w:pPr>
              <w:pStyle w:val="Tabla-CuerpoGeob2021"/>
            </w:pPr>
            <w:r w:rsidRPr="00E030DE">
              <w:t>Id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70752" w14:textId="77777777" w:rsidR="004942AD" w:rsidRPr="00E030DE" w:rsidRDefault="004942AD" w:rsidP="00CD3066">
            <w:pPr>
              <w:pStyle w:val="Tabla-CuerpoGeob2021"/>
            </w:pPr>
            <w:r w:rsidRPr="00E030DE">
              <w:t>Ejecutor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0B226" w14:textId="77777777" w:rsidR="004942AD" w:rsidRPr="00E030DE" w:rsidRDefault="004942AD" w:rsidP="00CD3066">
            <w:pPr>
              <w:pStyle w:val="Tabla-CuerpoGeob2021"/>
            </w:pPr>
            <w:r w:rsidRPr="00E030DE">
              <w:t>Revisor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F4215" w14:textId="77777777" w:rsidR="004942AD" w:rsidRPr="00E030DE" w:rsidRDefault="004942AD" w:rsidP="00CD3066">
            <w:pPr>
              <w:pStyle w:val="Tabla-CuerpoGeob2021"/>
            </w:pPr>
            <w:r w:rsidRPr="00E030DE">
              <w:t>Aprueba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66F725" w14:textId="77777777" w:rsidR="004942AD" w:rsidRPr="00E030DE" w:rsidRDefault="004942AD" w:rsidP="00CD3066">
            <w:pPr>
              <w:pStyle w:val="Tabla-CuerpoGeob2021"/>
            </w:pPr>
            <w:r w:rsidRPr="00E030DE">
              <w:t>Descripción</w:t>
            </w:r>
          </w:p>
        </w:tc>
      </w:tr>
      <w:tr w:rsidR="00FA3E9B" w:rsidRPr="00E030DE" w14:paraId="5DC31529" w14:textId="77777777" w:rsidTr="009B757D">
        <w:trPr>
          <w:gridAfter w:val="1"/>
          <w:wAfter w:w="6" w:type="dxa"/>
          <w:trHeight w:val="305"/>
          <w:jc w:val="right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D317B" w14:textId="7FAC66AA" w:rsidR="00FA3E9B" w:rsidRPr="00E030DE" w:rsidRDefault="00CD3066" w:rsidP="00CD3066">
            <w:pPr>
              <w:pStyle w:val="Tabla-CuerpoGeob2021"/>
            </w:pPr>
            <w:r>
              <w:t>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024A8" w14:textId="77777777" w:rsidR="00FA3E9B" w:rsidRPr="00E030DE" w:rsidRDefault="00FA3E9B" w:rsidP="00CD3066">
            <w:pPr>
              <w:pStyle w:val="Tabla-CuerpoGeob2021"/>
            </w:pPr>
            <w:r w:rsidRPr="00E030DE">
              <w:t>Nombre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B2D3B" w14:textId="4F5381DA" w:rsidR="00FA3E9B" w:rsidRPr="00E030DE" w:rsidRDefault="00CD3066" w:rsidP="00CD3066">
            <w:pPr>
              <w:pStyle w:val="Tabla-CuerpoGeob2021"/>
            </w:pPr>
            <w:r>
              <w:t>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2EF00" w14:textId="6AE35C46" w:rsidR="00FA3E9B" w:rsidRPr="00E030DE" w:rsidRDefault="00FA3E9B" w:rsidP="00CD3066">
            <w:pPr>
              <w:pStyle w:val="Tabla-CuerpoGeob2021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A02D" w14:textId="1A366F8F" w:rsidR="00FA3E9B" w:rsidRPr="00E030DE" w:rsidRDefault="00FA3E9B" w:rsidP="00CD3066">
            <w:pPr>
              <w:pStyle w:val="Tabla-CuerpoGeob2021"/>
            </w:pPr>
          </w:p>
        </w:tc>
        <w:tc>
          <w:tcPr>
            <w:tcW w:w="3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78BBA3" w14:textId="00BD4276" w:rsidR="00FA3E9B" w:rsidRPr="00E030DE" w:rsidRDefault="00CD3066" w:rsidP="00CD3066">
            <w:pPr>
              <w:pStyle w:val="Tabla-CuerpoGeob2021"/>
            </w:pPr>
            <w:r w:rsidRPr="00CD3066">
              <w:t>Anexo 06. Responsables y participantes del seguimiento ambiental</w:t>
            </w:r>
          </w:p>
        </w:tc>
      </w:tr>
      <w:tr w:rsidR="00FA3E9B" w:rsidRPr="00E030DE" w14:paraId="55C3452E" w14:textId="77777777" w:rsidTr="009B757D">
        <w:trPr>
          <w:gridAfter w:val="1"/>
          <w:wAfter w:w="6" w:type="dxa"/>
          <w:trHeight w:val="305"/>
          <w:jc w:val="right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FA189" w14:textId="77777777" w:rsidR="00FA3E9B" w:rsidRPr="00E030DE" w:rsidRDefault="00FA3E9B" w:rsidP="00CD3066">
            <w:pPr>
              <w:pStyle w:val="Tabla-CuerpoGeob2021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4BDDE" w14:textId="77777777" w:rsidR="00FA3E9B" w:rsidRPr="00E030DE" w:rsidRDefault="00FA3E9B" w:rsidP="00CD3066">
            <w:pPr>
              <w:pStyle w:val="Tabla-CuerpoGeob2021"/>
            </w:pPr>
            <w:r w:rsidRPr="00E030DE">
              <w:t>Fecha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4B0DC" w14:textId="67F1F759" w:rsidR="00FA3E9B" w:rsidRPr="00E030DE" w:rsidRDefault="00CD3066" w:rsidP="00CD3066">
            <w:pPr>
              <w:pStyle w:val="Tabla-CuerpoGeob2021"/>
            </w:pPr>
            <w:r>
              <w:t>21.02.2025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1BF23" w14:textId="33E7F5B1" w:rsidR="00FA3E9B" w:rsidRPr="00E030DE" w:rsidRDefault="00FA3E9B" w:rsidP="00CD3066">
            <w:pPr>
              <w:pStyle w:val="Tabla-CuerpoGeob2021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E8C0A" w14:textId="750881A7" w:rsidR="00FA3E9B" w:rsidRPr="00E030DE" w:rsidRDefault="00FA3E9B" w:rsidP="00CD3066">
            <w:pPr>
              <w:pStyle w:val="Tabla-CuerpoGeob2021"/>
            </w:pPr>
          </w:p>
        </w:tc>
        <w:tc>
          <w:tcPr>
            <w:tcW w:w="3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C7F2BE2" w14:textId="77777777" w:rsidR="00FA3E9B" w:rsidRPr="00E030DE" w:rsidRDefault="00FA3E9B" w:rsidP="00CD3066">
            <w:pPr>
              <w:pStyle w:val="Tabla-CuerpoGeob2021"/>
            </w:pPr>
          </w:p>
        </w:tc>
      </w:tr>
      <w:tr w:rsidR="00FA3E9B" w:rsidRPr="00E030DE" w14:paraId="3ACB19C3" w14:textId="77777777" w:rsidTr="00B41286">
        <w:trPr>
          <w:gridAfter w:val="1"/>
          <w:wAfter w:w="6" w:type="dxa"/>
          <w:trHeight w:val="305"/>
          <w:jc w:val="right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9A47D79" w14:textId="17B1F249" w:rsidR="00FA3E9B" w:rsidRPr="00E030DE" w:rsidRDefault="00FA3E9B" w:rsidP="00CD3066">
            <w:pPr>
              <w:pStyle w:val="Tabla-CuerpoGeob2021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E5121" w14:textId="645DCCB2" w:rsidR="00FA3E9B" w:rsidRPr="00E030DE" w:rsidRDefault="00FA3E9B" w:rsidP="00CD3066">
            <w:pPr>
              <w:pStyle w:val="Tabla-CuerpoGeob2021"/>
            </w:pPr>
            <w:r w:rsidRPr="00E030DE">
              <w:t>Nombre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B29BA" w14:textId="6E223EF1" w:rsidR="00FA3E9B" w:rsidRDefault="00FA3E9B" w:rsidP="00CD3066">
            <w:pPr>
              <w:pStyle w:val="Tabla-CuerpoGeob2021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CB8C0" w14:textId="7909201F" w:rsidR="00FA3E9B" w:rsidRPr="00E030DE" w:rsidRDefault="00FA3E9B" w:rsidP="00CD3066">
            <w:pPr>
              <w:pStyle w:val="Tabla-CuerpoGeob2021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85678" w14:textId="31DFFD67" w:rsidR="00FA3E9B" w:rsidRPr="00E030DE" w:rsidRDefault="00FA3E9B" w:rsidP="00CD3066">
            <w:pPr>
              <w:pStyle w:val="Tabla-CuerpoGeob2021"/>
            </w:pPr>
          </w:p>
        </w:tc>
        <w:tc>
          <w:tcPr>
            <w:tcW w:w="369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E9A26B1" w14:textId="427511DE" w:rsidR="00FA3E9B" w:rsidRPr="00E030DE" w:rsidRDefault="00FA3E9B" w:rsidP="00CD3066">
            <w:pPr>
              <w:pStyle w:val="Tabla-CuerpoGeob2021"/>
            </w:pPr>
          </w:p>
        </w:tc>
      </w:tr>
      <w:tr w:rsidR="00FA3E9B" w:rsidRPr="00E030DE" w14:paraId="7939E777" w14:textId="77777777" w:rsidTr="00B41286">
        <w:trPr>
          <w:gridAfter w:val="1"/>
          <w:wAfter w:w="6" w:type="dxa"/>
          <w:trHeight w:val="305"/>
          <w:jc w:val="right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376C12A" w14:textId="77777777" w:rsidR="00FA3E9B" w:rsidRPr="00E030DE" w:rsidRDefault="00FA3E9B" w:rsidP="00CD3066">
            <w:pPr>
              <w:pStyle w:val="Tabla-CuerpoGeob2021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D5042" w14:textId="7679D71B" w:rsidR="00FA3E9B" w:rsidRPr="00E030DE" w:rsidRDefault="00FA3E9B" w:rsidP="00CD3066">
            <w:pPr>
              <w:pStyle w:val="Tabla-CuerpoGeob2021"/>
            </w:pPr>
            <w:r w:rsidRPr="00E030DE">
              <w:t>Fecha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CD251" w14:textId="79462D27" w:rsidR="00FA3E9B" w:rsidRDefault="00FA3E9B" w:rsidP="00CD3066">
            <w:pPr>
              <w:pStyle w:val="Tabla-CuerpoGeob2021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D14D7" w14:textId="48E0F5E5" w:rsidR="00FA3E9B" w:rsidRPr="00E030DE" w:rsidRDefault="00FA3E9B" w:rsidP="00CD3066">
            <w:pPr>
              <w:pStyle w:val="Tabla-CuerpoGeob2021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5446A" w14:textId="32D5A328" w:rsidR="00FA3E9B" w:rsidRPr="00E030DE" w:rsidRDefault="00FA3E9B" w:rsidP="00CD3066">
            <w:pPr>
              <w:pStyle w:val="Tabla-CuerpoGeob2021"/>
            </w:pPr>
          </w:p>
        </w:tc>
        <w:tc>
          <w:tcPr>
            <w:tcW w:w="369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3EE54D9" w14:textId="77777777" w:rsidR="00FA3E9B" w:rsidRPr="00E030DE" w:rsidRDefault="00FA3E9B" w:rsidP="00CD3066">
            <w:pPr>
              <w:pStyle w:val="Tabla-CuerpoGeob2021"/>
            </w:pPr>
          </w:p>
        </w:tc>
      </w:tr>
    </w:tbl>
    <w:p w14:paraId="41CC6891" w14:textId="77777777" w:rsidR="004942AD" w:rsidRPr="00524530" w:rsidRDefault="004942AD" w:rsidP="00524530">
      <w:pPr>
        <w:pStyle w:val="NormalGeob2021"/>
      </w:pPr>
    </w:p>
    <w:p w14:paraId="59D44B0E" w14:textId="77777777" w:rsidR="004942AD" w:rsidRPr="00524530" w:rsidRDefault="004942AD" w:rsidP="00524530">
      <w:pPr>
        <w:pStyle w:val="NormalGeob2021"/>
      </w:pPr>
    </w:p>
    <w:p w14:paraId="405043C2" w14:textId="77777777" w:rsidR="004942AD" w:rsidRPr="00524530" w:rsidRDefault="004942AD" w:rsidP="00524530">
      <w:pPr>
        <w:pStyle w:val="NormalGeob2021"/>
      </w:pPr>
    </w:p>
    <w:p w14:paraId="624443FD" w14:textId="3F5405FE" w:rsidR="004942AD" w:rsidRPr="00524530" w:rsidRDefault="00DE3C07" w:rsidP="00FA3E9B">
      <w:pPr>
        <w:pStyle w:val="NormalGeob2021"/>
        <w:tabs>
          <w:tab w:val="left" w:pos="2760"/>
          <w:tab w:val="center" w:pos="4560"/>
        </w:tabs>
      </w:pPr>
      <w:r>
        <w:tab/>
      </w:r>
      <w:r w:rsidR="00FA3E9B">
        <w:tab/>
      </w:r>
    </w:p>
    <w:p w14:paraId="6FF12AEE" w14:textId="77777777" w:rsidR="00EF4393" w:rsidRPr="00524530" w:rsidRDefault="00EF4393" w:rsidP="00524530">
      <w:pPr>
        <w:pStyle w:val="NormalGeob2021"/>
      </w:pPr>
    </w:p>
    <w:p w14:paraId="1208ED7E" w14:textId="77777777" w:rsidR="00EF4393" w:rsidRPr="00524530" w:rsidRDefault="00EF4393" w:rsidP="00524530">
      <w:pPr>
        <w:pStyle w:val="NormalGeob2021"/>
      </w:pPr>
    </w:p>
    <w:p w14:paraId="7B8BA627" w14:textId="77777777" w:rsidR="00EF4393" w:rsidRPr="00524530" w:rsidRDefault="00EF4393" w:rsidP="00524530">
      <w:pPr>
        <w:pStyle w:val="NormalGeob2021"/>
      </w:pPr>
    </w:p>
    <w:p w14:paraId="37722CE4" w14:textId="77777777" w:rsidR="00EF4393" w:rsidRPr="00524530" w:rsidRDefault="00EF4393" w:rsidP="00524530">
      <w:pPr>
        <w:pStyle w:val="NormalGeob2021"/>
      </w:pPr>
    </w:p>
    <w:p w14:paraId="3230F115" w14:textId="77777777" w:rsidR="00EF4393" w:rsidRPr="00524530" w:rsidRDefault="00EF4393" w:rsidP="00524530">
      <w:pPr>
        <w:pStyle w:val="NormalGeob2021"/>
      </w:pPr>
    </w:p>
    <w:p w14:paraId="1A9D8CB2" w14:textId="77777777" w:rsidR="00EF4393" w:rsidRPr="00524530" w:rsidRDefault="00EF4393" w:rsidP="00524530">
      <w:pPr>
        <w:pStyle w:val="NormalGeob2021"/>
      </w:pPr>
    </w:p>
    <w:p w14:paraId="292B48E1" w14:textId="77777777" w:rsidR="00EF4393" w:rsidRPr="00524530" w:rsidRDefault="00EF4393" w:rsidP="00524530">
      <w:pPr>
        <w:pStyle w:val="NormalGeob2021"/>
      </w:pPr>
    </w:p>
    <w:p w14:paraId="7C97ACC3" w14:textId="77777777" w:rsidR="00EF4393" w:rsidRPr="00524530" w:rsidRDefault="00EF4393" w:rsidP="00524530">
      <w:pPr>
        <w:pStyle w:val="NormalGeob2021"/>
      </w:pPr>
    </w:p>
    <w:p w14:paraId="61CBAA8D" w14:textId="77777777" w:rsidR="00EF4393" w:rsidRPr="00524530" w:rsidRDefault="00EF4393" w:rsidP="00524530">
      <w:pPr>
        <w:pStyle w:val="NormalGeob2021"/>
      </w:pPr>
    </w:p>
    <w:p w14:paraId="5D5ACAD9" w14:textId="77777777" w:rsidR="00EF4393" w:rsidRPr="00524530" w:rsidRDefault="00EF4393" w:rsidP="00524530">
      <w:pPr>
        <w:pStyle w:val="NormalGeob2021"/>
      </w:pPr>
    </w:p>
    <w:p w14:paraId="7F24C8AF" w14:textId="77777777" w:rsidR="00EF4393" w:rsidRPr="00524530" w:rsidRDefault="00EF4393" w:rsidP="00524530">
      <w:pPr>
        <w:pStyle w:val="NormalGeob2021"/>
      </w:pPr>
    </w:p>
    <w:p w14:paraId="4133EA52" w14:textId="77777777" w:rsidR="00EF4393" w:rsidRPr="00524530" w:rsidRDefault="00EF4393" w:rsidP="00524530">
      <w:pPr>
        <w:pStyle w:val="NormalGeob2021"/>
      </w:pPr>
    </w:p>
    <w:p w14:paraId="7FB1124B" w14:textId="77777777" w:rsidR="00EF4393" w:rsidRPr="00524530" w:rsidRDefault="00EF4393" w:rsidP="00524530">
      <w:pPr>
        <w:pStyle w:val="NormalGeob2021"/>
      </w:pPr>
    </w:p>
    <w:p w14:paraId="4717C487" w14:textId="77777777" w:rsidR="00EF4393" w:rsidRPr="00524530" w:rsidRDefault="00EF4393" w:rsidP="00524530">
      <w:pPr>
        <w:pStyle w:val="NormalGeob2021"/>
      </w:pPr>
    </w:p>
    <w:p w14:paraId="75DB3D7D" w14:textId="77777777" w:rsidR="00EF4393" w:rsidRPr="00524530" w:rsidRDefault="00EF4393" w:rsidP="00524530">
      <w:pPr>
        <w:pStyle w:val="NormalGeob2021"/>
      </w:pPr>
    </w:p>
    <w:p w14:paraId="76D2EB6E" w14:textId="77777777" w:rsidR="00EF4393" w:rsidRPr="00524530" w:rsidRDefault="00EF4393" w:rsidP="00524530">
      <w:pPr>
        <w:pStyle w:val="NormalGeob2021"/>
      </w:pPr>
    </w:p>
    <w:p w14:paraId="149EC117" w14:textId="77777777" w:rsidR="00EF4393" w:rsidRPr="00524530" w:rsidRDefault="00EF4393" w:rsidP="00524530">
      <w:pPr>
        <w:pStyle w:val="NormalGeob2021"/>
      </w:pPr>
    </w:p>
    <w:p w14:paraId="29625903" w14:textId="77777777" w:rsidR="00EF4393" w:rsidRPr="00524530" w:rsidRDefault="00EF4393" w:rsidP="00524530">
      <w:pPr>
        <w:pStyle w:val="NormalGeob2021"/>
        <w:sectPr w:rsidR="00EF4393" w:rsidRPr="00524530" w:rsidSect="00BB2417">
          <w:headerReference w:type="default" r:id="rId12"/>
          <w:footerReference w:type="default" r:id="rId13"/>
          <w:headerReference w:type="first" r:id="rId14"/>
          <w:footerReference w:type="first" r:id="rId15"/>
          <w:pgSz w:w="12240" w:h="15840"/>
          <w:pgMar w:top="284" w:right="1701" w:bottom="1701" w:left="1418" w:header="777" w:footer="284" w:gutter="0"/>
          <w:pgNumType w:fmt="lowerRoman"/>
          <w:cols w:space="708"/>
          <w:titlePg/>
          <w:docGrid w:linePitch="360"/>
        </w:sectPr>
      </w:pPr>
    </w:p>
    <w:p w14:paraId="3CFD90C5" w14:textId="77777777" w:rsidR="00131800" w:rsidRPr="00EF4393" w:rsidRDefault="002164E5" w:rsidP="002530DE">
      <w:pPr>
        <w:pStyle w:val="EstiloTitulondiceGeob2021"/>
      </w:pPr>
      <w:r w:rsidRPr="00EF4393">
        <w:lastRenderedPageBreak/>
        <w:t>C</w:t>
      </w:r>
      <w:r w:rsidR="00131800" w:rsidRPr="00EF4393">
        <w:t>ontenido</w:t>
      </w:r>
    </w:p>
    <w:p w14:paraId="765BB02D" w14:textId="1A76491B" w:rsidR="008840A2" w:rsidRDefault="00131800">
      <w:pPr>
        <w:pStyle w:val="TDC1"/>
        <w:rPr>
          <w:rFonts w:asciiTheme="minorHAnsi" w:eastAsiaTheme="minorEastAsia" w:hAnsiTheme="minorHAnsi" w:cstheme="minorBidi"/>
          <w:bCs w:val="0"/>
          <w:color w:val="auto"/>
          <w:kern w:val="2"/>
          <w:sz w:val="24"/>
          <w:szCs w:val="24"/>
          <w:lang w:eastAsia="es-CL"/>
          <w14:ligatures w14:val="standardContextual"/>
        </w:rPr>
      </w:pPr>
      <w:r w:rsidRPr="00CA3E2E">
        <w:rPr>
          <w:b/>
          <w:color w:val="404040"/>
        </w:rPr>
        <w:fldChar w:fldCharType="begin"/>
      </w:r>
      <w:r w:rsidRPr="00CA3E2E">
        <w:rPr>
          <w:color w:val="404040"/>
        </w:rPr>
        <w:instrText xml:space="preserve"> TOC \o "1-3" \h \z \u </w:instrText>
      </w:r>
      <w:r w:rsidRPr="00CA3E2E">
        <w:rPr>
          <w:b/>
          <w:color w:val="404040"/>
        </w:rPr>
        <w:fldChar w:fldCharType="separate"/>
      </w:r>
      <w:hyperlink w:anchor="_Toc191030280" w:history="1">
        <w:r w:rsidR="008840A2" w:rsidRPr="008C472A">
          <w:rPr>
            <w:rStyle w:val="Hipervnculo"/>
          </w:rPr>
          <w:t>1</w:t>
        </w:r>
        <w:r w:rsidR="008840A2">
          <w:rPr>
            <w:rFonts w:asciiTheme="minorHAnsi" w:eastAsiaTheme="minorEastAsia" w:hAnsiTheme="minorHAnsi" w:cstheme="minorBidi"/>
            <w:bCs w:val="0"/>
            <w:color w:val="auto"/>
            <w:kern w:val="2"/>
            <w:sz w:val="24"/>
            <w:szCs w:val="24"/>
            <w:lang w:eastAsia="es-CL"/>
            <w14:ligatures w14:val="standardContextual"/>
          </w:rPr>
          <w:tab/>
        </w:r>
        <w:r w:rsidR="008840A2" w:rsidRPr="008C472A">
          <w:rPr>
            <w:rStyle w:val="Hipervnculo"/>
          </w:rPr>
          <w:t>Responsables y participantes del seguimiento ambiental</w:t>
        </w:r>
        <w:r w:rsidR="008840A2">
          <w:rPr>
            <w:webHidden/>
          </w:rPr>
          <w:tab/>
        </w:r>
        <w:r w:rsidR="008840A2">
          <w:rPr>
            <w:webHidden/>
          </w:rPr>
          <w:fldChar w:fldCharType="begin"/>
        </w:r>
        <w:r w:rsidR="008840A2">
          <w:rPr>
            <w:webHidden/>
          </w:rPr>
          <w:instrText xml:space="preserve"> PAGEREF _Toc191030280 \h </w:instrText>
        </w:r>
        <w:r w:rsidR="008840A2">
          <w:rPr>
            <w:webHidden/>
          </w:rPr>
        </w:r>
        <w:r w:rsidR="008840A2">
          <w:rPr>
            <w:webHidden/>
          </w:rPr>
          <w:fldChar w:fldCharType="separate"/>
        </w:r>
        <w:r w:rsidR="008840A2">
          <w:rPr>
            <w:webHidden/>
          </w:rPr>
          <w:t>1</w:t>
        </w:r>
        <w:r w:rsidR="008840A2">
          <w:rPr>
            <w:webHidden/>
          </w:rPr>
          <w:fldChar w:fldCharType="end"/>
        </w:r>
      </w:hyperlink>
    </w:p>
    <w:p w14:paraId="22520719" w14:textId="3682B691" w:rsidR="0026784B" w:rsidRPr="00EF4393" w:rsidRDefault="00131800" w:rsidP="002530DE">
      <w:pPr>
        <w:pStyle w:val="EstiloTitulondiceGeob2021"/>
      </w:pPr>
      <w:r w:rsidRPr="00CA3E2E">
        <w:fldChar w:fldCharType="end"/>
      </w:r>
      <w:r w:rsidR="0026784B" w:rsidRPr="00EF4393">
        <w:t>Tablas</w:t>
      </w:r>
    </w:p>
    <w:p w14:paraId="44B418C3" w14:textId="1DD1C22E" w:rsidR="008840A2" w:rsidRDefault="0026784B">
      <w:pPr>
        <w:pStyle w:val="Tabladeilustraciones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es-CL"/>
          <w14:ligatures w14:val="standardContextual"/>
        </w:rPr>
      </w:pPr>
      <w:r w:rsidRPr="00524530">
        <w:rPr>
          <w:bCs/>
          <w:noProof/>
          <w:szCs w:val="20"/>
        </w:rPr>
        <w:fldChar w:fldCharType="begin"/>
      </w:r>
      <w:r w:rsidRPr="00524530">
        <w:instrText xml:space="preserve"> TOC \h \z \c "Tabla" </w:instrText>
      </w:r>
      <w:r w:rsidRPr="00524530">
        <w:rPr>
          <w:bCs/>
          <w:noProof/>
          <w:szCs w:val="20"/>
        </w:rPr>
        <w:fldChar w:fldCharType="separate"/>
      </w:r>
      <w:hyperlink w:anchor="_Toc191030284" w:history="1">
        <w:r w:rsidR="008840A2" w:rsidRPr="001F26AC">
          <w:rPr>
            <w:rStyle w:val="Hipervnculo"/>
            <w:noProof/>
          </w:rPr>
          <w:t>Tabla 1</w:t>
        </w:r>
        <w:r w:rsidR="008840A2" w:rsidRPr="001F26AC">
          <w:rPr>
            <w:rStyle w:val="Hipervnculo"/>
            <w:noProof/>
          </w:rPr>
          <w:noBreakHyphen/>
          <w:t>1. Responsable y participantes del seguimiento ambiental.</w:t>
        </w:r>
        <w:r w:rsidR="008840A2">
          <w:rPr>
            <w:noProof/>
            <w:webHidden/>
          </w:rPr>
          <w:tab/>
        </w:r>
        <w:r w:rsidR="008840A2">
          <w:rPr>
            <w:noProof/>
            <w:webHidden/>
          </w:rPr>
          <w:fldChar w:fldCharType="begin"/>
        </w:r>
        <w:r w:rsidR="008840A2">
          <w:rPr>
            <w:noProof/>
            <w:webHidden/>
          </w:rPr>
          <w:instrText xml:space="preserve"> PAGEREF _Toc191030284 \h </w:instrText>
        </w:r>
        <w:r w:rsidR="008840A2">
          <w:rPr>
            <w:noProof/>
            <w:webHidden/>
          </w:rPr>
        </w:r>
        <w:r w:rsidR="008840A2">
          <w:rPr>
            <w:noProof/>
            <w:webHidden/>
          </w:rPr>
          <w:fldChar w:fldCharType="separate"/>
        </w:r>
        <w:r w:rsidR="008840A2">
          <w:rPr>
            <w:noProof/>
            <w:webHidden/>
          </w:rPr>
          <w:t>1</w:t>
        </w:r>
        <w:r w:rsidR="008840A2">
          <w:rPr>
            <w:noProof/>
            <w:webHidden/>
          </w:rPr>
          <w:fldChar w:fldCharType="end"/>
        </w:r>
      </w:hyperlink>
    </w:p>
    <w:p w14:paraId="1CF0393C" w14:textId="4C26BD57" w:rsidR="0026784B" w:rsidRPr="00524530" w:rsidRDefault="0026784B" w:rsidP="00524530">
      <w:pPr>
        <w:pStyle w:val="NormalGeob2021"/>
      </w:pPr>
      <w:r w:rsidRPr="00524530">
        <w:fldChar w:fldCharType="end"/>
      </w:r>
    </w:p>
    <w:p w14:paraId="3211F65B" w14:textId="68414214" w:rsidR="00674925" w:rsidRPr="00524530" w:rsidRDefault="00674925" w:rsidP="00524530">
      <w:pPr>
        <w:pStyle w:val="NormalGeob2021"/>
      </w:pPr>
    </w:p>
    <w:p w14:paraId="7624D041" w14:textId="77777777" w:rsidR="00A0338D" w:rsidRPr="00524530" w:rsidRDefault="00A0338D" w:rsidP="00524530">
      <w:pPr>
        <w:pStyle w:val="NormalGeob2021"/>
      </w:pPr>
    </w:p>
    <w:p w14:paraId="4F26B560" w14:textId="665B7296" w:rsidR="00E004AF" w:rsidRPr="00E004AF" w:rsidRDefault="00E004AF" w:rsidP="006A41CD">
      <w:pPr>
        <w:pStyle w:val="EstiloTitulondiceGeob2021"/>
        <w:sectPr w:rsidR="00E004AF" w:rsidRPr="00E004AF" w:rsidSect="004D7B88">
          <w:headerReference w:type="first" r:id="rId16"/>
          <w:footerReference w:type="first" r:id="rId17"/>
          <w:pgSz w:w="12240" w:h="15840"/>
          <w:pgMar w:top="284" w:right="1701" w:bottom="1701" w:left="1418" w:header="777" w:footer="0" w:gutter="0"/>
          <w:pgNumType w:fmt="lowerRoman"/>
          <w:cols w:space="708"/>
          <w:titlePg/>
          <w:docGrid w:linePitch="360"/>
        </w:sectPr>
      </w:pPr>
    </w:p>
    <w:p w14:paraId="4946BDCC" w14:textId="012E5F7E" w:rsidR="009C05FC" w:rsidRDefault="004B0E02" w:rsidP="009C05FC">
      <w:pPr>
        <w:pStyle w:val="Ttulo1"/>
      </w:pPr>
      <w:bookmarkStart w:id="0" w:name="_Toc191030280"/>
      <w:r>
        <w:lastRenderedPageBreak/>
        <w:t>Responsables y participantes del seguimiento ambiental</w:t>
      </w:r>
      <w:bookmarkEnd w:id="0"/>
    </w:p>
    <w:p w14:paraId="5559DDA0" w14:textId="77777777" w:rsidR="004B0E02" w:rsidRPr="00CE06BA" w:rsidRDefault="004B0E02" w:rsidP="004B0E02">
      <w:r w:rsidRPr="00301D1A">
        <w:t xml:space="preserve">A continuación, se presentan los responsables y participantes de las actividades de muestreo, medición, </w:t>
      </w:r>
      <w:r w:rsidRPr="00CE06BA">
        <w:t>análisis y/o control y elaboración del informe de seguimiento ambiental.</w:t>
      </w:r>
    </w:p>
    <w:tbl>
      <w:tblPr>
        <w:tblStyle w:val="Tablaconcuadrcula2"/>
        <w:tblW w:w="5000" w:type="pct"/>
        <w:tblLook w:val="04A0" w:firstRow="1" w:lastRow="0" w:firstColumn="1" w:lastColumn="0" w:noHBand="0" w:noVBand="1"/>
      </w:tblPr>
      <w:tblGrid>
        <w:gridCol w:w="1562"/>
        <w:gridCol w:w="1416"/>
        <w:gridCol w:w="1842"/>
        <w:gridCol w:w="1842"/>
        <w:gridCol w:w="2459"/>
      </w:tblGrid>
      <w:tr w:rsidR="004B0E02" w:rsidRPr="00301D1A" w14:paraId="2C76CE98" w14:textId="77777777" w:rsidTr="003A3C15">
        <w:trPr>
          <w:tblHeader/>
        </w:trPr>
        <w:tc>
          <w:tcPr>
            <w:tcW w:w="500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981552" w14:textId="294B7222" w:rsidR="004B0E02" w:rsidRPr="0001382F" w:rsidRDefault="004B0E02" w:rsidP="002F3900">
            <w:pPr>
              <w:pStyle w:val="Tabla-TtuloGeo2021"/>
              <w:rPr>
                <w:sz w:val="20"/>
                <w:szCs w:val="20"/>
              </w:rPr>
            </w:pPr>
            <w:bookmarkStart w:id="1" w:name="_Toc453249057"/>
            <w:bookmarkStart w:id="2" w:name="_Toc454436297"/>
            <w:bookmarkStart w:id="3" w:name="_Toc77689092"/>
            <w:bookmarkStart w:id="4" w:name="_Toc110442672"/>
            <w:bookmarkStart w:id="5" w:name="_Toc191030284"/>
            <w:r w:rsidRPr="0001382F">
              <w:rPr>
                <w:sz w:val="20"/>
                <w:szCs w:val="20"/>
              </w:rPr>
              <w:t xml:space="preserve">Tabla </w:t>
            </w:r>
            <w:r w:rsidRPr="0001382F">
              <w:rPr>
                <w:sz w:val="20"/>
                <w:szCs w:val="20"/>
              </w:rPr>
              <w:fldChar w:fldCharType="begin"/>
            </w:r>
            <w:r w:rsidRPr="0001382F">
              <w:rPr>
                <w:sz w:val="20"/>
                <w:szCs w:val="20"/>
              </w:rPr>
              <w:instrText xml:space="preserve"> STYLEREF 1 \s </w:instrText>
            </w:r>
            <w:r w:rsidRPr="0001382F">
              <w:rPr>
                <w:sz w:val="20"/>
                <w:szCs w:val="20"/>
              </w:rPr>
              <w:fldChar w:fldCharType="separate"/>
            </w:r>
            <w:r w:rsidR="002C3729">
              <w:rPr>
                <w:noProof/>
                <w:sz w:val="20"/>
                <w:szCs w:val="20"/>
              </w:rPr>
              <w:t>1</w:t>
            </w:r>
            <w:r w:rsidRPr="0001382F">
              <w:rPr>
                <w:noProof/>
                <w:sz w:val="20"/>
                <w:szCs w:val="20"/>
              </w:rPr>
              <w:fldChar w:fldCharType="end"/>
            </w:r>
            <w:r w:rsidRPr="0001382F">
              <w:rPr>
                <w:sz w:val="20"/>
                <w:szCs w:val="20"/>
              </w:rPr>
              <w:noBreakHyphen/>
            </w:r>
            <w:r w:rsidRPr="0001382F">
              <w:rPr>
                <w:sz w:val="20"/>
                <w:szCs w:val="20"/>
              </w:rPr>
              <w:fldChar w:fldCharType="begin"/>
            </w:r>
            <w:r w:rsidRPr="0001382F">
              <w:rPr>
                <w:sz w:val="20"/>
                <w:szCs w:val="20"/>
              </w:rPr>
              <w:instrText xml:space="preserve"> SEQ Tabla \* ARABIC \s 1 </w:instrText>
            </w:r>
            <w:r w:rsidRPr="0001382F">
              <w:rPr>
                <w:sz w:val="20"/>
                <w:szCs w:val="20"/>
              </w:rPr>
              <w:fldChar w:fldCharType="separate"/>
            </w:r>
            <w:r w:rsidR="002C3729">
              <w:rPr>
                <w:noProof/>
                <w:sz w:val="20"/>
                <w:szCs w:val="20"/>
              </w:rPr>
              <w:t>1</w:t>
            </w:r>
            <w:r w:rsidRPr="0001382F">
              <w:rPr>
                <w:noProof/>
                <w:sz w:val="20"/>
                <w:szCs w:val="20"/>
              </w:rPr>
              <w:fldChar w:fldCharType="end"/>
            </w:r>
            <w:r w:rsidRPr="0001382F">
              <w:rPr>
                <w:sz w:val="20"/>
                <w:szCs w:val="20"/>
              </w:rPr>
              <w:t>. Responsable y participantes del seguimiento ambiental.</w:t>
            </w:r>
            <w:bookmarkEnd w:id="1"/>
            <w:bookmarkEnd w:id="2"/>
            <w:bookmarkEnd w:id="3"/>
            <w:bookmarkEnd w:id="4"/>
            <w:bookmarkEnd w:id="5"/>
          </w:p>
        </w:tc>
      </w:tr>
      <w:tr w:rsidR="003D3E63" w:rsidRPr="00301D1A" w14:paraId="689BE082" w14:textId="77777777" w:rsidTr="003A3C15">
        <w:trPr>
          <w:tblHeader/>
        </w:trPr>
        <w:tc>
          <w:tcPr>
            <w:tcW w:w="856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64E074F5" w14:textId="77777777" w:rsidR="004B0E02" w:rsidRPr="0001382F" w:rsidRDefault="004B0E02" w:rsidP="002F3900">
            <w:pPr>
              <w:pStyle w:val="Tabla-TtuloGeo2021"/>
              <w:rPr>
                <w:sz w:val="20"/>
                <w:szCs w:val="20"/>
              </w:rPr>
            </w:pPr>
            <w:r w:rsidRPr="0001382F">
              <w:rPr>
                <w:sz w:val="20"/>
                <w:szCs w:val="20"/>
              </w:rPr>
              <w:t>Responsable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F3CFBF" w14:textId="77777777" w:rsidR="004B0E02" w:rsidRPr="0001382F" w:rsidRDefault="004B0E02" w:rsidP="002F3900">
            <w:pPr>
              <w:pStyle w:val="Tabla-TtuloGeo2021"/>
              <w:rPr>
                <w:sz w:val="20"/>
                <w:szCs w:val="20"/>
              </w:rPr>
            </w:pPr>
            <w:r w:rsidRPr="0001382F">
              <w:rPr>
                <w:sz w:val="20"/>
                <w:szCs w:val="20"/>
              </w:rPr>
              <w:t>Empresa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7585B6" w14:textId="77777777" w:rsidR="004B0E02" w:rsidRPr="0001382F" w:rsidRDefault="004B0E02" w:rsidP="002F3900">
            <w:pPr>
              <w:pStyle w:val="Tabla-TtuloGeo2021"/>
              <w:rPr>
                <w:sz w:val="20"/>
                <w:szCs w:val="20"/>
              </w:rPr>
            </w:pPr>
            <w:r w:rsidRPr="0001382F">
              <w:rPr>
                <w:sz w:val="20"/>
                <w:szCs w:val="20"/>
              </w:rPr>
              <w:t>Cargo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978138" w14:textId="77777777" w:rsidR="004B0E02" w:rsidRPr="0001382F" w:rsidRDefault="004B0E02" w:rsidP="002F3900">
            <w:pPr>
              <w:pStyle w:val="Tabla-TtuloGeo2021"/>
              <w:rPr>
                <w:sz w:val="20"/>
                <w:szCs w:val="20"/>
              </w:rPr>
            </w:pPr>
            <w:r w:rsidRPr="0001382F">
              <w:rPr>
                <w:sz w:val="20"/>
                <w:szCs w:val="20"/>
              </w:rPr>
              <w:t>Profesión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6344FC9C" w14:textId="77777777" w:rsidR="004B0E02" w:rsidRPr="0001382F" w:rsidRDefault="004B0E02" w:rsidP="002F3900">
            <w:pPr>
              <w:pStyle w:val="Tabla-TtuloGeo2021"/>
              <w:rPr>
                <w:sz w:val="20"/>
                <w:szCs w:val="20"/>
              </w:rPr>
            </w:pPr>
            <w:r w:rsidRPr="0001382F">
              <w:rPr>
                <w:sz w:val="20"/>
                <w:szCs w:val="20"/>
              </w:rPr>
              <w:t>Función desempeñada</w:t>
            </w:r>
          </w:p>
        </w:tc>
      </w:tr>
      <w:tr w:rsidR="003D3E63" w:rsidRPr="00301D1A" w14:paraId="4F8350A2" w14:textId="77777777" w:rsidTr="00AC7A66">
        <w:tc>
          <w:tcPr>
            <w:tcW w:w="856" w:type="pct"/>
            <w:tcBorders>
              <w:left w:val="nil"/>
              <w:right w:val="single" w:sz="4" w:space="0" w:color="auto"/>
            </w:tcBorders>
          </w:tcPr>
          <w:p w14:paraId="3F00D463" w14:textId="77777777" w:rsidR="004B0E02" w:rsidRPr="003D3E63" w:rsidRDefault="004B0E02" w:rsidP="002F3900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3D3E63">
              <w:rPr>
                <w:rFonts w:ascii="Franklin Gothic Book" w:hAnsi="Franklin Gothic Book"/>
                <w:color w:val="404040" w:themeColor="text1"/>
              </w:rPr>
              <w:t>Ingrid Zelaya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</w:tcPr>
          <w:p w14:paraId="1DE0A8CB" w14:textId="77777777" w:rsidR="004B0E02" w:rsidRPr="003D3E63" w:rsidRDefault="004B0E02" w:rsidP="002F3900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3D3E63">
              <w:rPr>
                <w:rFonts w:ascii="Franklin Gothic Book" w:hAnsi="Franklin Gothic Book"/>
                <w:color w:val="404040" w:themeColor="text1"/>
              </w:rPr>
              <w:t>Geobiota</w:t>
            </w:r>
          </w:p>
        </w:tc>
        <w:tc>
          <w:tcPr>
            <w:tcW w:w="1010" w:type="pct"/>
            <w:tcBorders>
              <w:left w:val="single" w:sz="4" w:space="0" w:color="auto"/>
              <w:right w:val="single" w:sz="4" w:space="0" w:color="auto"/>
            </w:tcBorders>
          </w:tcPr>
          <w:p w14:paraId="4EB82A85" w14:textId="77777777" w:rsidR="004B0E02" w:rsidRPr="003D3E63" w:rsidRDefault="004B0E02" w:rsidP="002F3900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3D3E63">
              <w:rPr>
                <w:rFonts w:ascii="Franklin Gothic Book" w:hAnsi="Franklin Gothic Book"/>
                <w:color w:val="404040" w:themeColor="text1"/>
              </w:rPr>
              <w:t>Jefa de Proyectos</w:t>
            </w:r>
          </w:p>
        </w:tc>
        <w:tc>
          <w:tcPr>
            <w:tcW w:w="1010" w:type="pct"/>
            <w:tcBorders>
              <w:left w:val="single" w:sz="4" w:space="0" w:color="auto"/>
              <w:right w:val="single" w:sz="4" w:space="0" w:color="auto"/>
            </w:tcBorders>
          </w:tcPr>
          <w:p w14:paraId="0A4401B1" w14:textId="77777777" w:rsidR="004B0E02" w:rsidRPr="003D3E63" w:rsidRDefault="004B0E02" w:rsidP="002F3900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3D3E63">
              <w:rPr>
                <w:rFonts w:ascii="Franklin Gothic Book" w:hAnsi="Franklin Gothic Book"/>
                <w:color w:val="404040" w:themeColor="text1"/>
              </w:rPr>
              <w:t>Ingeniera ambiental</w:t>
            </w:r>
          </w:p>
        </w:tc>
        <w:tc>
          <w:tcPr>
            <w:tcW w:w="1348" w:type="pct"/>
            <w:tcBorders>
              <w:left w:val="single" w:sz="4" w:space="0" w:color="auto"/>
              <w:right w:val="nil"/>
            </w:tcBorders>
          </w:tcPr>
          <w:p w14:paraId="6E01A0D0" w14:textId="05090425" w:rsidR="004B0E02" w:rsidRPr="003D3E63" w:rsidRDefault="004B0E02" w:rsidP="002F3900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3D3E63">
              <w:rPr>
                <w:rFonts w:ascii="Franklin Gothic Book" w:hAnsi="Franklin Gothic Book"/>
                <w:color w:val="404040" w:themeColor="text1"/>
              </w:rPr>
              <w:t>Revisión de informe</w:t>
            </w:r>
            <w:r w:rsidR="009261FB">
              <w:rPr>
                <w:rFonts w:ascii="Franklin Gothic Book" w:hAnsi="Franklin Gothic Book"/>
                <w:color w:val="404040" w:themeColor="text1"/>
              </w:rPr>
              <w:t xml:space="preserve"> </w:t>
            </w:r>
          </w:p>
        </w:tc>
      </w:tr>
      <w:tr w:rsidR="003D3E63" w:rsidRPr="00301D1A" w14:paraId="70EBD892" w14:textId="77777777" w:rsidTr="00AC7A66">
        <w:tc>
          <w:tcPr>
            <w:tcW w:w="856" w:type="pct"/>
            <w:tcBorders>
              <w:left w:val="nil"/>
              <w:right w:val="single" w:sz="4" w:space="0" w:color="auto"/>
            </w:tcBorders>
          </w:tcPr>
          <w:p w14:paraId="7BB94777" w14:textId="16F739F2" w:rsidR="004B0E02" w:rsidRPr="003D3E63" w:rsidRDefault="009B167C" w:rsidP="002F3900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>
              <w:rPr>
                <w:rFonts w:ascii="Franklin Gothic Book" w:hAnsi="Franklin Gothic Book"/>
                <w:color w:val="404040" w:themeColor="text1"/>
              </w:rPr>
              <w:t>Catalina Izquierdo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</w:tcPr>
          <w:p w14:paraId="0DF7A0A9" w14:textId="77777777" w:rsidR="004B0E02" w:rsidRPr="003D3E63" w:rsidRDefault="004B0E02" w:rsidP="002F3900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3D3E63">
              <w:rPr>
                <w:rFonts w:ascii="Franklin Gothic Book" w:hAnsi="Franklin Gothic Book"/>
                <w:color w:val="404040" w:themeColor="text1"/>
              </w:rPr>
              <w:t>Geobiota</w:t>
            </w:r>
          </w:p>
        </w:tc>
        <w:tc>
          <w:tcPr>
            <w:tcW w:w="1010" w:type="pct"/>
            <w:tcBorders>
              <w:left w:val="single" w:sz="4" w:space="0" w:color="auto"/>
              <w:right w:val="single" w:sz="4" w:space="0" w:color="auto"/>
            </w:tcBorders>
          </w:tcPr>
          <w:p w14:paraId="6FDB33C1" w14:textId="77777777" w:rsidR="004B0E02" w:rsidRPr="003D3E63" w:rsidRDefault="004B0E02" w:rsidP="002F3900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3D3E63">
              <w:rPr>
                <w:rFonts w:ascii="Franklin Gothic Book" w:hAnsi="Franklin Gothic Book"/>
                <w:color w:val="404040" w:themeColor="text1"/>
              </w:rPr>
              <w:t>Coordinadora de Proyectos</w:t>
            </w:r>
          </w:p>
        </w:tc>
        <w:tc>
          <w:tcPr>
            <w:tcW w:w="1010" w:type="pct"/>
            <w:tcBorders>
              <w:left w:val="single" w:sz="4" w:space="0" w:color="auto"/>
              <w:right w:val="single" w:sz="4" w:space="0" w:color="auto"/>
            </w:tcBorders>
          </w:tcPr>
          <w:p w14:paraId="475D7470" w14:textId="77777777" w:rsidR="004B0E02" w:rsidRPr="003D3E63" w:rsidRDefault="004B0E02" w:rsidP="002F3900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3D3E63">
              <w:rPr>
                <w:rFonts w:ascii="Franklin Gothic Book" w:hAnsi="Franklin Gothic Book"/>
                <w:color w:val="404040" w:themeColor="text1"/>
              </w:rPr>
              <w:t>Ingeniera Forestal</w:t>
            </w:r>
          </w:p>
        </w:tc>
        <w:tc>
          <w:tcPr>
            <w:tcW w:w="1348" w:type="pct"/>
            <w:tcBorders>
              <w:left w:val="single" w:sz="4" w:space="0" w:color="auto"/>
              <w:right w:val="nil"/>
            </w:tcBorders>
          </w:tcPr>
          <w:p w14:paraId="6748DA4E" w14:textId="4E15717C" w:rsidR="004B0E02" w:rsidRPr="003D3E63" w:rsidRDefault="004B0E02" w:rsidP="002F3900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3D3E63">
              <w:rPr>
                <w:rFonts w:ascii="Franklin Gothic Book" w:hAnsi="Franklin Gothic Book"/>
                <w:color w:val="404040" w:themeColor="text1"/>
              </w:rPr>
              <w:t>Revisión de informe</w:t>
            </w:r>
            <w:r w:rsidR="00E64A4F">
              <w:rPr>
                <w:rFonts w:ascii="Franklin Gothic Book" w:hAnsi="Franklin Gothic Book"/>
                <w:color w:val="404040" w:themeColor="text1"/>
              </w:rPr>
              <w:t xml:space="preserve"> y coordinación general </w:t>
            </w:r>
          </w:p>
        </w:tc>
      </w:tr>
      <w:tr w:rsidR="009B167C" w:rsidRPr="00301D1A" w14:paraId="036E9AD4" w14:textId="77777777" w:rsidTr="00AC7A66">
        <w:tc>
          <w:tcPr>
            <w:tcW w:w="856" w:type="pct"/>
            <w:tcBorders>
              <w:left w:val="nil"/>
              <w:right w:val="single" w:sz="4" w:space="0" w:color="auto"/>
            </w:tcBorders>
          </w:tcPr>
          <w:p w14:paraId="72BFC7C3" w14:textId="5066C792" w:rsidR="009B167C" w:rsidRPr="00000051" w:rsidRDefault="00CD3066" w:rsidP="009B167C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>
              <w:rPr>
                <w:rFonts w:ascii="Franklin Gothic Book" w:hAnsi="Franklin Gothic Book"/>
                <w:color w:val="404040" w:themeColor="text1"/>
              </w:rPr>
              <w:t>Cristóbal Arismendi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</w:tcPr>
          <w:p w14:paraId="425F6EEA" w14:textId="7531EC6F" w:rsidR="009B167C" w:rsidRPr="003D3E63" w:rsidRDefault="009B167C" w:rsidP="009B167C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>
              <w:rPr>
                <w:rFonts w:ascii="Franklin Gothic Book" w:hAnsi="Franklin Gothic Book"/>
                <w:color w:val="404040" w:themeColor="text1"/>
              </w:rPr>
              <w:t>Geobiota</w:t>
            </w:r>
          </w:p>
        </w:tc>
        <w:tc>
          <w:tcPr>
            <w:tcW w:w="1010" w:type="pct"/>
            <w:tcBorders>
              <w:left w:val="single" w:sz="4" w:space="0" w:color="auto"/>
              <w:right w:val="single" w:sz="4" w:space="0" w:color="auto"/>
            </w:tcBorders>
          </w:tcPr>
          <w:p w14:paraId="622ED036" w14:textId="2DCA3DE1" w:rsidR="009B167C" w:rsidRPr="003D3E63" w:rsidRDefault="009B167C" w:rsidP="009B167C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DE3C07">
              <w:rPr>
                <w:rFonts w:ascii="Franklin Gothic Book" w:hAnsi="Franklin Gothic Book"/>
                <w:color w:val="404040" w:themeColor="text1"/>
              </w:rPr>
              <w:t>Especialista flora y vegetación</w:t>
            </w:r>
          </w:p>
        </w:tc>
        <w:tc>
          <w:tcPr>
            <w:tcW w:w="1010" w:type="pct"/>
            <w:tcBorders>
              <w:left w:val="single" w:sz="4" w:space="0" w:color="auto"/>
              <w:right w:val="single" w:sz="4" w:space="0" w:color="auto"/>
            </w:tcBorders>
          </w:tcPr>
          <w:p w14:paraId="38F69337" w14:textId="7BCC698C" w:rsidR="009B167C" w:rsidRPr="003D3E63" w:rsidRDefault="009B167C" w:rsidP="009B167C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DE3C07">
              <w:rPr>
                <w:rFonts w:ascii="Franklin Gothic Book" w:hAnsi="Franklin Gothic Book"/>
                <w:color w:val="404040" w:themeColor="text1"/>
              </w:rPr>
              <w:t>Ingenier</w:t>
            </w:r>
            <w:r w:rsidR="00CD3066">
              <w:rPr>
                <w:rFonts w:ascii="Franklin Gothic Book" w:hAnsi="Franklin Gothic Book"/>
                <w:color w:val="404040" w:themeColor="text1"/>
              </w:rPr>
              <w:t>o Forestal</w:t>
            </w:r>
          </w:p>
        </w:tc>
        <w:tc>
          <w:tcPr>
            <w:tcW w:w="1348" w:type="pct"/>
            <w:tcBorders>
              <w:left w:val="single" w:sz="4" w:space="0" w:color="auto"/>
              <w:right w:val="nil"/>
            </w:tcBorders>
          </w:tcPr>
          <w:p w14:paraId="667A7886" w14:textId="1CF75E96" w:rsidR="009B167C" w:rsidRPr="003D3E63" w:rsidRDefault="00864C1F" w:rsidP="009B167C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>
              <w:rPr>
                <w:rFonts w:ascii="Franklin Gothic Book" w:hAnsi="Franklin Gothic Book"/>
                <w:color w:val="404040" w:themeColor="text1"/>
              </w:rPr>
              <w:t xml:space="preserve">Elaboración de informe. </w:t>
            </w:r>
            <w:r w:rsidR="00750C4D" w:rsidRPr="00DE3C07">
              <w:rPr>
                <w:rFonts w:ascii="Franklin Gothic Book" w:hAnsi="Franklin Gothic Book"/>
                <w:color w:val="404040" w:themeColor="text1"/>
              </w:rPr>
              <w:t xml:space="preserve">Toma de datos de terreno: </w:t>
            </w:r>
            <w:r w:rsidR="00CD3066">
              <w:rPr>
                <w:rFonts w:ascii="Franklin Gothic Book" w:hAnsi="Franklin Gothic Book"/>
                <w:color w:val="404040" w:themeColor="text1"/>
              </w:rPr>
              <w:t>Algarrobos</w:t>
            </w:r>
            <w:r w:rsidR="00750C4D">
              <w:rPr>
                <w:rFonts w:ascii="Franklin Gothic Book" w:hAnsi="Franklin Gothic Book"/>
                <w:color w:val="404040" w:themeColor="text1"/>
              </w:rPr>
              <w:t xml:space="preserve">. </w:t>
            </w:r>
            <w:r w:rsidR="00CD3066" w:rsidRPr="00CD3066">
              <w:rPr>
                <w:rFonts w:ascii="Franklin Gothic Book" w:hAnsi="Franklin Gothic Book"/>
                <w:color w:val="404040" w:themeColor="text1"/>
              </w:rPr>
              <w:t>Procesamiento de datos</w:t>
            </w:r>
            <w:r w:rsidR="00CD3066">
              <w:rPr>
                <w:rFonts w:ascii="Franklin Gothic Book" w:hAnsi="Franklin Gothic Book"/>
                <w:color w:val="404040" w:themeColor="text1"/>
              </w:rPr>
              <w:t>.</w:t>
            </w:r>
          </w:p>
        </w:tc>
      </w:tr>
      <w:tr w:rsidR="00CD3066" w:rsidRPr="00301D1A" w14:paraId="26D0F20A" w14:textId="77777777" w:rsidTr="00AC7A66">
        <w:tc>
          <w:tcPr>
            <w:tcW w:w="856" w:type="pct"/>
            <w:tcBorders>
              <w:left w:val="nil"/>
              <w:right w:val="single" w:sz="4" w:space="0" w:color="auto"/>
            </w:tcBorders>
          </w:tcPr>
          <w:p w14:paraId="1073C4DD" w14:textId="5E7AAC14" w:rsidR="00CD3066" w:rsidRPr="00CD3066" w:rsidRDefault="00CD3066" w:rsidP="00CD3066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CD3066">
              <w:rPr>
                <w:rFonts w:ascii="Franklin Gothic Book" w:hAnsi="Franklin Gothic Book"/>
                <w:color w:val="404040" w:themeColor="text1"/>
              </w:rPr>
              <w:t>Martín Lotina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</w:tcPr>
          <w:p w14:paraId="44540A42" w14:textId="232876E6" w:rsidR="00CD3066" w:rsidRPr="00CD3066" w:rsidRDefault="00CD3066" w:rsidP="00CD3066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CD3066">
              <w:rPr>
                <w:rFonts w:ascii="Franklin Gothic Book" w:hAnsi="Franklin Gothic Book"/>
                <w:color w:val="404040" w:themeColor="text1"/>
              </w:rPr>
              <w:t>Geobiota</w:t>
            </w:r>
          </w:p>
        </w:tc>
        <w:tc>
          <w:tcPr>
            <w:tcW w:w="1010" w:type="pct"/>
            <w:tcBorders>
              <w:left w:val="single" w:sz="4" w:space="0" w:color="auto"/>
              <w:right w:val="single" w:sz="4" w:space="0" w:color="auto"/>
            </w:tcBorders>
          </w:tcPr>
          <w:p w14:paraId="671A53C0" w14:textId="62662427" w:rsidR="00CD3066" w:rsidRPr="00CD3066" w:rsidRDefault="00CD3066" w:rsidP="00CD3066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CD3066">
              <w:rPr>
                <w:rFonts w:ascii="Franklin Gothic Book" w:hAnsi="Franklin Gothic Book"/>
                <w:color w:val="404040" w:themeColor="text1"/>
              </w:rPr>
              <w:t>Especialista flora y vegetación</w:t>
            </w:r>
          </w:p>
        </w:tc>
        <w:tc>
          <w:tcPr>
            <w:tcW w:w="1010" w:type="pct"/>
            <w:tcBorders>
              <w:left w:val="single" w:sz="4" w:space="0" w:color="auto"/>
              <w:right w:val="single" w:sz="4" w:space="0" w:color="auto"/>
            </w:tcBorders>
          </w:tcPr>
          <w:p w14:paraId="780BDB6A" w14:textId="0385DAC4" w:rsidR="00CD3066" w:rsidRPr="00CD3066" w:rsidRDefault="00CD3066" w:rsidP="00CD3066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CD3066">
              <w:rPr>
                <w:rFonts w:ascii="Franklin Gothic Book" w:hAnsi="Franklin Gothic Book"/>
                <w:color w:val="404040" w:themeColor="text1"/>
              </w:rPr>
              <w:t>Ingeniero Forestal</w:t>
            </w:r>
          </w:p>
        </w:tc>
        <w:tc>
          <w:tcPr>
            <w:tcW w:w="1348" w:type="pct"/>
            <w:tcBorders>
              <w:left w:val="single" w:sz="4" w:space="0" w:color="auto"/>
              <w:right w:val="nil"/>
            </w:tcBorders>
          </w:tcPr>
          <w:p w14:paraId="79ED7C92" w14:textId="142CCC84" w:rsidR="00CD3066" w:rsidRPr="00CD3066" w:rsidRDefault="00864C1F" w:rsidP="00CD3066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CD3066">
              <w:rPr>
                <w:rFonts w:ascii="Franklin Gothic Book" w:hAnsi="Franklin Gothic Book"/>
                <w:color w:val="404040" w:themeColor="text1"/>
              </w:rPr>
              <w:t>Elaboración de informe</w:t>
            </w:r>
            <w:r>
              <w:rPr>
                <w:rFonts w:ascii="Franklin Gothic Book" w:hAnsi="Franklin Gothic Book"/>
                <w:color w:val="404040" w:themeColor="text1"/>
              </w:rPr>
              <w:t xml:space="preserve">. </w:t>
            </w:r>
            <w:r w:rsidR="00CD3066" w:rsidRPr="00CD3066">
              <w:rPr>
                <w:rFonts w:ascii="Franklin Gothic Book" w:hAnsi="Franklin Gothic Book"/>
                <w:color w:val="404040" w:themeColor="text1"/>
              </w:rPr>
              <w:t xml:space="preserve">Toma de datos de terreno: Algarrobos. Procesamiento de datos. </w:t>
            </w:r>
          </w:p>
        </w:tc>
      </w:tr>
      <w:tr w:rsidR="00CD3066" w:rsidRPr="00301D1A" w14:paraId="34BD93CA" w14:textId="77777777" w:rsidTr="00AC7A66">
        <w:tc>
          <w:tcPr>
            <w:tcW w:w="856" w:type="pct"/>
            <w:tcBorders>
              <w:left w:val="nil"/>
              <w:right w:val="single" w:sz="4" w:space="0" w:color="auto"/>
            </w:tcBorders>
          </w:tcPr>
          <w:p w14:paraId="2A22FDFA" w14:textId="2E2665DC" w:rsidR="00CD3066" w:rsidRPr="00CD3066" w:rsidRDefault="00CD3066" w:rsidP="00CD3066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CD3066">
              <w:rPr>
                <w:rFonts w:ascii="Franklin Gothic Book" w:hAnsi="Franklin Gothic Book"/>
                <w:color w:val="404040" w:themeColor="text1"/>
              </w:rPr>
              <w:t>Andrés Aguilar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</w:tcPr>
          <w:p w14:paraId="1B7618FE" w14:textId="121E7CFF" w:rsidR="00CD3066" w:rsidRPr="00CD3066" w:rsidRDefault="00CD3066" w:rsidP="00CD3066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CD3066">
              <w:rPr>
                <w:rFonts w:ascii="Franklin Gothic Book" w:hAnsi="Franklin Gothic Book"/>
                <w:color w:val="404040" w:themeColor="text1"/>
              </w:rPr>
              <w:t>Geobiota</w:t>
            </w:r>
          </w:p>
        </w:tc>
        <w:tc>
          <w:tcPr>
            <w:tcW w:w="1010" w:type="pct"/>
            <w:tcBorders>
              <w:left w:val="single" w:sz="4" w:space="0" w:color="auto"/>
              <w:right w:val="single" w:sz="4" w:space="0" w:color="auto"/>
            </w:tcBorders>
          </w:tcPr>
          <w:p w14:paraId="1CA99274" w14:textId="36ADEE78" w:rsidR="00CD3066" w:rsidRPr="00CD3066" w:rsidRDefault="00CD3066" w:rsidP="00CD3066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CD3066">
              <w:rPr>
                <w:rFonts w:ascii="Franklin Gothic Book" w:hAnsi="Franklin Gothic Book"/>
                <w:color w:val="404040" w:themeColor="text1"/>
              </w:rPr>
              <w:t>Especialista flora y vegetación</w:t>
            </w:r>
          </w:p>
        </w:tc>
        <w:tc>
          <w:tcPr>
            <w:tcW w:w="1010" w:type="pct"/>
            <w:tcBorders>
              <w:left w:val="single" w:sz="4" w:space="0" w:color="auto"/>
              <w:right w:val="single" w:sz="4" w:space="0" w:color="auto"/>
            </w:tcBorders>
          </w:tcPr>
          <w:p w14:paraId="30643F3D" w14:textId="49A25566" w:rsidR="00CD3066" w:rsidRPr="00CD3066" w:rsidRDefault="00CD3066" w:rsidP="00CD3066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CD3066">
              <w:rPr>
                <w:rFonts w:ascii="Franklin Gothic Book" w:hAnsi="Franklin Gothic Book"/>
                <w:color w:val="404040" w:themeColor="text1"/>
              </w:rPr>
              <w:t>Ingeniero Forestal</w:t>
            </w:r>
          </w:p>
        </w:tc>
        <w:tc>
          <w:tcPr>
            <w:tcW w:w="1348" w:type="pct"/>
            <w:tcBorders>
              <w:left w:val="single" w:sz="4" w:space="0" w:color="auto"/>
              <w:right w:val="nil"/>
            </w:tcBorders>
          </w:tcPr>
          <w:p w14:paraId="10DACB7F" w14:textId="0FCBD282" w:rsidR="00CD3066" w:rsidRPr="00DE3C07" w:rsidRDefault="00CD3066" w:rsidP="00CD3066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CD3066">
              <w:rPr>
                <w:rFonts w:ascii="Franklin Gothic Book" w:hAnsi="Franklin Gothic Book"/>
                <w:color w:val="404040" w:themeColor="text1"/>
              </w:rPr>
              <w:t>Toma de datos de terreno: Algarrobos.</w:t>
            </w:r>
          </w:p>
        </w:tc>
      </w:tr>
      <w:tr w:rsidR="00CD3066" w:rsidRPr="00301D1A" w14:paraId="6DC8E017" w14:textId="77777777" w:rsidTr="00AC7A66">
        <w:tc>
          <w:tcPr>
            <w:tcW w:w="856" w:type="pct"/>
            <w:tcBorders>
              <w:left w:val="nil"/>
              <w:right w:val="single" w:sz="4" w:space="0" w:color="auto"/>
            </w:tcBorders>
          </w:tcPr>
          <w:p w14:paraId="38E22CFE" w14:textId="00731633" w:rsidR="00CD3066" w:rsidRPr="00CD3066" w:rsidRDefault="00CD3066" w:rsidP="00CD3066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CD3066">
              <w:rPr>
                <w:rFonts w:ascii="Franklin Gothic Book" w:hAnsi="Franklin Gothic Book"/>
                <w:color w:val="404040" w:themeColor="text1"/>
              </w:rPr>
              <w:t>Clemente Luco A.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</w:tcPr>
          <w:p w14:paraId="57E4F16D" w14:textId="5A275447" w:rsidR="00CD3066" w:rsidRPr="00CD3066" w:rsidRDefault="00CD3066" w:rsidP="00CD3066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CD3066">
              <w:rPr>
                <w:rFonts w:ascii="Franklin Gothic Book" w:hAnsi="Franklin Gothic Book"/>
                <w:color w:val="404040" w:themeColor="text1"/>
              </w:rPr>
              <w:t>Geobiota</w:t>
            </w:r>
          </w:p>
        </w:tc>
        <w:tc>
          <w:tcPr>
            <w:tcW w:w="1010" w:type="pct"/>
            <w:tcBorders>
              <w:left w:val="single" w:sz="4" w:space="0" w:color="auto"/>
              <w:right w:val="single" w:sz="4" w:space="0" w:color="auto"/>
            </w:tcBorders>
          </w:tcPr>
          <w:p w14:paraId="050EC4AF" w14:textId="31D91903" w:rsidR="00CD3066" w:rsidRPr="00CD3066" w:rsidRDefault="00CD3066" w:rsidP="00CD3066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CD3066">
              <w:rPr>
                <w:rFonts w:ascii="Franklin Gothic Book" w:hAnsi="Franklin Gothic Book"/>
                <w:color w:val="404040" w:themeColor="text1"/>
              </w:rPr>
              <w:t>Especialista flora y vegetación</w:t>
            </w:r>
          </w:p>
        </w:tc>
        <w:tc>
          <w:tcPr>
            <w:tcW w:w="1010" w:type="pct"/>
            <w:tcBorders>
              <w:left w:val="single" w:sz="4" w:space="0" w:color="auto"/>
              <w:right w:val="single" w:sz="4" w:space="0" w:color="auto"/>
            </w:tcBorders>
          </w:tcPr>
          <w:p w14:paraId="229C1823" w14:textId="70A158A3" w:rsidR="00CD3066" w:rsidRPr="00CD3066" w:rsidRDefault="00CD3066" w:rsidP="00CD3066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CD3066">
              <w:rPr>
                <w:rFonts w:ascii="Franklin Gothic Book" w:hAnsi="Franklin Gothic Book"/>
                <w:color w:val="404040" w:themeColor="text1"/>
              </w:rPr>
              <w:t>Ingeniero en Recursos Naturales</w:t>
            </w:r>
          </w:p>
        </w:tc>
        <w:tc>
          <w:tcPr>
            <w:tcW w:w="1348" w:type="pct"/>
            <w:tcBorders>
              <w:left w:val="single" w:sz="4" w:space="0" w:color="auto"/>
              <w:right w:val="nil"/>
            </w:tcBorders>
          </w:tcPr>
          <w:p w14:paraId="5956B0C8" w14:textId="0F72E305" w:rsidR="00CD3066" w:rsidRPr="00CD3066" w:rsidRDefault="000551D0" w:rsidP="00CD3066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0551D0">
              <w:rPr>
                <w:rFonts w:ascii="Franklin Gothic Book" w:hAnsi="Franklin Gothic Book"/>
                <w:color w:val="404040" w:themeColor="text1"/>
              </w:rPr>
              <w:t>Toma de datos de terreno: COT, Flora y algarrobos</w:t>
            </w:r>
          </w:p>
        </w:tc>
      </w:tr>
      <w:tr w:rsidR="003C0F0E" w:rsidRPr="00301D1A" w14:paraId="309D6134" w14:textId="77777777" w:rsidTr="00AC7A66">
        <w:tc>
          <w:tcPr>
            <w:tcW w:w="856" w:type="pct"/>
            <w:tcBorders>
              <w:left w:val="nil"/>
              <w:right w:val="single" w:sz="4" w:space="0" w:color="auto"/>
            </w:tcBorders>
          </w:tcPr>
          <w:p w14:paraId="332E18BC" w14:textId="79AEEF21" w:rsidR="003C0F0E" w:rsidRPr="00CD3066" w:rsidRDefault="003C0F0E" w:rsidP="003C0F0E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proofErr w:type="spellStart"/>
            <w:r w:rsidRPr="00EE6FB0">
              <w:rPr>
                <w:rFonts w:ascii="Franklin Gothic Book" w:hAnsi="Franklin Gothic Book"/>
                <w:color w:val="404040" w:themeColor="text1"/>
              </w:rPr>
              <w:t>Yerthi</w:t>
            </w:r>
            <w:proofErr w:type="spellEnd"/>
            <w:r w:rsidRPr="00EE6FB0">
              <w:rPr>
                <w:rFonts w:ascii="Franklin Gothic Book" w:hAnsi="Franklin Gothic Book"/>
                <w:color w:val="404040" w:themeColor="text1"/>
              </w:rPr>
              <w:t xml:space="preserve"> </w:t>
            </w:r>
            <w:proofErr w:type="spellStart"/>
            <w:r w:rsidRPr="00EE6FB0">
              <w:rPr>
                <w:rFonts w:ascii="Franklin Gothic Book" w:hAnsi="Franklin Gothic Book"/>
                <w:color w:val="404040" w:themeColor="text1"/>
              </w:rPr>
              <w:t>Gerlach</w:t>
            </w:r>
            <w:proofErr w:type="spellEnd"/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</w:tcPr>
          <w:p w14:paraId="0A77BBE4" w14:textId="4718CE68" w:rsidR="003C0F0E" w:rsidRPr="00CD3066" w:rsidRDefault="003C0F0E" w:rsidP="003C0F0E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EE6FB0">
              <w:rPr>
                <w:rFonts w:ascii="Franklin Gothic Book" w:hAnsi="Franklin Gothic Book"/>
                <w:color w:val="404040" w:themeColor="text1"/>
              </w:rPr>
              <w:t>Geobiota</w:t>
            </w:r>
          </w:p>
        </w:tc>
        <w:tc>
          <w:tcPr>
            <w:tcW w:w="1010" w:type="pct"/>
            <w:tcBorders>
              <w:left w:val="single" w:sz="4" w:space="0" w:color="auto"/>
              <w:right w:val="single" w:sz="4" w:space="0" w:color="auto"/>
            </w:tcBorders>
          </w:tcPr>
          <w:p w14:paraId="2E6FDA45" w14:textId="1DB34AB8" w:rsidR="003C0F0E" w:rsidRPr="00CD3066" w:rsidRDefault="003C0F0E" w:rsidP="003C0F0E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EE6FB0">
              <w:rPr>
                <w:rFonts w:ascii="Franklin Gothic Book" w:hAnsi="Franklin Gothic Book"/>
                <w:color w:val="404040" w:themeColor="text1"/>
              </w:rPr>
              <w:t>Especialista flora y vegetación</w:t>
            </w:r>
          </w:p>
        </w:tc>
        <w:tc>
          <w:tcPr>
            <w:tcW w:w="1010" w:type="pct"/>
            <w:tcBorders>
              <w:left w:val="single" w:sz="4" w:space="0" w:color="auto"/>
              <w:right w:val="single" w:sz="4" w:space="0" w:color="auto"/>
            </w:tcBorders>
          </w:tcPr>
          <w:p w14:paraId="141544A3" w14:textId="02462DA5" w:rsidR="003C0F0E" w:rsidRPr="00CD3066" w:rsidRDefault="003C0F0E" w:rsidP="003C0F0E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EE6FB0">
              <w:rPr>
                <w:rFonts w:ascii="Franklin Gothic Book" w:hAnsi="Franklin Gothic Book"/>
                <w:color w:val="404040" w:themeColor="text1"/>
              </w:rPr>
              <w:t>Ingeniera en Recursos Naturales</w:t>
            </w:r>
          </w:p>
        </w:tc>
        <w:tc>
          <w:tcPr>
            <w:tcW w:w="1348" w:type="pct"/>
            <w:tcBorders>
              <w:left w:val="single" w:sz="4" w:space="0" w:color="auto"/>
              <w:right w:val="nil"/>
            </w:tcBorders>
          </w:tcPr>
          <w:p w14:paraId="0EF6E434" w14:textId="5951BA47" w:rsidR="003C0F0E" w:rsidRPr="000551D0" w:rsidRDefault="003C0F0E" w:rsidP="003C0F0E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EE6FB0">
              <w:rPr>
                <w:rFonts w:ascii="Franklin Gothic Book" w:hAnsi="Franklin Gothic Book"/>
                <w:color w:val="404040" w:themeColor="text1"/>
              </w:rPr>
              <w:t>Toma de datos de terreno: Algarrobos</w:t>
            </w:r>
          </w:p>
        </w:tc>
      </w:tr>
      <w:tr w:rsidR="00F84992" w:rsidRPr="00301D1A" w14:paraId="37BD09ED" w14:textId="77777777" w:rsidTr="00AC7A66">
        <w:tc>
          <w:tcPr>
            <w:tcW w:w="856" w:type="pct"/>
            <w:tcBorders>
              <w:left w:val="nil"/>
              <w:right w:val="single" w:sz="4" w:space="0" w:color="auto"/>
            </w:tcBorders>
          </w:tcPr>
          <w:p w14:paraId="6C1891D3" w14:textId="691E6FC3" w:rsidR="00F84992" w:rsidRPr="00CD3066" w:rsidRDefault="00F84992" w:rsidP="00F8499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5D2E1D">
              <w:rPr>
                <w:rFonts w:ascii="Franklin Gothic Book" w:hAnsi="Franklin Gothic Book"/>
                <w:color w:val="404040" w:themeColor="text1"/>
              </w:rPr>
              <w:t>Primo Jara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</w:tcPr>
          <w:p w14:paraId="059F3322" w14:textId="4FB27E8E" w:rsidR="00F84992" w:rsidRPr="00CD3066" w:rsidRDefault="00F84992" w:rsidP="00F8499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5D2E1D">
              <w:rPr>
                <w:rFonts w:ascii="Franklin Gothic Book" w:hAnsi="Franklin Gothic Book"/>
                <w:color w:val="404040" w:themeColor="text1"/>
              </w:rPr>
              <w:t>Geobiota/Externo</w:t>
            </w:r>
          </w:p>
        </w:tc>
        <w:tc>
          <w:tcPr>
            <w:tcW w:w="1010" w:type="pct"/>
            <w:tcBorders>
              <w:left w:val="single" w:sz="4" w:space="0" w:color="auto"/>
              <w:right w:val="single" w:sz="4" w:space="0" w:color="auto"/>
            </w:tcBorders>
          </w:tcPr>
          <w:p w14:paraId="47794CFC" w14:textId="2C0A07AE" w:rsidR="00F84992" w:rsidRPr="00CD3066" w:rsidRDefault="005D2E1D" w:rsidP="00F8499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EE6FB0">
              <w:rPr>
                <w:rFonts w:ascii="Franklin Gothic Book" w:hAnsi="Franklin Gothic Book"/>
                <w:color w:val="404040" w:themeColor="text1"/>
              </w:rPr>
              <w:t>Especialista flora y vegetación</w:t>
            </w:r>
          </w:p>
        </w:tc>
        <w:tc>
          <w:tcPr>
            <w:tcW w:w="1010" w:type="pct"/>
            <w:tcBorders>
              <w:left w:val="single" w:sz="4" w:space="0" w:color="auto"/>
              <w:right w:val="single" w:sz="4" w:space="0" w:color="auto"/>
            </w:tcBorders>
          </w:tcPr>
          <w:p w14:paraId="138B2AC7" w14:textId="2EEDDD1D" w:rsidR="00F84992" w:rsidRPr="00CD3066" w:rsidRDefault="005D2E1D" w:rsidP="00F8499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>
              <w:rPr>
                <w:rFonts w:ascii="Franklin Gothic Book" w:hAnsi="Franklin Gothic Book"/>
                <w:color w:val="404040" w:themeColor="text1"/>
              </w:rPr>
              <w:t>Ingeniero Agrónomo</w:t>
            </w:r>
          </w:p>
        </w:tc>
        <w:tc>
          <w:tcPr>
            <w:tcW w:w="1348" w:type="pct"/>
            <w:tcBorders>
              <w:left w:val="single" w:sz="4" w:space="0" w:color="auto"/>
              <w:right w:val="nil"/>
            </w:tcBorders>
          </w:tcPr>
          <w:p w14:paraId="5CF4D5DB" w14:textId="0DADEAF3" w:rsidR="00F84992" w:rsidRPr="000551D0" w:rsidRDefault="00F84992" w:rsidP="00F84992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23732E">
              <w:rPr>
                <w:rFonts w:ascii="Franklin Gothic Book" w:hAnsi="Franklin Gothic Book"/>
                <w:color w:val="404040" w:themeColor="text1"/>
              </w:rPr>
              <w:t>Toma de datos de terreno: Algarrobos</w:t>
            </w:r>
          </w:p>
        </w:tc>
      </w:tr>
      <w:tr w:rsidR="00CD3066" w:rsidRPr="00301D1A" w14:paraId="0A6036DF" w14:textId="77777777" w:rsidTr="00AC7A66">
        <w:tc>
          <w:tcPr>
            <w:tcW w:w="856" w:type="pct"/>
            <w:tcBorders>
              <w:left w:val="nil"/>
              <w:right w:val="single" w:sz="4" w:space="0" w:color="auto"/>
            </w:tcBorders>
          </w:tcPr>
          <w:p w14:paraId="03D37DF1" w14:textId="1F42A59D" w:rsidR="00CD3066" w:rsidRPr="00CD3066" w:rsidRDefault="00CD3066" w:rsidP="00CD3066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CD3066">
              <w:rPr>
                <w:rFonts w:ascii="Franklin Gothic Book" w:hAnsi="Franklin Gothic Book"/>
                <w:color w:val="404040" w:themeColor="text1"/>
              </w:rPr>
              <w:t>Diego Recaman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</w:tcPr>
          <w:p w14:paraId="6393457D" w14:textId="5AD8310E" w:rsidR="00CD3066" w:rsidRPr="00CD3066" w:rsidRDefault="00CD3066" w:rsidP="00CD3066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CD3066">
              <w:rPr>
                <w:rFonts w:ascii="Franklin Gothic Book" w:hAnsi="Franklin Gothic Book"/>
                <w:color w:val="404040" w:themeColor="text1"/>
              </w:rPr>
              <w:t>Geobiota/Externo</w:t>
            </w:r>
          </w:p>
        </w:tc>
        <w:tc>
          <w:tcPr>
            <w:tcW w:w="1010" w:type="pct"/>
            <w:tcBorders>
              <w:left w:val="single" w:sz="4" w:space="0" w:color="auto"/>
              <w:right w:val="single" w:sz="4" w:space="0" w:color="auto"/>
            </w:tcBorders>
          </w:tcPr>
          <w:p w14:paraId="23DDBC6E" w14:textId="17D56565" w:rsidR="00CD3066" w:rsidRPr="00CD3066" w:rsidRDefault="005D2E1D" w:rsidP="00CD3066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EE6FB0">
              <w:rPr>
                <w:rFonts w:ascii="Franklin Gothic Book" w:hAnsi="Franklin Gothic Book"/>
                <w:color w:val="404040" w:themeColor="text1"/>
              </w:rPr>
              <w:t>Especialista flora y vegetación</w:t>
            </w:r>
          </w:p>
        </w:tc>
        <w:tc>
          <w:tcPr>
            <w:tcW w:w="1010" w:type="pct"/>
            <w:tcBorders>
              <w:left w:val="single" w:sz="4" w:space="0" w:color="auto"/>
              <w:right w:val="single" w:sz="4" w:space="0" w:color="auto"/>
            </w:tcBorders>
          </w:tcPr>
          <w:p w14:paraId="0C9290A5" w14:textId="1A6CBEE0" w:rsidR="00CD3066" w:rsidRPr="00CD3066" w:rsidRDefault="005D2E1D" w:rsidP="00CD3066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>
              <w:rPr>
                <w:rFonts w:ascii="Franklin Gothic Book" w:hAnsi="Franklin Gothic Book"/>
                <w:color w:val="404040" w:themeColor="text1"/>
              </w:rPr>
              <w:t xml:space="preserve">Ingeniero </w:t>
            </w:r>
            <w:r w:rsidR="00435C61">
              <w:rPr>
                <w:rFonts w:ascii="Franklin Gothic Book" w:hAnsi="Franklin Gothic Book"/>
                <w:color w:val="404040" w:themeColor="text1"/>
              </w:rPr>
              <w:t>A</w:t>
            </w:r>
            <w:r>
              <w:rPr>
                <w:rFonts w:ascii="Franklin Gothic Book" w:hAnsi="Franklin Gothic Book"/>
                <w:color w:val="404040" w:themeColor="text1"/>
              </w:rPr>
              <w:t>mbiental</w:t>
            </w:r>
          </w:p>
        </w:tc>
        <w:tc>
          <w:tcPr>
            <w:tcW w:w="1348" w:type="pct"/>
            <w:tcBorders>
              <w:left w:val="single" w:sz="4" w:space="0" w:color="auto"/>
              <w:right w:val="nil"/>
            </w:tcBorders>
          </w:tcPr>
          <w:p w14:paraId="6DC3C4C2" w14:textId="6E7B769A" w:rsidR="00CD3066" w:rsidRPr="00CD3066" w:rsidRDefault="000551D0" w:rsidP="00CD3066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0551D0">
              <w:rPr>
                <w:rFonts w:ascii="Franklin Gothic Book" w:hAnsi="Franklin Gothic Book"/>
                <w:color w:val="404040" w:themeColor="text1"/>
              </w:rPr>
              <w:t>Toma de datos de terreno: COT, y Flora</w:t>
            </w:r>
          </w:p>
        </w:tc>
      </w:tr>
      <w:tr w:rsidR="00CD3066" w:rsidRPr="00301D1A" w14:paraId="56F2EEA5" w14:textId="77777777" w:rsidTr="00AC7A66">
        <w:tc>
          <w:tcPr>
            <w:tcW w:w="856" w:type="pct"/>
            <w:tcBorders>
              <w:left w:val="nil"/>
              <w:right w:val="single" w:sz="4" w:space="0" w:color="auto"/>
            </w:tcBorders>
          </w:tcPr>
          <w:p w14:paraId="2825CE2C" w14:textId="61DFAE1A" w:rsidR="00CD3066" w:rsidRPr="00CD3066" w:rsidRDefault="00CD3066" w:rsidP="009261FB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>
              <w:rPr>
                <w:rFonts w:ascii="Franklin Gothic Book" w:hAnsi="Franklin Gothic Book"/>
                <w:color w:val="404040" w:themeColor="text1"/>
              </w:rPr>
              <w:t>Nicolas Bravo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</w:tcPr>
          <w:p w14:paraId="4D633A90" w14:textId="4EDD263E" w:rsidR="00CD3066" w:rsidRPr="00CD3066" w:rsidRDefault="00CD3066" w:rsidP="009261FB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CD3066">
              <w:rPr>
                <w:rFonts w:ascii="Franklin Gothic Book" w:hAnsi="Franklin Gothic Book"/>
                <w:color w:val="404040" w:themeColor="text1"/>
              </w:rPr>
              <w:t>Geobiota/Externo</w:t>
            </w:r>
          </w:p>
        </w:tc>
        <w:tc>
          <w:tcPr>
            <w:tcW w:w="1010" w:type="pct"/>
            <w:tcBorders>
              <w:left w:val="single" w:sz="4" w:space="0" w:color="auto"/>
              <w:right w:val="single" w:sz="4" w:space="0" w:color="auto"/>
            </w:tcBorders>
          </w:tcPr>
          <w:p w14:paraId="72CA7236" w14:textId="709F9C98" w:rsidR="00CD3066" w:rsidRPr="00CD3066" w:rsidRDefault="005D2E1D" w:rsidP="009261FB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EE6FB0">
              <w:rPr>
                <w:rFonts w:ascii="Franklin Gothic Book" w:hAnsi="Franklin Gothic Book"/>
                <w:color w:val="404040" w:themeColor="text1"/>
              </w:rPr>
              <w:t>Especialista flora y vegetación</w:t>
            </w:r>
          </w:p>
        </w:tc>
        <w:tc>
          <w:tcPr>
            <w:tcW w:w="1010" w:type="pct"/>
            <w:tcBorders>
              <w:left w:val="single" w:sz="4" w:space="0" w:color="auto"/>
              <w:right w:val="single" w:sz="4" w:space="0" w:color="auto"/>
            </w:tcBorders>
          </w:tcPr>
          <w:p w14:paraId="5B8C81E5" w14:textId="25EBBA24" w:rsidR="00CD3066" w:rsidRPr="00CD3066" w:rsidRDefault="005D2E1D" w:rsidP="009261FB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>
              <w:rPr>
                <w:rFonts w:ascii="Franklin Gothic Book" w:hAnsi="Franklin Gothic Book"/>
                <w:color w:val="404040" w:themeColor="text1"/>
              </w:rPr>
              <w:t xml:space="preserve">Ingeniero </w:t>
            </w:r>
            <w:r w:rsidR="00435C61">
              <w:rPr>
                <w:rFonts w:ascii="Franklin Gothic Book" w:hAnsi="Franklin Gothic Book"/>
                <w:color w:val="404040" w:themeColor="text1"/>
              </w:rPr>
              <w:t>A</w:t>
            </w:r>
            <w:r>
              <w:rPr>
                <w:rFonts w:ascii="Franklin Gothic Book" w:hAnsi="Franklin Gothic Book"/>
                <w:color w:val="404040" w:themeColor="text1"/>
              </w:rPr>
              <w:t>grónomo</w:t>
            </w:r>
          </w:p>
        </w:tc>
        <w:tc>
          <w:tcPr>
            <w:tcW w:w="1348" w:type="pct"/>
            <w:tcBorders>
              <w:left w:val="single" w:sz="4" w:space="0" w:color="auto"/>
              <w:right w:val="nil"/>
            </w:tcBorders>
          </w:tcPr>
          <w:p w14:paraId="386006D5" w14:textId="33788AA1" w:rsidR="00CD3066" w:rsidRPr="00CD3066" w:rsidRDefault="000551D0" w:rsidP="009261FB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0551D0">
              <w:rPr>
                <w:rFonts w:ascii="Franklin Gothic Book" w:hAnsi="Franklin Gothic Book"/>
                <w:color w:val="404040" w:themeColor="text1"/>
              </w:rPr>
              <w:t>Toma de datos de terreno: COT, y Flora</w:t>
            </w:r>
          </w:p>
        </w:tc>
      </w:tr>
      <w:tr w:rsidR="00CD3066" w:rsidRPr="00301D1A" w14:paraId="37507F4B" w14:textId="77777777" w:rsidTr="00AC7A66">
        <w:tc>
          <w:tcPr>
            <w:tcW w:w="856" w:type="pct"/>
            <w:tcBorders>
              <w:left w:val="nil"/>
              <w:right w:val="single" w:sz="4" w:space="0" w:color="auto"/>
            </w:tcBorders>
          </w:tcPr>
          <w:p w14:paraId="40BA24E8" w14:textId="7AA10A8C" w:rsidR="00CD3066" w:rsidRPr="00CD3066" w:rsidRDefault="000551D0" w:rsidP="009261FB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>
              <w:rPr>
                <w:rFonts w:ascii="Franklin Gothic Book" w:hAnsi="Franklin Gothic Book"/>
                <w:color w:val="404040" w:themeColor="text1"/>
              </w:rPr>
              <w:t>Ricardo Puebla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</w:tcPr>
          <w:p w14:paraId="4026A083" w14:textId="56536A87" w:rsidR="00CD3066" w:rsidRPr="00CD3066" w:rsidRDefault="000551D0" w:rsidP="009261FB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0551D0">
              <w:rPr>
                <w:rFonts w:ascii="Franklin Gothic Book" w:hAnsi="Franklin Gothic Book"/>
                <w:color w:val="404040" w:themeColor="text1"/>
              </w:rPr>
              <w:t>Geobiota/Externo</w:t>
            </w:r>
          </w:p>
        </w:tc>
        <w:tc>
          <w:tcPr>
            <w:tcW w:w="1010" w:type="pct"/>
            <w:tcBorders>
              <w:left w:val="single" w:sz="4" w:space="0" w:color="auto"/>
              <w:right w:val="single" w:sz="4" w:space="0" w:color="auto"/>
            </w:tcBorders>
          </w:tcPr>
          <w:p w14:paraId="24E89F54" w14:textId="3647694F" w:rsidR="00CD3066" w:rsidRPr="00CD3066" w:rsidRDefault="005D2E1D" w:rsidP="009261FB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EE6FB0">
              <w:rPr>
                <w:rFonts w:ascii="Franklin Gothic Book" w:hAnsi="Franklin Gothic Book"/>
                <w:color w:val="404040" w:themeColor="text1"/>
              </w:rPr>
              <w:t>Especialista flora y vegetación</w:t>
            </w:r>
          </w:p>
        </w:tc>
        <w:tc>
          <w:tcPr>
            <w:tcW w:w="1010" w:type="pct"/>
            <w:tcBorders>
              <w:left w:val="single" w:sz="4" w:space="0" w:color="auto"/>
              <w:right w:val="single" w:sz="4" w:space="0" w:color="auto"/>
            </w:tcBorders>
          </w:tcPr>
          <w:p w14:paraId="0B3515E9" w14:textId="432068E5" w:rsidR="00CD3066" w:rsidRPr="00CD3066" w:rsidRDefault="005D2E1D" w:rsidP="009261FB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>
              <w:rPr>
                <w:rFonts w:ascii="Franklin Gothic Book" w:hAnsi="Franklin Gothic Book"/>
                <w:color w:val="404040" w:themeColor="text1"/>
              </w:rPr>
              <w:t>Ingeniero Forestal</w:t>
            </w:r>
          </w:p>
        </w:tc>
        <w:tc>
          <w:tcPr>
            <w:tcW w:w="1348" w:type="pct"/>
            <w:tcBorders>
              <w:left w:val="single" w:sz="4" w:space="0" w:color="auto"/>
              <w:right w:val="nil"/>
            </w:tcBorders>
          </w:tcPr>
          <w:p w14:paraId="0E964E8F" w14:textId="5A3AC91C" w:rsidR="00CD3066" w:rsidRPr="00CD3066" w:rsidRDefault="000551D0" w:rsidP="009261FB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0551D0">
              <w:rPr>
                <w:rFonts w:ascii="Franklin Gothic Book" w:hAnsi="Franklin Gothic Book"/>
                <w:color w:val="404040" w:themeColor="text1"/>
              </w:rPr>
              <w:t>Toma de datos de terreno: COT, y Flora</w:t>
            </w:r>
          </w:p>
        </w:tc>
      </w:tr>
      <w:tr w:rsidR="000309EB" w:rsidRPr="00301D1A" w14:paraId="6C24508D" w14:textId="77777777" w:rsidTr="00AC7A66">
        <w:tc>
          <w:tcPr>
            <w:tcW w:w="856" w:type="pct"/>
            <w:tcBorders>
              <w:left w:val="nil"/>
              <w:right w:val="single" w:sz="4" w:space="0" w:color="auto"/>
            </w:tcBorders>
          </w:tcPr>
          <w:p w14:paraId="79BE4626" w14:textId="086FF42F" w:rsidR="000309EB" w:rsidRPr="00711779" w:rsidRDefault="005D2E1D" w:rsidP="000309EB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711779">
              <w:rPr>
                <w:rFonts w:ascii="Franklin Gothic Book" w:hAnsi="Franklin Gothic Book"/>
                <w:color w:val="404040" w:themeColor="text1"/>
              </w:rPr>
              <w:t>Roberto Gutiérrez Paredes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</w:tcPr>
          <w:p w14:paraId="13960AE1" w14:textId="67F29E55" w:rsidR="000309EB" w:rsidRPr="00864C1F" w:rsidRDefault="000309EB" w:rsidP="000309EB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864C1F">
              <w:rPr>
                <w:rFonts w:ascii="Franklin Gothic Book" w:hAnsi="Franklin Gothic Book"/>
                <w:color w:val="404040" w:themeColor="text1"/>
              </w:rPr>
              <w:t xml:space="preserve">ALS </w:t>
            </w:r>
            <w:proofErr w:type="spellStart"/>
            <w:r w:rsidRPr="00864C1F">
              <w:rPr>
                <w:rFonts w:ascii="Franklin Gothic Book" w:hAnsi="Franklin Gothic Book"/>
                <w:color w:val="404040" w:themeColor="text1"/>
              </w:rPr>
              <w:t>Life</w:t>
            </w:r>
            <w:proofErr w:type="spellEnd"/>
            <w:r w:rsidRPr="00864C1F">
              <w:rPr>
                <w:rFonts w:ascii="Franklin Gothic Book" w:hAnsi="Franklin Gothic Book"/>
                <w:color w:val="404040" w:themeColor="text1"/>
              </w:rPr>
              <w:t xml:space="preserve"> </w:t>
            </w:r>
            <w:proofErr w:type="spellStart"/>
            <w:r w:rsidRPr="00864C1F">
              <w:rPr>
                <w:rFonts w:ascii="Franklin Gothic Book" w:hAnsi="Franklin Gothic Book"/>
                <w:color w:val="404040" w:themeColor="text1"/>
              </w:rPr>
              <w:t>Sciences</w:t>
            </w:r>
            <w:proofErr w:type="spellEnd"/>
            <w:r w:rsidRPr="00864C1F">
              <w:rPr>
                <w:rFonts w:ascii="Franklin Gothic Book" w:hAnsi="Franklin Gothic Book"/>
                <w:color w:val="404040" w:themeColor="text1"/>
              </w:rPr>
              <w:t xml:space="preserve"> Chile</w:t>
            </w:r>
          </w:p>
        </w:tc>
        <w:tc>
          <w:tcPr>
            <w:tcW w:w="1010" w:type="pct"/>
            <w:tcBorders>
              <w:left w:val="single" w:sz="4" w:space="0" w:color="auto"/>
              <w:right w:val="single" w:sz="4" w:space="0" w:color="auto"/>
            </w:tcBorders>
          </w:tcPr>
          <w:p w14:paraId="7E2C22F1" w14:textId="61B10149" w:rsidR="000309EB" w:rsidRPr="00864C1F" w:rsidRDefault="000309EB" w:rsidP="000309EB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435C61">
              <w:rPr>
                <w:rFonts w:ascii="Franklin Gothic Book" w:hAnsi="Franklin Gothic Book"/>
                <w:color w:val="404040" w:themeColor="text1"/>
              </w:rPr>
              <w:t>Inspector Ambiental</w:t>
            </w:r>
          </w:p>
        </w:tc>
        <w:tc>
          <w:tcPr>
            <w:tcW w:w="1010" w:type="pct"/>
            <w:tcBorders>
              <w:left w:val="single" w:sz="4" w:space="0" w:color="auto"/>
              <w:right w:val="single" w:sz="4" w:space="0" w:color="auto"/>
            </w:tcBorders>
          </w:tcPr>
          <w:p w14:paraId="7E456325" w14:textId="5E8B48A0" w:rsidR="000309EB" w:rsidRPr="00864C1F" w:rsidRDefault="000309EB" w:rsidP="000309EB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864C1F">
              <w:rPr>
                <w:rFonts w:ascii="Franklin Gothic Book" w:hAnsi="Franklin Gothic Book"/>
                <w:color w:val="404040" w:themeColor="text1"/>
              </w:rPr>
              <w:t>-</w:t>
            </w:r>
          </w:p>
        </w:tc>
        <w:tc>
          <w:tcPr>
            <w:tcW w:w="1348" w:type="pct"/>
            <w:tcBorders>
              <w:left w:val="single" w:sz="4" w:space="0" w:color="auto"/>
              <w:right w:val="nil"/>
            </w:tcBorders>
          </w:tcPr>
          <w:p w14:paraId="46F97C5A" w14:textId="206E0CAD" w:rsidR="000309EB" w:rsidRPr="00864C1F" w:rsidRDefault="000309EB" w:rsidP="000309EB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435C61">
              <w:rPr>
                <w:rFonts w:ascii="Franklin Gothic Book" w:hAnsi="Franklin Gothic Book"/>
                <w:color w:val="404040" w:themeColor="text1"/>
              </w:rPr>
              <w:t>Representante legal/Aprobación de informe de resultados mensuales y trimestrales</w:t>
            </w:r>
          </w:p>
        </w:tc>
      </w:tr>
      <w:tr w:rsidR="000309EB" w:rsidRPr="00301D1A" w14:paraId="79A55381" w14:textId="77777777" w:rsidTr="00AC7A66">
        <w:tc>
          <w:tcPr>
            <w:tcW w:w="856" w:type="pct"/>
            <w:tcBorders>
              <w:left w:val="nil"/>
              <w:right w:val="single" w:sz="4" w:space="0" w:color="auto"/>
            </w:tcBorders>
          </w:tcPr>
          <w:p w14:paraId="22A78473" w14:textId="38E90790" w:rsidR="000309EB" w:rsidRPr="00711779" w:rsidRDefault="000309EB" w:rsidP="000309EB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711779">
              <w:rPr>
                <w:rFonts w:ascii="Franklin Gothic Book" w:hAnsi="Franklin Gothic Book"/>
                <w:color w:val="404040" w:themeColor="text1"/>
              </w:rPr>
              <w:t>Mónica Aedo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</w:tcPr>
          <w:p w14:paraId="0F90EB20" w14:textId="5ED3FA6C" w:rsidR="000309EB" w:rsidRPr="0019268D" w:rsidRDefault="000309EB" w:rsidP="000309EB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19268D">
              <w:rPr>
                <w:rFonts w:ascii="Franklin Gothic Book" w:hAnsi="Franklin Gothic Book"/>
                <w:color w:val="404040" w:themeColor="text1"/>
              </w:rPr>
              <w:t xml:space="preserve">ALS </w:t>
            </w:r>
            <w:proofErr w:type="spellStart"/>
            <w:r w:rsidRPr="0019268D">
              <w:rPr>
                <w:rFonts w:ascii="Franklin Gothic Book" w:hAnsi="Franklin Gothic Book"/>
                <w:color w:val="404040" w:themeColor="text1"/>
              </w:rPr>
              <w:t>Life</w:t>
            </w:r>
            <w:proofErr w:type="spellEnd"/>
            <w:r w:rsidRPr="0019268D">
              <w:rPr>
                <w:rFonts w:ascii="Franklin Gothic Book" w:hAnsi="Franklin Gothic Book"/>
                <w:color w:val="404040" w:themeColor="text1"/>
              </w:rPr>
              <w:t xml:space="preserve"> </w:t>
            </w:r>
            <w:proofErr w:type="spellStart"/>
            <w:r w:rsidRPr="0019268D">
              <w:rPr>
                <w:rFonts w:ascii="Franklin Gothic Book" w:hAnsi="Franklin Gothic Book"/>
                <w:color w:val="404040" w:themeColor="text1"/>
              </w:rPr>
              <w:t>Sciences</w:t>
            </w:r>
            <w:proofErr w:type="spellEnd"/>
            <w:r w:rsidRPr="0019268D">
              <w:rPr>
                <w:rFonts w:ascii="Franklin Gothic Book" w:hAnsi="Franklin Gothic Book"/>
                <w:color w:val="404040" w:themeColor="text1"/>
              </w:rPr>
              <w:t xml:space="preserve"> Chile</w:t>
            </w:r>
          </w:p>
        </w:tc>
        <w:tc>
          <w:tcPr>
            <w:tcW w:w="1010" w:type="pct"/>
            <w:tcBorders>
              <w:left w:val="single" w:sz="4" w:space="0" w:color="auto"/>
              <w:right w:val="single" w:sz="4" w:space="0" w:color="auto"/>
            </w:tcBorders>
          </w:tcPr>
          <w:p w14:paraId="4598D8B5" w14:textId="053AFCA5" w:rsidR="000309EB" w:rsidRPr="0019268D" w:rsidRDefault="000309EB" w:rsidP="000309EB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19268D">
              <w:rPr>
                <w:rFonts w:ascii="Franklin Gothic Book" w:hAnsi="Franklin Gothic Book"/>
                <w:color w:val="404040" w:themeColor="text1"/>
              </w:rPr>
              <w:t>Representante legal</w:t>
            </w:r>
          </w:p>
        </w:tc>
        <w:tc>
          <w:tcPr>
            <w:tcW w:w="1010" w:type="pct"/>
            <w:tcBorders>
              <w:left w:val="single" w:sz="4" w:space="0" w:color="auto"/>
              <w:right w:val="single" w:sz="4" w:space="0" w:color="auto"/>
            </w:tcBorders>
          </w:tcPr>
          <w:p w14:paraId="13BE666F" w14:textId="42FAFFA3" w:rsidR="000309EB" w:rsidRPr="0019268D" w:rsidRDefault="000309EB" w:rsidP="000309EB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19268D">
              <w:rPr>
                <w:rFonts w:ascii="Franklin Gothic Book" w:hAnsi="Franklin Gothic Book"/>
                <w:color w:val="404040" w:themeColor="text1"/>
              </w:rPr>
              <w:t>-</w:t>
            </w:r>
          </w:p>
        </w:tc>
        <w:tc>
          <w:tcPr>
            <w:tcW w:w="1348" w:type="pct"/>
            <w:tcBorders>
              <w:left w:val="single" w:sz="4" w:space="0" w:color="auto"/>
              <w:right w:val="nil"/>
            </w:tcBorders>
          </w:tcPr>
          <w:p w14:paraId="0A6C592A" w14:textId="322DE4CF" w:rsidR="000309EB" w:rsidRPr="0019268D" w:rsidRDefault="000309EB" w:rsidP="000309EB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435C61">
              <w:rPr>
                <w:rFonts w:ascii="Franklin Gothic Book" w:hAnsi="Franklin Gothic Book"/>
                <w:color w:val="404040" w:themeColor="text1"/>
              </w:rPr>
              <w:t>Representante legal</w:t>
            </w:r>
          </w:p>
        </w:tc>
      </w:tr>
      <w:tr w:rsidR="005D2E1D" w:rsidRPr="00301D1A" w14:paraId="7287A404" w14:textId="77777777" w:rsidTr="00AC7A66">
        <w:tc>
          <w:tcPr>
            <w:tcW w:w="856" w:type="pct"/>
            <w:tcBorders>
              <w:left w:val="nil"/>
              <w:right w:val="single" w:sz="4" w:space="0" w:color="auto"/>
            </w:tcBorders>
          </w:tcPr>
          <w:p w14:paraId="41103291" w14:textId="6390358A" w:rsidR="005D2E1D" w:rsidRPr="00711779" w:rsidRDefault="005D2E1D" w:rsidP="000309EB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711779">
              <w:rPr>
                <w:rFonts w:ascii="Franklin Gothic Book" w:hAnsi="Franklin Gothic Book"/>
                <w:color w:val="404040" w:themeColor="text1"/>
              </w:rPr>
              <w:t>Brenda Isabel Apablaza Henríquez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</w:tcPr>
          <w:p w14:paraId="2570CCD4" w14:textId="572B1BEC" w:rsidR="005D2E1D" w:rsidRPr="0019268D" w:rsidRDefault="005D2E1D" w:rsidP="000309EB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19268D">
              <w:rPr>
                <w:rFonts w:ascii="Franklin Gothic Book" w:hAnsi="Franklin Gothic Book"/>
                <w:color w:val="404040" w:themeColor="text1"/>
              </w:rPr>
              <w:t xml:space="preserve">ALS </w:t>
            </w:r>
            <w:proofErr w:type="spellStart"/>
            <w:r w:rsidRPr="0019268D">
              <w:rPr>
                <w:rFonts w:ascii="Franklin Gothic Book" w:hAnsi="Franklin Gothic Book"/>
                <w:color w:val="404040" w:themeColor="text1"/>
              </w:rPr>
              <w:t>Life</w:t>
            </w:r>
            <w:proofErr w:type="spellEnd"/>
            <w:r w:rsidRPr="0019268D">
              <w:rPr>
                <w:rFonts w:ascii="Franklin Gothic Book" w:hAnsi="Franklin Gothic Book"/>
                <w:color w:val="404040" w:themeColor="text1"/>
              </w:rPr>
              <w:t xml:space="preserve"> </w:t>
            </w:r>
            <w:proofErr w:type="spellStart"/>
            <w:r w:rsidRPr="0019268D">
              <w:rPr>
                <w:rFonts w:ascii="Franklin Gothic Book" w:hAnsi="Franklin Gothic Book"/>
                <w:color w:val="404040" w:themeColor="text1"/>
              </w:rPr>
              <w:t>Sciences</w:t>
            </w:r>
            <w:proofErr w:type="spellEnd"/>
            <w:r w:rsidRPr="0019268D">
              <w:rPr>
                <w:rFonts w:ascii="Franklin Gothic Book" w:hAnsi="Franklin Gothic Book"/>
                <w:color w:val="404040" w:themeColor="text1"/>
              </w:rPr>
              <w:t xml:space="preserve"> Chile</w:t>
            </w:r>
          </w:p>
        </w:tc>
        <w:tc>
          <w:tcPr>
            <w:tcW w:w="1010" w:type="pct"/>
            <w:tcBorders>
              <w:left w:val="single" w:sz="4" w:space="0" w:color="auto"/>
              <w:right w:val="single" w:sz="4" w:space="0" w:color="auto"/>
            </w:tcBorders>
          </w:tcPr>
          <w:p w14:paraId="736EA6EC" w14:textId="42A590FE" w:rsidR="005D2E1D" w:rsidRPr="0019268D" w:rsidRDefault="005D2E1D" w:rsidP="000309EB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435C61">
              <w:rPr>
                <w:rFonts w:ascii="Franklin Gothic Book" w:hAnsi="Franklin Gothic Book"/>
                <w:color w:val="404040" w:themeColor="text1"/>
              </w:rPr>
              <w:t>Inspector Ambiental</w:t>
            </w:r>
          </w:p>
        </w:tc>
        <w:tc>
          <w:tcPr>
            <w:tcW w:w="1010" w:type="pct"/>
            <w:tcBorders>
              <w:left w:val="single" w:sz="4" w:space="0" w:color="auto"/>
              <w:right w:val="single" w:sz="4" w:space="0" w:color="auto"/>
            </w:tcBorders>
          </w:tcPr>
          <w:p w14:paraId="770697A1" w14:textId="64B837CA" w:rsidR="005D2E1D" w:rsidRPr="0019268D" w:rsidRDefault="005D2E1D" w:rsidP="000309EB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>
              <w:rPr>
                <w:rFonts w:ascii="Franklin Gothic Book" w:hAnsi="Franklin Gothic Book"/>
                <w:color w:val="404040" w:themeColor="text1"/>
              </w:rPr>
              <w:t>-</w:t>
            </w:r>
          </w:p>
        </w:tc>
        <w:tc>
          <w:tcPr>
            <w:tcW w:w="1348" w:type="pct"/>
            <w:tcBorders>
              <w:left w:val="single" w:sz="4" w:space="0" w:color="auto"/>
              <w:right w:val="nil"/>
            </w:tcBorders>
          </w:tcPr>
          <w:p w14:paraId="52F3EAE8" w14:textId="59A44B48" w:rsidR="005D2E1D" w:rsidRPr="0019268D" w:rsidRDefault="00435C61" w:rsidP="000309EB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435C61">
              <w:rPr>
                <w:rFonts w:ascii="Franklin Gothic Book" w:hAnsi="Franklin Gothic Book"/>
                <w:color w:val="404040" w:themeColor="text1"/>
              </w:rPr>
              <w:t>Representante legal</w:t>
            </w:r>
          </w:p>
        </w:tc>
      </w:tr>
      <w:tr w:rsidR="000309EB" w:rsidRPr="00301D1A" w14:paraId="51D4E89C" w14:textId="77777777" w:rsidTr="00AC7A66">
        <w:tc>
          <w:tcPr>
            <w:tcW w:w="856" w:type="pct"/>
            <w:tcBorders>
              <w:left w:val="nil"/>
              <w:right w:val="single" w:sz="4" w:space="0" w:color="auto"/>
            </w:tcBorders>
          </w:tcPr>
          <w:p w14:paraId="7F83665A" w14:textId="25AFB5D0" w:rsidR="000309EB" w:rsidRPr="00711779" w:rsidRDefault="000309EB" w:rsidP="000309EB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711779">
              <w:rPr>
                <w:rFonts w:ascii="Franklin Gothic Book" w:hAnsi="Franklin Gothic Book"/>
                <w:color w:val="404040" w:themeColor="text1"/>
              </w:rPr>
              <w:t>Miguel Cortés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</w:tcPr>
          <w:p w14:paraId="6EFA9097" w14:textId="60DEB385" w:rsidR="000309EB" w:rsidRPr="0019268D" w:rsidRDefault="000309EB" w:rsidP="000309EB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19268D">
              <w:rPr>
                <w:rFonts w:ascii="Franklin Gothic Book" w:hAnsi="Franklin Gothic Book"/>
                <w:color w:val="404040" w:themeColor="text1"/>
              </w:rPr>
              <w:t xml:space="preserve">ALS </w:t>
            </w:r>
            <w:proofErr w:type="spellStart"/>
            <w:r w:rsidRPr="0019268D">
              <w:rPr>
                <w:rFonts w:ascii="Franklin Gothic Book" w:hAnsi="Franklin Gothic Book"/>
                <w:color w:val="404040" w:themeColor="text1"/>
              </w:rPr>
              <w:t>Life</w:t>
            </w:r>
            <w:proofErr w:type="spellEnd"/>
            <w:r w:rsidRPr="0019268D">
              <w:rPr>
                <w:rFonts w:ascii="Franklin Gothic Book" w:hAnsi="Franklin Gothic Book"/>
                <w:color w:val="404040" w:themeColor="text1"/>
              </w:rPr>
              <w:t xml:space="preserve"> </w:t>
            </w:r>
            <w:proofErr w:type="spellStart"/>
            <w:r w:rsidRPr="0019268D">
              <w:rPr>
                <w:rFonts w:ascii="Franklin Gothic Book" w:hAnsi="Franklin Gothic Book"/>
                <w:color w:val="404040" w:themeColor="text1"/>
              </w:rPr>
              <w:t>Sciences</w:t>
            </w:r>
            <w:proofErr w:type="spellEnd"/>
            <w:r w:rsidRPr="0019268D">
              <w:rPr>
                <w:rFonts w:ascii="Franklin Gothic Book" w:hAnsi="Franklin Gothic Book"/>
                <w:color w:val="404040" w:themeColor="text1"/>
              </w:rPr>
              <w:t xml:space="preserve"> Chile</w:t>
            </w:r>
          </w:p>
        </w:tc>
        <w:tc>
          <w:tcPr>
            <w:tcW w:w="1010" w:type="pct"/>
            <w:tcBorders>
              <w:left w:val="single" w:sz="4" w:space="0" w:color="auto"/>
              <w:right w:val="single" w:sz="4" w:space="0" w:color="auto"/>
            </w:tcBorders>
          </w:tcPr>
          <w:p w14:paraId="1D89E17A" w14:textId="5A99CFAE" w:rsidR="000309EB" w:rsidRPr="0019268D" w:rsidRDefault="000309EB" w:rsidP="000309EB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19268D">
              <w:rPr>
                <w:rFonts w:ascii="Franklin Gothic Book" w:hAnsi="Franklin Gothic Book"/>
                <w:color w:val="404040" w:themeColor="text1"/>
              </w:rPr>
              <w:t>Inspector Ambiental</w:t>
            </w:r>
          </w:p>
        </w:tc>
        <w:tc>
          <w:tcPr>
            <w:tcW w:w="1010" w:type="pct"/>
            <w:tcBorders>
              <w:left w:val="single" w:sz="4" w:space="0" w:color="auto"/>
              <w:right w:val="single" w:sz="4" w:space="0" w:color="auto"/>
            </w:tcBorders>
          </w:tcPr>
          <w:p w14:paraId="4D9BB918" w14:textId="59C1224C" w:rsidR="000309EB" w:rsidRPr="0019268D" w:rsidRDefault="000309EB" w:rsidP="000309EB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19268D">
              <w:rPr>
                <w:rFonts w:ascii="Franklin Gothic Book" w:hAnsi="Franklin Gothic Book"/>
                <w:color w:val="404040" w:themeColor="text1"/>
              </w:rPr>
              <w:t>-</w:t>
            </w:r>
          </w:p>
        </w:tc>
        <w:tc>
          <w:tcPr>
            <w:tcW w:w="1348" w:type="pct"/>
            <w:tcBorders>
              <w:left w:val="single" w:sz="4" w:space="0" w:color="auto"/>
              <w:right w:val="nil"/>
            </w:tcBorders>
          </w:tcPr>
          <w:p w14:paraId="6A18BB43" w14:textId="614DA083" w:rsidR="000309EB" w:rsidRPr="0019268D" w:rsidRDefault="000309EB" w:rsidP="000309EB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19268D">
              <w:rPr>
                <w:rFonts w:ascii="Franklin Gothic Book" w:hAnsi="Franklin Gothic Book"/>
                <w:color w:val="404040" w:themeColor="text1"/>
              </w:rPr>
              <w:t>Toma de datos terreno</w:t>
            </w:r>
          </w:p>
        </w:tc>
      </w:tr>
      <w:tr w:rsidR="0019268D" w:rsidRPr="00301D1A" w14:paraId="4FA75909" w14:textId="77777777" w:rsidTr="00AC7A66">
        <w:tc>
          <w:tcPr>
            <w:tcW w:w="856" w:type="pct"/>
            <w:tcBorders>
              <w:left w:val="nil"/>
              <w:right w:val="single" w:sz="4" w:space="0" w:color="auto"/>
            </w:tcBorders>
          </w:tcPr>
          <w:p w14:paraId="7246E85A" w14:textId="00A79040" w:rsidR="0019268D" w:rsidRPr="00711779" w:rsidRDefault="0019268D" w:rsidP="0019268D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711779">
              <w:rPr>
                <w:rFonts w:ascii="Franklin Gothic Book" w:hAnsi="Franklin Gothic Book"/>
                <w:color w:val="404040" w:themeColor="text1"/>
              </w:rPr>
              <w:t>David Rivera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</w:tcPr>
          <w:p w14:paraId="254CBE3B" w14:textId="6D10C89B" w:rsidR="0019268D" w:rsidRPr="0019268D" w:rsidRDefault="0019268D" w:rsidP="0019268D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EE6FB0">
              <w:rPr>
                <w:rFonts w:ascii="Franklin Gothic Book" w:hAnsi="Franklin Gothic Book"/>
                <w:color w:val="404040" w:themeColor="text1"/>
              </w:rPr>
              <w:t xml:space="preserve">ALS </w:t>
            </w:r>
            <w:proofErr w:type="spellStart"/>
            <w:r w:rsidRPr="00EE6FB0">
              <w:rPr>
                <w:rFonts w:ascii="Franklin Gothic Book" w:hAnsi="Franklin Gothic Book"/>
                <w:color w:val="404040" w:themeColor="text1"/>
              </w:rPr>
              <w:t>Life</w:t>
            </w:r>
            <w:proofErr w:type="spellEnd"/>
            <w:r w:rsidRPr="00EE6FB0">
              <w:rPr>
                <w:rFonts w:ascii="Franklin Gothic Book" w:hAnsi="Franklin Gothic Book"/>
                <w:color w:val="404040" w:themeColor="text1"/>
              </w:rPr>
              <w:t xml:space="preserve"> </w:t>
            </w:r>
            <w:proofErr w:type="spellStart"/>
            <w:r w:rsidRPr="00EE6FB0">
              <w:rPr>
                <w:rFonts w:ascii="Franklin Gothic Book" w:hAnsi="Franklin Gothic Book"/>
                <w:color w:val="404040" w:themeColor="text1"/>
              </w:rPr>
              <w:t>Sciences</w:t>
            </w:r>
            <w:proofErr w:type="spellEnd"/>
            <w:r w:rsidRPr="00EE6FB0">
              <w:rPr>
                <w:rFonts w:ascii="Franklin Gothic Book" w:hAnsi="Franklin Gothic Book"/>
                <w:color w:val="404040" w:themeColor="text1"/>
              </w:rPr>
              <w:t xml:space="preserve"> Chile</w:t>
            </w:r>
          </w:p>
        </w:tc>
        <w:tc>
          <w:tcPr>
            <w:tcW w:w="1010" w:type="pct"/>
            <w:tcBorders>
              <w:left w:val="single" w:sz="4" w:space="0" w:color="auto"/>
              <w:right w:val="single" w:sz="4" w:space="0" w:color="auto"/>
            </w:tcBorders>
          </w:tcPr>
          <w:p w14:paraId="0C2AA8E4" w14:textId="37ECE1EA" w:rsidR="0019268D" w:rsidRPr="0019268D" w:rsidRDefault="0019268D" w:rsidP="0019268D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EE6FB0">
              <w:rPr>
                <w:rFonts w:ascii="Franklin Gothic Book" w:hAnsi="Franklin Gothic Book"/>
                <w:color w:val="404040" w:themeColor="text1"/>
              </w:rPr>
              <w:t>Inspector Ambiental</w:t>
            </w:r>
          </w:p>
        </w:tc>
        <w:tc>
          <w:tcPr>
            <w:tcW w:w="1010" w:type="pct"/>
            <w:tcBorders>
              <w:left w:val="single" w:sz="4" w:space="0" w:color="auto"/>
              <w:right w:val="single" w:sz="4" w:space="0" w:color="auto"/>
            </w:tcBorders>
          </w:tcPr>
          <w:p w14:paraId="5B9DE2EE" w14:textId="013A179F" w:rsidR="0019268D" w:rsidRPr="0019268D" w:rsidRDefault="0019268D" w:rsidP="0019268D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>
              <w:rPr>
                <w:rFonts w:ascii="Franklin Gothic Book" w:hAnsi="Franklin Gothic Book"/>
                <w:color w:val="404040" w:themeColor="text1"/>
              </w:rPr>
              <w:t>-</w:t>
            </w:r>
          </w:p>
        </w:tc>
        <w:tc>
          <w:tcPr>
            <w:tcW w:w="1348" w:type="pct"/>
            <w:tcBorders>
              <w:left w:val="single" w:sz="4" w:space="0" w:color="auto"/>
              <w:right w:val="nil"/>
            </w:tcBorders>
          </w:tcPr>
          <w:p w14:paraId="5317B5D4" w14:textId="34D78FFF" w:rsidR="0019268D" w:rsidRPr="0019268D" w:rsidRDefault="0019268D" w:rsidP="0019268D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19268D">
              <w:rPr>
                <w:rFonts w:ascii="Franklin Gothic Book" w:hAnsi="Franklin Gothic Book"/>
                <w:color w:val="404040" w:themeColor="text1"/>
              </w:rPr>
              <w:t>Toma de datos terreno</w:t>
            </w:r>
          </w:p>
        </w:tc>
      </w:tr>
      <w:tr w:rsidR="0019268D" w:rsidRPr="00301D1A" w14:paraId="4B41C44E" w14:textId="77777777" w:rsidTr="00AC7A66">
        <w:tc>
          <w:tcPr>
            <w:tcW w:w="856" w:type="pct"/>
            <w:tcBorders>
              <w:left w:val="nil"/>
              <w:right w:val="single" w:sz="4" w:space="0" w:color="auto"/>
            </w:tcBorders>
          </w:tcPr>
          <w:p w14:paraId="2D1DD14F" w14:textId="231BA0BA" w:rsidR="0019268D" w:rsidRPr="00711779" w:rsidRDefault="0019268D" w:rsidP="0019268D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711779">
              <w:rPr>
                <w:rFonts w:ascii="Franklin Gothic Book" w:hAnsi="Franklin Gothic Book"/>
                <w:color w:val="404040" w:themeColor="text1"/>
              </w:rPr>
              <w:t>Germán Borjas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</w:tcPr>
          <w:p w14:paraId="6BF399F0" w14:textId="75F1B8D0" w:rsidR="0019268D" w:rsidRPr="00EE6FB0" w:rsidRDefault="0019268D" w:rsidP="0019268D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EE6FB0">
              <w:rPr>
                <w:rFonts w:ascii="Franklin Gothic Book" w:hAnsi="Franklin Gothic Book"/>
                <w:color w:val="404040" w:themeColor="text1"/>
              </w:rPr>
              <w:t xml:space="preserve">ALS </w:t>
            </w:r>
            <w:proofErr w:type="spellStart"/>
            <w:r w:rsidRPr="00EE6FB0">
              <w:rPr>
                <w:rFonts w:ascii="Franklin Gothic Book" w:hAnsi="Franklin Gothic Book"/>
                <w:color w:val="404040" w:themeColor="text1"/>
              </w:rPr>
              <w:t>Life</w:t>
            </w:r>
            <w:proofErr w:type="spellEnd"/>
            <w:r w:rsidRPr="00EE6FB0">
              <w:rPr>
                <w:rFonts w:ascii="Franklin Gothic Book" w:hAnsi="Franklin Gothic Book"/>
                <w:color w:val="404040" w:themeColor="text1"/>
              </w:rPr>
              <w:t xml:space="preserve"> </w:t>
            </w:r>
            <w:proofErr w:type="spellStart"/>
            <w:r w:rsidRPr="00EE6FB0">
              <w:rPr>
                <w:rFonts w:ascii="Franklin Gothic Book" w:hAnsi="Franklin Gothic Book"/>
                <w:color w:val="404040" w:themeColor="text1"/>
              </w:rPr>
              <w:t>Sciences</w:t>
            </w:r>
            <w:proofErr w:type="spellEnd"/>
            <w:r w:rsidRPr="00EE6FB0">
              <w:rPr>
                <w:rFonts w:ascii="Franklin Gothic Book" w:hAnsi="Franklin Gothic Book"/>
                <w:color w:val="404040" w:themeColor="text1"/>
              </w:rPr>
              <w:t xml:space="preserve"> Chile</w:t>
            </w:r>
          </w:p>
        </w:tc>
        <w:tc>
          <w:tcPr>
            <w:tcW w:w="1010" w:type="pct"/>
            <w:tcBorders>
              <w:left w:val="single" w:sz="4" w:space="0" w:color="auto"/>
              <w:right w:val="single" w:sz="4" w:space="0" w:color="auto"/>
            </w:tcBorders>
          </w:tcPr>
          <w:p w14:paraId="7B658F02" w14:textId="554BFB12" w:rsidR="0019268D" w:rsidRPr="00EE6FB0" w:rsidRDefault="0019268D" w:rsidP="0019268D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EE6FB0">
              <w:rPr>
                <w:rFonts w:ascii="Franklin Gothic Book" w:hAnsi="Franklin Gothic Book"/>
                <w:color w:val="404040" w:themeColor="text1"/>
              </w:rPr>
              <w:t>Inspector Ambiental</w:t>
            </w:r>
          </w:p>
        </w:tc>
        <w:tc>
          <w:tcPr>
            <w:tcW w:w="1010" w:type="pct"/>
            <w:tcBorders>
              <w:left w:val="single" w:sz="4" w:space="0" w:color="auto"/>
              <w:right w:val="single" w:sz="4" w:space="0" w:color="auto"/>
            </w:tcBorders>
          </w:tcPr>
          <w:p w14:paraId="022C45A1" w14:textId="5EEBD6F3" w:rsidR="0019268D" w:rsidRPr="00EE6FB0" w:rsidRDefault="0019268D" w:rsidP="0019268D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EE6FB0">
              <w:rPr>
                <w:rFonts w:ascii="Franklin Gothic Book" w:hAnsi="Franklin Gothic Book"/>
                <w:color w:val="404040" w:themeColor="text1"/>
              </w:rPr>
              <w:t>-</w:t>
            </w:r>
          </w:p>
        </w:tc>
        <w:tc>
          <w:tcPr>
            <w:tcW w:w="1348" w:type="pct"/>
            <w:tcBorders>
              <w:left w:val="single" w:sz="4" w:space="0" w:color="auto"/>
              <w:right w:val="nil"/>
            </w:tcBorders>
          </w:tcPr>
          <w:p w14:paraId="7777D560" w14:textId="18A21A52" w:rsidR="0019268D" w:rsidRPr="00EE6FB0" w:rsidRDefault="0019268D" w:rsidP="0019268D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EE6FB0">
              <w:rPr>
                <w:rFonts w:ascii="Franklin Gothic Book" w:hAnsi="Franklin Gothic Book"/>
                <w:color w:val="404040" w:themeColor="text1"/>
              </w:rPr>
              <w:t>Toma de datos terreno</w:t>
            </w:r>
          </w:p>
        </w:tc>
      </w:tr>
      <w:tr w:rsidR="0019268D" w:rsidRPr="00301D1A" w14:paraId="2B61F7FF" w14:textId="77777777" w:rsidTr="00AC7A66">
        <w:tc>
          <w:tcPr>
            <w:tcW w:w="856" w:type="pct"/>
            <w:tcBorders>
              <w:left w:val="nil"/>
              <w:right w:val="single" w:sz="4" w:space="0" w:color="auto"/>
            </w:tcBorders>
          </w:tcPr>
          <w:p w14:paraId="7AE89983" w14:textId="2698A42A" w:rsidR="0019268D" w:rsidRPr="00711779" w:rsidRDefault="0019268D" w:rsidP="0019268D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711779">
              <w:rPr>
                <w:rFonts w:ascii="Franklin Gothic Book" w:hAnsi="Franklin Gothic Book"/>
                <w:color w:val="404040" w:themeColor="text1"/>
              </w:rPr>
              <w:t>Manuel Rojo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</w:tcPr>
          <w:p w14:paraId="48562E2D" w14:textId="4093D879" w:rsidR="0019268D" w:rsidRPr="00EE6FB0" w:rsidRDefault="0019268D" w:rsidP="0019268D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EE6FB0">
              <w:rPr>
                <w:rFonts w:ascii="Franklin Gothic Book" w:hAnsi="Franklin Gothic Book"/>
                <w:color w:val="404040" w:themeColor="text1"/>
              </w:rPr>
              <w:t xml:space="preserve">ALS </w:t>
            </w:r>
            <w:proofErr w:type="spellStart"/>
            <w:r w:rsidRPr="00EE6FB0">
              <w:rPr>
                <w:rFonts w:ascii="Franklin Gothic Book" w:hAnsi="Franklin Gothic Book"/>
                <w:color w:val="404040" w:themeColor="text1"/>
              </w:rPr>
              <w:t>Life</w:t>
            </w:r>
            <w:proofErr w:type="spellEnd"/>
            <w:r w:rsidRPr="00EE6FB0">
              <w:rPr>
                <w:rFonts w:ascii="Franklin Gothic Book" w:hAnsi="Franklin Gothic Book"/>
                <w:color w:val="404040" w:themeColor="text1"/>
              </w:rPr>
              <w:t xml:space="preserve"> </w:t>
            </w:r>
            <w:proofErr w:type="spellStart"/>
            <w:r w:rsidRPr="00EE6FB0">
              <w:rPr>
                <w:rFonts w:ascii="Franklin Gothic Book" w:hAnsi="Franklin Gothic Book"/>
                <w:color w:val="404040" w:themeColor="text1"/>
              </w:rPr>
              <w:t>Sciences</w:t>
            </w:r>
            <w:proofErr w:type="spellEnd"/>
            <w:r w:rsidRPr="00EE6FB0">
              <w:rPr>
                <w:rFonts w:ascii="Franklin Gothic Book" w:hAnsi="Franklin Gothic Book"/>
                <w:color w:val="404040" w:themeColor="text1"/>
              </w:rPr>
              <w:t xml:space="preserve"> Chile</w:t>
            </w:r>
          </w:p>
        </w:tc>
        <w:tc>
          <w:tcPr>
            <w:tcW w:w="1010" w:type="pct"/>
            <w:tcBorders>
              <w:left w:val="single" w:sz="4" w:space="0" w:color="auto"/>
              <w:right w:val="single" w:sz="4" w:space="0" w:color="auto"/>
            </w:tcBorders>
          </w:tcPr>
          <w:p w14:paraId="2D364A4B" w14:textId="02E4748D" w:rsidR="0019268D" w:rsidRPr="00EE6FB0" w:rsidRDefault="0019268D" w:rsidP="0019268D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EE6FB0">
              <w:rPr>
                <w:rFonts w:ascii="Franklin Gothic Book" w:hAnsi="Franklin Gothic Book"/>
                <w:color w:val="404040" w:themeColor="text1"/>
              </w:rPr>
              <w:t>Inspector Ambiental</w:t>
            </w:r>
          </w:p>
        </w:tc>
        <w:tc>
          <w:tcPr>
            <w:tcW w:w="1010" w:type="pct"/>
            <w:tcBorders>
              <w:left w:val="single" w:sz="4" w:space="0" w:color="auto"/>
              <w:right w:val="single" w:sz="4" w:space="0" w:color="auto"/>
            </w:tcBorders>
          </w:tcPr>
          <w:p w14:paraId="16CCDFD6" w14:textId="1157E97E" w:rsidR="0019268D" w:rsidRPr="00EE6FB0" w:rsidRDefault="0019268D" w:rsidP="0019268D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EE6FB0">
              <w:rPr>
                <w:rFonts w:ascii="Franklin Gothic Book" w:hAnsi="Franklin Gothic Book"/>
                <w:color w:val="404040" w:themeColor="text1"/>
              </w:rPr>
              <w:t>-</w:t>
            </w:r>
          </w:p>
        </w:tc>
        <w:tc>
          <w:tcPr>
            <w:tcW w:w="1348" w:type="pct"/>
            <w:tcBorders>
              <w:left w:val="single" w:sz="4" w:space="0" w:color="auto"/>
              <w:right w:val="nil"/>
            </w:tcBorders>
          </w:tcPr>
          <w:p w14:paraId="4CB3DE3F" w14:textId="74A536F4" w:rsidR="0019268D" w:rsidRPr="00EE6FB0" w:rsidRDefault="0019268D" w:rsidP="0019268D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EE6FB0">
              <w:rPr>
                <w:rFonts w:ascii="Franklin Gothic Book" w:hAnsi="Franklin Gothic Book"/>
                <w:color w:val="404040" w:themeColor="text1"/>
              </w:rPr>
              <w:t>Toma de datos terreno</w:t>
            </w:r>
          </w:p>
        </w:tc>
      </w:tr>
      <w:tr w:rsidR="003C0F0E" w:rsidRPr="00301D1A" w14:paraId="67797964" w14:textId="77777777" w:rsidTr="00AC7A66">
        <w:tc>
          <w:tcPr>
            <w:tcW w:w="856" w:type="pct"/>
            <w:tcBorders>
              <w:left w:val="nil"/>
              <w:right w:val="single" w:sz="4" w:space="0" w:color="auto"/>
            </w:tcBorders>
          </w:tcPr>
          <w:p w14:paraId="6873B4B2" w14:textId="0375E44A" w:rsidR="003C0F0E" w:rsidRPr="00711779" w:rsidRDefault="003C0F0E" w:rsidP="003C0F0E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711779">
              <w:rPr>
                <w:rFonts w:ascii="Franklin Gothic Book" w:hAnsi="Franklin Gothic Book"/>
                <w:color w:val="404040" w:themeColor="text1"/>
              </w:rPr>
              <w:t>Sandro Escobar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</w:tcPr>
          <w:p w14:paraId="39E8004F" w14:textId="649D9A7A" w:rsidR="003C0F0E" w:rsidRPr="00EE6FB0" w:rsidRDefault="003C0F0E" w:rsidP="003C0F0E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EE6FB0">
              <w:rPr>
                <w:rFonts w:ascii="Franklin Gothic Book" w:hAnsi="Franklin Gothic Book"/>
                <w:color w:val="404040" w:themeColor="text1"/>
              </w:rPr>
              <w:t xml:space="preserve">ALS </w:t>
            </w:r>
            <w:proofErr w:type="spellStart"/>
            <w:r w:rsidRPr="00EE6FB0">
              <w:rPr>
                <w:rFonts w:ascii="Franklin Gothic Book" w:hAnsi="Franklin Gothic Book"/>
                <w:color w:val="404040" w:themeColor="text1"/>
              </w:rPr>
              <w:t>Life</w:t>
            </w:r>
            <w:proofErr w:type="spellEnd"/>
            <w:r w:rsidRPr="00EE6FB0">
              <w:rPr>
                <w:rFonts w:ascii="Franklin Gothic Book" w:hAnsi="Franklin Gothic Book"/>
                <w:color w:val="404040" w:themeColor="text1"/>
              </w:rPr>
              <w:t xml:space="preserve"> </w:t>
            </w:r>
            <w:proofErr w:type="spellStart"/>
            <w:r w:rsidRPr="00EE6FB0">
              <w:rPr>
                <w:rFonts w:ascii="Franklin Gothic Book" w:hAnsi="Franklin Gothic Book"/>
                <w:color w:val="404040" w:themeColor="text1"/>
              </w:rPr>
              <w:t>Sciences</w:t>
            </w:r>
            <w:proofErr w:type="spellEnd"/>
            <w:r w:rsidRPr="00EE6FB0">
              <w:rPr>
                <w:rFonts w:ascii="Franklin Gothic Book" w:hAnsi="Franklin Gothic Book"/>
                <w:color w:val="404040" w:themeColor="text1"/>
              </w:rPr>
              <w:t xml:space="preserve"> Chile</w:t>
            </w:r>
          </w:p>
        </w:tc>
        <w:tc>
          <w:tcPr>
            <w:tcW w:w="1010" w:type="pct"/>
            <w:tcBorders>
              <w:left w:val="single" w:sz="4" w:space="0" w:color="auto"/>
              <w:right w:val="single" w:sz="4" w:space="0" w:color="auto"/>
            </w:tcBorders>
          </w:tcPr>
          <w:p w14:paraId="1460A2E7" w14:textId="0D3C32A9" w:rsidR="003C0F0E" w:rsidRPr="00EE6FB0" w:rsidRDefault="003C0F0E" w:rsidP="003C0F0E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EE6FB0">
              <w:rPr>
                <w:rFonts w:ascii="Franklin Gothic Book" w:hAnsi="Franklin Gothic Book"/>
                <w:color w:val="404040" w:themeColor="text1"/>
              </w:rPr>
              <w:t>Inspector Ambiental</w:t>
            </w:r>
          </w:p>
        </w:tc>
        <w:tc>
          <w:tcPr>
            <w:tcW w:w="1010" w:type="pct"/>
            <w:tcBorders>
              <w:left w:val="single" w:sz="4" w:space="0" w:color="auto"/>
              <w:right w:val="single" w:sz="4" w:space="0" w:color="auto"/>
            </w:tcBorders>
          </w:tcPr>
          <w:p w14:paraId="5A564757" w14:textId="597025EE" w:rsidR="003C0F0E" w:rsidRPr="00EE6FB0" w:rsidRDefault="003C0F0E" w:rsidP="003C0F0E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EE6FB0">
              <w:rPr>
                <w:rFonts w:ascii="Franklin Gothic Book" w:hAnsi="Franklin Gothic Book"/>
                <w:color w:val="404040" w:themeColor="text1"/>
              </w:rPr>
              <w:t>-</w:t>
            </w:r>
          </w:p>
        </w:tc>
        <w:tc>
          <w:tcPr>
            <w:tcW w:w="1348" w:type="pct"/>
            <w:tcBorders>
              <w:left w:val="single" w:sz="4" w:space="0" w:color="auto"/>
              <w:right w:val="nil"/>
            </w:tcBorders>
          </w:tcPr>
          <w:p w14:paraId="3AFBC320" w14:textId="3E6BFF91" w:rsidR="003C0F0E" w:rsidRPr="00EE6FB0" w:rsidRDefault="003C0F0E" w:rsidP="003C0F0E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EE6FB0">
              <w:rPr>
                <w:rFonts w:ascii="Franklin Gothic Book" w:hAnsi="Franklin Gothic Book"/>
                <w:color w:val="404040" w:themeColor="text1"/>
              </w:rPr>
              <w:t>Toma de datos terreno</w:t>
            </w:r>
          </w:p>
        </w:tc>
      </w:tr>
      <w:tr w:rsidR="00864C1F" w:rsidRPr="00301D1A" w14:paraId="43511989" w14:textId="77777777" w:rsidTr="00AC7A66">
        <w:tc>
          <w:tcPr>
            <w:tcW w:w="856" w:type="pct"/>
            <w:tcBorders>
              <w:left w:val="nil"/>
              <w:right w:val="single" w:sz="4" w:space="0" w:color="auto"/>
            </w:tcBorders>
          </w:tcPr>
          <w:p w14:paraId="3A32D835" w14:textId="0D07F9E8" w:rsidR="00864C1F" w:rsidRPr="00EE6FB0" w:rsidRDefault="00864C1F" w:rsidP="00864C1F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EE6FB0">
              <w:rPr>
                <w:rFonts w:ascii="Franklin Gothic Book" w:hAnsi="Franklin Gothic Book"/>
                <w:color w:val="404040" w:themeColor="text1"/>
              </w:rPr>
              <w:t>Paola Silva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</w:tcPr>
          <w:p w14:paraId="4B9D2BCA" w14:textId="060AE3FF" w:rsidR="00864C1F" w:rsidRPr="00EE6FB0" w:rsidRDefault="00864C1F" w:rsidP="00864C1F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EE6FB0">
              <w:rPr>
                <w:rFonts w:ascii="Franklin Gothic Book" w:hAnsi="Franklin Gothic Book"/>
                <w:color w:val="404040" w:themeColor="text1"/>
              </w:rPr>
              <w:t>Universidad de Chile</w:t>
            </w:r>
          </w:p>
        </w:tc>
        <w:tc>
          <w:tcPr>
            <w:tcW w:w="1010" w:type="pct"/>
            <w:tcBorders>
              <w:left w:val="single" w:sz="4" w:space="0" w:color="auto"/>
              <w:right w:val="single" w:sz="4" w:space="0" w:color="auto"/>
            </w:tcBorders>
          </w:tcPr>
          <w:p w14:paraId="67A5C99C" w14:textId="6AD94F47" w:rsidR="00864C1F" w:rsidRPr="00EE6FB0" w:rsidRDefault="00864C1F" w:rsidP="00864C1F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EE6FB0">
              <w:rPr>
                <w:rFonts w:ascii="Franklin Gothic Book" w:hAnsi="Franklin Gothic Book"/>
                <w:color w:val="404040" w:themeColor="text1"/>
              </w:rPr>
              <w:t>Especialista fisiología</w:t>
            </w:r>
          </w:p>
        </w:tc>
        <w:tc>
          <w:tcPr>
            <w:tcW w:w="1010" w:type="pct"/>
            <w:tcBorders>
              <w:left w:val="single" w:sz="4" w:space="0" w:color="auto"/>
              <w:right w:val="single" w:sz="4" w:space="0" w:color="auto"/>
            </w:tcBorders>
          </w:tcPr>
          <w:p w14:paraId="5E344EB8" w14:textId="2DC345FD" w:rsidR="00864C1F" w:rsidRPr="00EE6FB0" w:rsidRDefault="00864C1F" w:rsidP="00864C1F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EE6FB0">
              <w:rPr>
                <w:rFonts w:ascii="Franklin Gothic Book" w:hAnsi="Franklin Gothic Book"/>
                <w:color w:val="404040" w:themeColor="text1"/>
              </w:rPr>
              <w:t>Ingeniera Agrónoma</w:t>
            </w:r>
          </w:p>
        </w:tc>
        <w:tc>
          <w:tcPr>
            <w:tcW w:w="1348" w:type="pct"/>
            <w:tcBorders>
              <w:left w:val="single" w:sz="4" w:space="0" w:color="auto"/>
              <w:right w:val="nil"/>
            </w:tcBorders>
          </w:tcPr>
          <w:p w14:paraId="17BCDC03" w14:textId="3760C3AB" w:rsidR="00864C1F" w:rsidRPr="00EE6FB0" w:rsidRDefault="00864C1F" w:rsidP="00864C1F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EE6FB0">
              <w:rPr>
                <w:rFonts w:ascii="Franklin Gothic Book" w:hAnsi="Franklin Gothic Book"/>
                <w:color w:val="404040" w:themeColor="text1"/>
              </w:rPr>
              <w:t>Responsable estudio fisiológico</w:t>
            </w:r>
          </w:p>
        </w:tc>
      </w:tr>
      <w:tr w:rsidR="00EE6FB0" w:rsidRPr="00301D1A" w14:paraId="77AC67E7" w14:textId="77777777" w:rsidTr="00AC7A66">
        <w:tc>
          <w:tcPr>
            <w:tcW w:w="856" w:type="pct"/>
            <w:tcBorders>
              <w:left w:val="nil"/>
              <w:right w:val="single" w:sz="4" w:space="0" w:color="auto"/>
            </w:tcBorders>
          </w:tcPr>
          <w:p w14:paraId="0CE1AAE0" w14:textId="1970F897" w:rsidR="00EE6FB0" w:rsidRPr="00EE6FB0" w:rsidRDefault="00EE6FB0" w:rsidP="00EE6FB0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EE6FB0">
              <w:rPr>
                <w:rFonts w:ascii="Franklin Gothic Book" w:hAnsi="Franklin Gothic Book"/>
                <w:color w:val="404040" w:themeColor="text1"/>
              </w:rPr>
              <w:lastRenderedPageBreak/>
              <w:t>Gustavo Cruz M.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</w:tcPr>
          <w:p w14:paraId="4865067A" w14:textId="1DFD7ACB" w:rsidR="00EE6FB0" w:rsidRPr="00EE6FB0" w:rsidRDefault="00EE6FB0" w:rsidP="00EE6FB0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EE6FB0">
              <w:rPr>
                <w:rFonts w:ascii="Franklin Gothic Book" w:hAnsi="Franklin Gothic Book"/>
                <w:color w:val="404040" w:themeColor="text1"/>
              </w:rPr>
              <w:t>Universidad de Chile</w:t>
            </w:r>
          </w:p>
        </w:tc>
        <w:tc>
          <w:tcPr>
            <w:tcW w:w="1010" w:type="pct"/>
            <w:tcBorders>
              <w:left w:val="single" w:sz="4" w:space="0" w:color="auto"/>
              <w:right w:val="single" w:sz="4" w:space="0" w:color="auto"/>
            </w:tcBorders>
          </w:tcPr>
          <w:p w14:paraId="66B64B83" w14:textId="205C9198" w:rsidR="00EE6FB0" w:rsidRPr="00EE6FB0" w:rsidRDefault="00EE6FB0" w:rsidP="00EE6FB0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EE6FB0">
              <w:rPr>
                <w:rFonts w:ascii="Franklin Gothic Book" w:hAnsi="Franklin Gothic Book"/>
                <w:color w:val="404040" w:themeColor="text1"/>
              </w:rPr>
              <w:t>Especialista biomasa</w:t>
            </w:r>
          </w:p>
        </w:tc>
        <w:tc>
          <w:tcPr>
            <w:tcW w:w="1010" w:type="pct"/>
            <w:tcBorders>
              <w:left w:val="single" w:sz="4" w:space="0" w:color="auto"/>
              <w:right w:val="single" w:sz="4" w:space="0" w:color="auto"/>
            </w:tcBorders>
          </w:tcPr>
          <w:p w14:paraId="7A7BCE95" w14:textId="1A4A3183" w:rsidR="00EE6FB0" w:rsidRPr="00EE6FB0" w:rsidRDefault="00EE6FB0" w:rsidP="00EE6FB0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EE6FB0">
              <w:rPr>
                <w:rFonts w:ascii="Franklin Gothic Book" w:hAnsi="Franklin Gothic Book"/>
                <w:color w:val="404040" w:themeColor="text1"/>
              </w:rPr>
              <w:t>Ingeniero Forestal/ Doctor en Ciencias Forestales</w:t>
            </w:r>
          </w:p>
        </w:tc>
        <w:tc>
          <w:tcPr>
            <w:tcW w:w="1348" w:type="pct"/>
            <w:tcBorders>
              <w:left w:val="single" w:sz="4" w:space="0" w:color="auto"/>
              <w:right w:val="nil"/>
            </w:tcBorders>
          </w:tcPr>
          <w:p w14:paraId="7AB11CD7" w14:textId="2B5A3865" w:rsidR="00EE6FB0" w:rsidRPr="00EE6FB0" w:rsidRDefault="00EE6FB0" w:rsidP="00EE6FB0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EE6FB0">
              <w:rPr>
                <w:rFonts w:ascii="Franklin Gothic Book" w:hAnsi="Franklin Gothic Book"/>
                <w:color w:val="404040" w:themeColor="text1"/>
              </w:rPr>
              <w:t>Responsable estudio biomasa</w:t>
            </w:r>
          </w:p>
        </w:tc>
      </w:tr>
      <w:tr w:rsidR="00EE6FB0" w:rsidRPr="00301D1A" w14:paraId="7726FE08" w14:textId="77777777" w:rsidTr="00AC7A66">
        <w:tc>
          <w:tcPr>
            <w:tcW w:w="856" w:type="pct"/>
            <w:tcBorders>
              <w:left w:val="nil"/>
              <w:right w:val="single" w:sz="4" w:space="0" w:color="auto"/>
            </w:tcBorders>
          </w:tcPr>
          <w:p w14:paraId="0E349BA1" w14:textId="3F32514F" w:rsidR="00EE6FB0" w:rsidRPr="00EE6FB0" w:rsidRDefault="00EE6FB0" w:rsidP="00EE6FB0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EE6FB0">
              <w:rPr>
                <w:rFonts w:ascii="Franklin Gothic Book" w:hAnsi="Franklin Gothic Book"/>
                <w:color w:val="404040" w:themeColor="text1"/>
              </w:rPr>
              <w:t>Patricio Tapia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</w:tcPr>
          <w:p w14:paraId="13431C00" w14:textId="08661CA5" w:rsidR="00EE6FB0" w:rsidRPr="00EE6FB0" w:rsidRDefault="00EE6FB0" w:rsidP="00EE6FB0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EE6FB0">
              <w:rPr>
                <w:rFonts w:ascii="Franklin Gothic Book" w:hAnsi="Franklin Gothic Book"/>
                <w:color w:val="404040" w:themeColor="text1"/>
              </w:rPr>
              <w:t>Universidad de Chile</w:t>
            </w:r>
          </w:p>
        </w:tc>
        <w:tc>
          <w:tcPr>
            <w:tcW w:w="1010" w:type="pct"/>
            <w:tcBorders>
              <w:left w:val="single" w:sz="4" w:space="0" w:color="auto"/>
              <w:right w:val="single" w:sz="4" w:space="0" w:color="auto"/>
            </w:tcBorders>
          </w:tcPr>
          <w:p w14:paraId="1095DB6F" w14:textId="50658A5B" w:rsidR="00EE6FB0" w:rsidRPr="00EE6FB0" w:rsidRDefault="00EE6FB0" w:rsidP="00EE6FB0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EE6FB0">
              <w:rPr>
                <w:rFonts w:ascii="Franklin Gothic Book" w:hAnsi="Franklin Gothic Book"/>
                <w:color w:val="404040" w:themeColor="text1"/>
              </w:rPr>
              <w:t>Especialista biomasa</w:t>
            </w:r>
          </w:p>
        </w:tc>
        <w:tc>
          <w:tcPr>
            <w:tcW w:w="1010" w:type="pct"/>
            <w:tcBorders>
              <w:left w:val="single" w:sz="4" w:space="0" w:color="auto"/>
              <w:right w:val="single" w:sz="4" w:space="0" w:color="auto"/>
            </w:tcBorders>
          </w:tcPr>
          <w:p w14:paraId="600FE3F9" w14:textId="6279A989" w:rsidR="00EE6FB0" w:rsidRPr="00EE6FB0" w:rsidRDefault="00EE6FB0" w:rsidP="00EE6FB0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EE6FB0">
              <w:rPr>
                <w:rFonts w:ascii="Franklin Gothic Book" w:hAnsi="Franklin Gothic Book"/>
                <w:color w:val="404040" w:themeColor="text1"/>
              </w:rPr>
              <w:t>Ingeniero Forestal</w:t>
            </w:r>
          </w:p>
        </w:tc>
        <w:tc>
          <w:tcPr>
            <w:tcW w:w="1348" w:type="pct"/>
            <w:tcBorders>
              <w:left w:val="single" w:sz="4" w:space="0" w:color="auto"/>
              <w:right w:val="nil"/>
            </w:tcBorders>
          </w:tcPr>
          <w:p w14:paraId="5CA9BF91" w14:textId="0B0285C2" w:rsidR="00EE6FB0" w:rsidRPr="00EE6FB0" w:rsidRDefault="00EE6FB0" w:rsidP="00EE6FB0">
            <w:pPr>
              <w:pStyle w:val="Tabla-Cuerpo"/>
              <w:rPr>
                <w:rFonts w:ascii="Franklin Gothic Book" w:hAnsi="Franklin Gothic Book"/>
                <w:color w:val="404040" w:themeColor="text1"/>
              </w:rPr>
            </w:pPr>
            <w:r w:rsidRPr="00EE6FB0">
              <w:rPr>
                <w:rFonts w:ascii="Franklin Gothic Book" w:hAnsi="Franklin Gothic Book"/>
                <w:color w:val="404040" w:themeColor="text1"/>
              </w:rPr>
              <w:t>Responsable estudio biomasa</w:t>
            </w:r>
          </w:p>
        </w:tc>
      </w:tr>
    </w:tbl>
    <w:p w14:paraId="5F56EEDA" w14:textId="77777777" w:rsidR="00BF7AC4" w:rsidRPr="00765CE5" w:rsidRDefault="00BF7AC4" w:rsidP="00A65FA1"/>
    <w:sectPr w:rsidR="00BF7AC4" w:rsidRPr="00765CE5" w:rsidSect="00765CE5">
      <w:headerReference w:type="default" r:id="rId18"/>
      <w:pgSz w:w="12240" w:h="15840"/>
      <w:pgMar w:top="284" w:right="1701" w:bottom="1701" w:left="1418" w:header="777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9532C8" w14:textId="77777777" w:rsidR="00924D48" w:rsidRDefault="00924D48" w:rsidP="00FA6676">
      <w:r>
        <w:separator/>
      </w:r>
    </w:p>
    <w:p w14:paraId="0CC9E8A5" w14:textId="77777777" w:rsidR="00924D48" w:rsidRDefault="00924D48" w:rsidP="00FA6676"/>
    <w:p w14:paraId="38EEA815" w14:textId="77777777" w:rsidR="00924D48" w:rsidRDefault="00924D48" w:rsidP="00FA6676"/>
    <w:p w14:paraId="36B2F290" w14:textId="77777777" w:rsidR="00924D48" w:rsidRDefault="00924D48" w:rsidP="00FA6676"/>
    <w:p w14:paraId="0A105C5A" w14:textId="77777777" w:rsidR="00924D48" w:rsidRDefault="00924D48" w:rsidP="00FA6676"/>
    <w:p w14:paraId="30B39A99" w14:textId="77777777" w:rsidR="00924D48" w:rsidRDefault="00924D48" w:rsidP="00FA6676"/>
    <w:p w14:paraId="753EB85E" w14:textId="77777777" w:rsidR="00924D48" w:rsidRDefault="00924D48" w:rsidP="00FA6676"/>
    <w:p w14:paraId="0233F7B9" w14:textId="77777777" w:rsidR="00924D48" w:rsidRDefault="00924D48" w:rsidP="00FA6676"/>
    <w:p w14:paraId="1EB31434" w14:textId="77777777" w:rsidR="00924D48" w:rsidRDefault="00924D48" w:rsidP="00FA6676"/>
  </w:endnote>
  <w:endnote w:type="continuationSeparator" w:id="0">
    <w:p w14:paraId="3BD873B5" w14:textId="77777777" w:rsidR="00924D48" w:rsidRDefault="00924D48" w:rsidP="00FA6676">
      <w:r>
        <w:continuationSeparator/>
      </w:r>
    </w:p>
    <w:p w14:paraId="79DBBD98" w14:textId="77777777" w:rsidR="00924D48" w:rsidRDefault="00924D48" w:rsidP="00FA6676"/>
    <w:p w14:paraId="7E055E0F" w14:textId="77777777" w:rsidR="00924D48" w:rsidRDefault="00924D48" w:rsidP="00FA6676"/>
    <w:p w14:paraId="2EF670BE" w14:textId="77777777" w:rsidR="00924D48" w:rsidRDefault="00924D48" w:rsidP="00FA6676"/>
    <w:p w14:paraId="3F4FF646" w14:textId="77777777" w:rsidR="00924D48" w:rsidRDefault="00924D48" w:rsidP="00FA6676"/>
    <w:p w14:paraId="79A7BFAE" w14:textId="77777777" w:rsidR="00924D48" w:rsidRDefault="00924D48" w:rsidP="00FA6676"/>
    <w:p w14:paraId="337177C3" w14:textId="77777777" w:rsidR="00924D48" w:rsidRDefault="00924D48" w:rsidP="00FA6676"/>
    <w:p w14:paraId="230C4FEE" w14:textId="77777777" w:rsidR="00924D48" w:rsidRDefault="00924D48" w:rsidP="00FA6676"/>
    <w:p w14:paraId="2A631A01" w14:textId="77777777" w:rsidR="00924D48" w:rsidRDefault="00924D48" w:rsidP="00FA66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chivo">
    <w:altName w:val="Calibri"/>
    <w:charset w:val="00"/>
    <w:family w:val="swiss"/>
    <w:pitch w:val="variable"/>
    <w:sig w:usb0="2000000F" w:usb1="00000001" w:usb2="00000000" w:usb3="00000000" w:csb0="00000193" w:csb1="00000000"/>
  </w:font>
  <w:font w:name="Roboto Light">
    <w:charset w:val="00"/>
    <w:family w:val="auto"/>
    <w:pitch w:val="variable"/>
    <w:sig w:usb0="E0000AFF" w:usb1="5000217F" w:usb2="00000021" w:usb3="00000000" w:csb0="0000019F" w:csb1="00000000"/>
  </w:font>
  <w:font w:name="Times New Roman (Cuerpo en alfa">
    <w:altName w:val="Times New Roman"/>
    <w:panose1 w:val="00000000000000000000"/>
    <w:charset w:val="00"/>
    <w:family w:val="roman"/>
    <w:notTrueType/>
    <w:pitch w:val="default"/>
  </w:font>
  <w:font w:name="Calibri (Cuerpo)">
    <w:altName w:val="Calibri"/>
    <w:panose1 w:val="00000000000000000000"/>
    <w:charset w:val="00"/>
    <w:family w:val="roman"/>
    <w:notTrueType/>
    <w:pitch w:val="default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">
    <w:altName w:val="﷽﷽﷽﷽﷽﷽฿ú"/>
    <w:panose1 w:val="02020603050405020304"/>
    <w:charset w:val="00"/>
    <w:family w:val="auto"/>
    <w:pitch w:val="variable"/>
    <w:sig w:usb0="E00002FF" w:usb1="5000205A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58D018" w14:textId="77777777" w:rsidR="00D741A1" w:rsidRDefault="00F84EA9" w:rsidP="00FA6676">
    <w:pPr>
      <w:pStyle w:val="TercerTtuloPortada"/>
    </w:pPr>
    <w:r>
      <w:rPr>
        <w:noProof/>
        <w:lang w:eastAsia="es-CL"/>
      </w:rPr>
      <mc:AlternateContent>
        <mc:Choice Requires="wps">
          <w:drawing>
            <wp:anchor distT="0" distB="0" distL="114300" distR="114300" simplePos="0" relativeHeight="251794432" behindDoc="0" locked="0" layoutInCell="1" allowOverlap="1" wp14:anchorId="7D4293C4" wp14:editId="7E2BB5EB">
              <wp:simplePos x="0" y="0"/>
              <wp:positionH relativeFrom="column">
                <wp:posOffset>-1204686</wp:posOffset>
              </wp:positionH>
              <wp:positionV relativeFrom="paragraph">
                <wp:posOffset>95975</wp:posOffset>
              </wp:positionV>
              <wp:extent cx="7897384" cy="0"/>
              <wp:effectExtent l="0" t="0" r="27940" b="19050"/>
              <wp:wrapNone/>
              <wp:docPr id="10" name="Conector recto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897384" cy="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6"/>
                      </a:lnRef>
                      <a:fillRef idx="0">
                        <a:schemeClr val="accent6"/>
                      </a:fillRef>
                      <a:effectRef idx="0">
                        <a:schemeClr val="accent6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3BEAF9C" id="Conector recto 10" o:spid="_x0000_s1026" style="position:absolute;z-index:251794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94.85pt,7.55pt" to="527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" strokecolor="#969696 [3209]" strokeweight=".5pt">
              <v:stroke joinstyle="miter"/>
            </v:line>
          </w:pict>
        </mc:Fallback>
      </mc:AlternateContent>
    </w:r>
  </w:p>
  <w:p w14:paraId="5133EF3A" w14:textId="77777777" w:rsidR="00D741A1" w:rsidRPr="002D5781" w:rsidRDefault="00A910E3" w:rsidP="00FA6676">
    <w:pPr>
      <w:pStyle w:val="TercerTtuloPortada"/>
      <w:rPr>
        <w:color w:val="404040"/>
        <w:sz w:val="18"/>
        <w:szCs w:val="20"/>
      </w:rPr>
    </w:pPr>
    <w:r>
      <w:rPr>
        <w:noProof/>
        <w:color w:val="C8B4A0"/>
        <w:sz w:val="18"/>
        <w:szCs w:val="20"/>
      </w:rPr>
      <mc:AlternateContent>
        <mc:Choice Requires="wps">
          <w:drawing>
            <wp:anchor distT="0" distB="0" distL="114300" distR="114300" simplePos="0" relativeHeight="251828224" behindDoc="0" locked="0" layoutInCell="1" allowOverlap="1" wp14:anchorId="6DEEF1FA" wp14:editId="716366E9">
              <wp:simplePos x="0" y="0"/>
              <wp:positionH relativeFrom="column">
                <wp:posOffset>4835635</wp:posOffset>
              </wp:positionH>
              <wp:positionV relativeFrom="paragraph">
                <wp:posOffset>11817</wp:posOffset>
              </wp:positionV>
              <wp:extent cx="972820" cy="548640"/>
              <wp:effectExtent l="0" t="0" r="0" b="3810"/>
              <wp:wrapNone/>
              <wp:docPr id="2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72820" cy="5486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32274A9" w14:textId="58851364" w:rsidR="00A910E3" w:rsidRDefault="00967895" w:rsidP="00A910E3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445B681" wp14:editId="0B2B4362">
                                <wp:extent cx="447675" cy="447675"/>
                                <wp:effectExtent l="0" t="0" r="9525" b="9525"/>
                                <wp:docPr id="2069172587" name="Imagen 30" descr="Logotipo, Icono&#10;&#10;Descripción generada automáticamente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631217046" name="Imagen 30" descr="Logotipo, Icono&#10;&#10;Descripción generada automáticamente"/>
                                        <pic:cNvPicPr>
                                          <a:picLocks noChangeAspect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47675" cy="4476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EEF1FA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380.75pt;margin-top:.95pt;width:76.6pt;height:43.2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" filled="f" stroked="f" strokeweight=".5pt">
              <v:textbox>
                <w:txbxContent>
                  <w:p w14:paraId="032274A9" w14:textId="58851364" w:rsidR="00A910E3" w:rsidRDefault="00967895" w:rsidP="00A910E3">
                    <w:pPr>
                      <w:jc w:val="center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0445B681" wp14:editId="0B2B4362">
                          <wp:extent cx="447675" cy="447675"/>
                          <wp:effectExtent l="0" t="0" r="9525" b="9525"/>
                          <wp:docPr id="2069172587" name="Imagen 30" descr="Logotipo, Icono&#10;&#10;Descripción generada automáticamente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631217046" name="Imagen 30" descr="Logotipo, Icono&#10;&#10;Descripción generada automáticamente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47675" cy="4476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D741A1" w:rsidRPr="002D5781">
      <w:rPr>
        <w:color w:val="404040"/>
        <w:sz w:val="18"/>
        <w:szCs w:val="20"/>
      </w:rPr>
      <w:t xml:space="preserve">Preparado por </w:t>
    </w:r>
    <w:proofErr w:type="spellStart"/>
    <w:r w:rsidR="00D741A1" w:rsidRPr="002D5781">
      <w:rPr>
        <w:b/>
        <w:color w:val="404040"/>
        <w:spacing w:val="6"/>
        <w:sz w:val="18"/>
        <w:szCs w:val="20"/>
      </w:rPr>
      <w:t>geobiota</w:t>
    </w:r>
    <w:proofErr w:type="spellEnd"/>
    <w:r w:rsidR="00D741A1" w:rsidRPr="002D5781">
      <w:rPr>
        <w:b/>
        <w:color w:val="404040"/>
        <w:spacing w:val="6"/>
        <w:sz w:val="18"/>
        <w:szCs w:val="20"/>
      </w:rPr>
      <w:t xml:space="preserve"> </w:t>
    </w:r>
  </w:p>
  <w:p w14:paraId="506D5AFD" w14:textId="1D13CE59" w:rsidR="00D741A1" w:rsidRPr="002D5781" w:rsidRDefault="00C72DC1" w:rsidP="00FA6676">
    <w:pPr>
      <w:pStyle w:val="TercerTtuloPortada"/>
      <w:rPr>
        <w:color w:val="404040"/>
        <w:sz w:val="18"/>
        <w:szCs w:val="20"/>
      </w:rPr>
    </w:pPr>
    <w:r w:rsidRPr="002D5781">
      <w:rPr>
        <w:color w:val="404040"/>
        <w:sz w:val="18"/>
        <w:szCs w:val="20"/>
      </w:rPr>
      <w:t>para</w:t>
    </w:r>
    <w:r w:rsidRPr="002D5781">
      <w:rPr>
        <w:b/>
        <w:bCs/>
        <w:color w:val="404040"/>
        <w:sz w:val="18"/>
        <w:szCs w:val="20"/>
      </w:rPr>
      <w:t xml:space="preserve"> </w:t>
    </w:r>
    <w:r w:rsidR="006D1D99">
      <w:rPr>
        <w:b/>
        <w:bCs/>
        <w:color w:val="404040"/>
        <w:sz w:val="18"/>
        <w:szCs w:val="20"/>
      </w:rPr>
      <w:t>SQM Salar SA</w:t>
    </w:r>
  </w:p>
  <w:p w14:paraId="26AE6A5A" w14:textId="5C0F8F54" w:rsidR="00DE3C07" w:rsidRDefault="009F066E" w:rsidP="00FA6676">
    <w:pPr>
      <w:pStyle w:val="TercerTtuloPortada"/>
      <w:rPr>
        <w:color w:val="A0968C"/>
        <w:sz w:val="18"/>
        <w:szCs w:val="20"/>
      </w:rPr>
    </w:pPr>
    <w:r>
      <w:rPr>
        <w:color w:val="A0968C"/>
        <w:sz w:val="18"/>
        <w:szCs w:val="20"/>
      </w:rPr>
      <w:t>GEOB.</w:t>
    </w:r>
    <w:r w:rsidR="006D1D99">
      <w:rPr>
        <w:color w:val="A0968C"/>
        <w:sz w:val="18"/>
        <w:szCs w:val="20"/>
      </w:rPr>
      <w:t>SQMSL</w:t>
    </w:r>
    <w:r w:rsidR="009B167C">
      <w:rPr>
        <w:color w:val="A0968C"/>
        <w:sz w:val="18"/>
        <w:szCs w:val="20"/>
      </w:rPr>
      <w:t>8</w:t>
    </w:r>
    <w:r w:rsidR="00967895">
      <w:rPr>
        <w:color w:val="A0968C"/>
        <w:sz w:val="18"/>
        <w:szCs w:val="20"/>
      </w:rPr>
      <w:t>62</w:t>
    </w:r>
    <w:r w:rsidR="003238CE">
      <w:rPr>
        <w:color w:val="A0968C"/>
        <w:sz w:val="18"/>
        <w:szCs w:val="20"/>
      </w:rPr>
      <w:t>.INF</w:t>
    </w:r>
    <w:r w:rsidR="00B54353">
      <w:rPr>
        <w:color w:val="A0968C"/>
        <w:sz w:val="18"/>
        <w:szCs w:val="20"/>
      </w:rPr>
      <w:t>0</w:t>
    </w:r>
    <w:r w:rsidR="00FA3E9B">
      <w:rPr>
        <w:color w:val="A0968C"/>
        <w:sz w:val="18"/>
        <w:szCs w:val="20"/>
      </w:rPr>
      <w:t>2</w:t>
    </w:r>
    <w:r w:rsidR="00CD3066">
      <w:rPr>
        <w:color w:val="A0968C"/>
        <w:sz w:val="18"/>
        <w:szCs w:val="20"/>
      </w:rPr>
      <w:t>2</w:t>
    </w:r>
    <w:r w:rsidR="003238CE">
      <w:rPr>
        <w:color w:val="A0968C"/>
        <w:sz w:val="18"/>
        <w:szCs w:val="20"/>
      </w:rPr>
      <w:t>.</w:t>
    </w:r>
    <w:r w:rsidR="006A41CD">
      <w:rPr>
        <w:color w:val="A0968C"/>
        <w:sz w:val="18"/>
        <w:szCs w:val="20"/>
      </w:rPr>
      <w:t>ANX</w:t>
    </w:r>
    <w:r w:rsidR="00DE3C07">
      <w:rPr>
        <w:color w:val="A0968C"/>
        <w:sz w:val="18"/>
        <w:szCs w:val="20"/>
      </w:rPr>
      <w:t>0</w:t>
    </w:r>
    <w:r w:rsidR="009B167C">
      <w:rPr>
        <w:color w:val="A0968C"/>
        <w:sz w:val="18"/>
        <w:szCs w:val="20"/>
      </w:rPr>
      <w:t>6</w:t>
    </w:r>
  </w:p>
  <w:p w14:paraId="0B252C15" w14:textId="38FCDA57" w:rsidR="00D741A1" w:rsidRPr="000B4E8B" w:rsidRDefault="00CD3066" w:rsidP="00FA6676">
    <w:pPr>
      <w:pStyle w:val="TercerTtuloPortada"/>
      <w:rPr>
        <w:color w:val="404040"/>
      </w:rPr>
    </w:pPr>
    <w:r>
      <w:rPr>
        <w:color w:val="404040"/>
        <w:sz w:val="18"/>
        <w:szCs w:val="20"/>
      </w:rPr>
      <w:t>Febrero</w:t>
    </w:r>
    <w:r w:rsidR="00053C06">
      <w:rPr>
        <w:color w:val="404040"/>
        <w:sz w:val="18"/>
        <w:szCs w:val="20"/>
      </w:rPr>
      <w:t>, 202</w:t>
    </w:r>
    <w:r>
      <w:rPr>
        <w:color w:val="404040"/>
        <w:sz w:val="18"/>
        <w:szCs w:val="20"/>
      </w:rPr>
      <w:t>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12327" w:type="dxa"/>
      <w:tblInd w:w="-1418" w:type="dxa"/>
      <w:tblBorders>
        <w:top w:val="single" w:sz="4" w:space="0" w:color="969696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18"/>
      <w:gridCol w:w="2410"/>
      <w:gridCol w:w="6662"/>
      <w:gridCol w:w="1837"/>
    </w:tblGrid>
    <w:tr w:rsidR="008C703F" w14:paraId="64E34525" w14:textId="77777777" w:rsidTr="000F4814">
      <w:trPr>
        <w:trHeight w:hRule="exact" w:val="815"/>
      </w:trPr>
      <w:tc>
        <w:tcPr>
          <w:tcW w:w="1418" w:type="dxa"/>
        </w:tcPr>
        <w:p w14:paraId="2BEE0E1D" w14:textId="77777777" w:rsidR="008C703F" w:rsidRDefault="008C703F" w:rsidP="008C703F">
          <w:pPr>
            <w:pStyle w:val="Piedepgina"/>
            <w:rPr>
              <w:noProof/>
              <w:color w:val="C8B4A0"/>
              <w:sz w:val="18"/>
              <w:szCs w:val="20"/>
            </w:rPr>
          </w:pPr>
        </w:p>
      </w:tc>
      <w:tc>
        <w:tcPr>
          <w:tcW w:w="2410" w:type="dxa"/>
          <w:shd w:val="clear" w:color="auto" w:fill="auto"/>
        </w:tcPr>
        <w:p w14:paraId="66A03650" w14:textId="68E14834" w:rsidR="008C703F" w:rsidRDefault="00967895" w:rsidP="008C703F">
          <w:pPr>
            <w:pStyle w:val="Piedepgina"/>
          </w:pPr>
          <w:r>
            <w:rPr>
              <w:noProof/>
            </w:rPr>
            <w:drawing>
              <wp:anchor distT="0" distB="0" distL="114300" distR="114300" simplePos="0" relativeHeight="251880448" behindDoc="0" locked="0" layoutInCell="1" allowOverlap="1" wp14:anchorId="259BF4BE" wp14:editId="6D57A395">
                <wp:simplePos x="0" y="0"/>
                <wp:positionH relativeFrom="column">
                  <wp:posOffset>2540</wp:posOffset>
                </wp:positionH>
                <wp:positionV relativeFrom="paragraph">
                  <wp:posOffset>83820</wp:posOffset>
                </wp:positionV>
                <wp:extent cx="447675" cy="447675"/>
                <wp:effectExtent l="0" t="0" r="9525" b="9525"/>
                <wp:wrapNone/>
                <wp:docPr id="1075507218" name="Imagen 30" descr="Logotipo, Icono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31217046" name="Imagen 30" descr="Logotipo, Icono&#10;&#10;Descripción generada automáticamente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767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662" w:type="dxa"/>
          <w:shd w:val="clear" w:color="auto" w:fill="auto"/>
        </w:tcPr>
        <w:p w14:paraId="2B509BB7" w14:textId="333692FB" w:rsidR="008C703F" w:rsidRPr="00AD7E5B" w:rsidRDefault="008C703F" w:rsidP="008C703F">
          <w:pPr>
            <w:pStyle w:val="Piedepgina"/>
            <w:spacing w:before="120"/>
            <w:jc w:val="right"/>
            <w:rPr>
              <w:b/>
              <w:bCs/>
              <w:sz w:val="16"/>
              <w:szCs w:val="18"/>
            </w:rPr>
          </w:pPr>
          <w:r>
            <w:rPr>
              <w:b/>
              <w:bCs/>
              <w:sz w:val="16"/>
              <w:szCs w:val="18"/>
            </w:rPr>
            <w:fldChar w:fldCharType="begin"/>
          </w:r>
          <w:r>
            <w:rPr>
              <w:b/>
              <w:bCs/>
              <w:sz w:val="16"/>
              <w:szCs w:val="18"/>
            </w:rPr>
            <w:instrText xml:space="preserve"> TITLE   \* MERGEFORMAT </w:instrText>
          </w:r>
          <w:r>
            <w:rPr>
              <w:b/>
              <w:bCs/>
              <w:sz w:val="16"/>
              <w:szCs w:val="18"/>
            </w:rPr>
            <w:fldChar w:fldCharType="separate"/>
          </w:r>
          <w:r w:rsidR="00F84992">
            <w:rPr>
              <w:b/>
              <w:bCs/>
              <w:sz w:val="16"/>
              <w:szCs w:val="18"/>
            </w:rPr>
            <w:t>Anexo 06. Responsables y participantes del seguimiento ambiental</w:t>
          </w:r>
          <w:r>
            <w:rPr>
              <w:b/>
              <w:bCs/>
              <w:sz w:val="16"/>
              <w:szCs w:val="18"/>
            </w:rPr>
            <w:fldChar w:fldCharType="end"/>
          </w:r>
        </w:p>
        <w:p w14:paraId="4E729099" w14:textId="7FC1F532" w:rsidR="008C703F" w:rsidRPr="002530DE" w:rsidRDefault="008C703F" w:rsidP="008C703F">
          <w:pPr>
            <w:pStyle w:val="Piedepgina"/>
            <w:jc w:val="right"/>
            <w:rPr>
              <w:color w:val="A0968C"/>
            </w:rPr>
          </w:pPr>
          <w:r w:rsidRPr="002530DE">
            <w:rPr>
              <w:color w:val="A0968C"/>
              <w:sz w:val="16"/>
              <w:szCs w:val="18"/>
            </w:rPr>
            <w:fldChar w:fldCharType="begin"/>
          </w:r>
          <w:r w:rsidRPr="002530DE">
            <w:rPr>
              <w:color w:val="A0968C"/>
              <w:sz w:val="16"/>
              <w:szCs w:val="18"/>
            </w:rPr>
            <w:instrText xml:space="preserve"> COMMENTS   \* MERGEFORMAT </w:instrText>
          </w:r>
          <w:r w:rsidRPr="002530DE">
            <w:rPr>
              <w:color w:val="A0968C"/>
              <w:sz w:val="16"/>
              <w:szCs w:val="18"/>
            </w:rPr>
            <w:fldChar w:fldCharType="separate"/>
          </w:r>
          <w:r w:rsidR="002C3729">
            <w:rPr>
              <w:color w:val="A0968C"/>
              <w:sz w:val="16"/>
              <w:szCs w:val="18"/>
            </w:rPr>
            <w:t>GEOB.SQMSL</w:t>
          </w:r>
          <w:r w:rsidR="00A77D68">
            <w:rPr>
              <w:color w:val="A0968C"/>
              <w:sz w:val="16"/>
              <w:szCs w:val="18"/>
            </w:rPr>
            <w:t>8</w:t>
          </w:r>
          <w:r w:rsidR="00967895">
            <w:rPr>
              <w:color w:val="A0968C"/>
              <w:sz w:val="16"/>
              <w:szCs w:val="18"/>
            </w:rPr>
            <w:t>62</w:t>
          </w:r>
          <w:r w:rsidR="002C3729">
            <w:rPr>
              <w:color w:val="A0968C"/>
              <w:sz w:val="16"/>
              <w:szCs w:val="18"/>
            </w:rPr>
            <w:t>.INF</w:t>
          </w:r>
          <w:r w:rsidR="00967895">
            <w:rPr>
              <w:color w:val="A0968C"/>
              <w:sz w:val="16"/>
              <w:szCs w:val="18"/>
            </w:rPr>
            <w:t>02</w:t>
          </w:r>
          <w:r w:rsidR="00F84992">
            <w:rPr>
              <w:color w:val="A0968C"/>
              <w:sz w:val="16"/>
              <w:szCs w:val="18"/>
            </w:rPr>
            <w:t>2</w:t>
          </w:r>
          <w:r w:rsidR="002C3729">
            <w:rPr>
              <w:color w:val="A0968C"/>
              <w:sz w:val="16"/>
              <w:szCs w:val="18"/>
            </w:rPr>
            <w:t>.ANX</w:t>
          </w:r>
          <w:r w:rsidR="00967895">
            <w:rPr>
              <w:color w:val="A0968C"/>
              <w:sz w:val="16"/>
              <w:szCs w:val="18"/>
            </w:rPr>
            <w:t>0</w:t>
          </w:r>
          <w:r w:rsidR="002C3729">
            <w:rPr>
              <w:color w:val="A0968C"/>
              <w:sz w:val="16"/>
              <w:szCs w:val="18"/>
            </w:rPr>
            <w:t>6</w:t>
          </w:r>
          <w:r w:rsidRPr="002530DE">
            <w:rPr>
              <w:color w:val="A0968C"/>
              <w:sz w:val="16"/>
              <w:szCs w:val="18"/>
            </w:rPr>
            <w:fldChar w:fldCharType="end"/>
          </w:r>
        </w:p>
      </w:tc>
      <w:tc>
        <w:tcPr>
          <w:tcW w:w="1837" w:type="dxa"/>
        </w:tcPr>
        <w:p w14:paraId="1C22249C" w14:textId="77777777" w:rsidR="008C703F" w:rsidRDefault="008C703F" w:rsidP="008C703F">
          <w:pPr>
            <w:pStyle w:val="Piedepgina"/>
            <w:spacing w:before="120"/>
            <w:jc w:val="right"/>
            <w:rPr>
              <w:b/>
              <w:bCs/>
              <w:sz w:val="16"/>
              <w:szCs w:val="18"/>
            </w:rPr>
          </w:pPr>
        </w:p>
      </w:tc>
    </w:tr>
  </w:tbl>
  <w:p w14:paraId="7DE0796D" w14:textId="77777777" w:rsidR="00D741A1" w:rsidRPr="002058D4" w:rsidRDefault="00D741A1" w:rsidP="00CB2F8A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12333" w:type="dxa"/>
      <w:tblInd w:w="-1418" w:type="dxa"/>
      <w:tblBorders>
        <w:top w:val="single" w:sz="4" w:space="0" w:color="969696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02"/>
      <w:gridCol w:w="2835"/>
      <w:gridCol w:w="6237"/>
      <w:gridCol w:w="1559"/>
    </w:tblGrid>
    <w:tr w:rsidR="008C703F" w:rsidRPr="00BA31AB" w14:paraId="263EFC58" w14:textId="77777777" w:rsidTr="006477A1">
      <w:trPr>
        <w:trHeight w:hRule="exact" w:val="815"/>
      </w:trPr>
      <w:tc>
        <w:tcPr>
          <w:tcW w:w="1702" w:type="dxa"/>
        </w:tcPr>
        <w:p w14:paraId="2F29A07F" w14:textId="2E0502D8" w:rsidR="008C703F" w:rsidRDefault="008C703F" w:rsidP="008C703F">
          <w:pPr>
            <w:pStyle w:val="Piedepgina"/>
            <w:rPr>
              <w:noProof/>
              <w:color w:val="C8B4A0"/>
              <w:sz w:val="18"/>
              <w:szCs w:val="20"/>
            </w:rPr>
          </w:pPr>
        </w:p>
      </w:tc>
      <w:tc>
        <w:tcPr>
          <w:tcW w:w="2835" w:type="dxa"/>
          <w:shd w:val="clear" w:color="auto" w:fill="auto"/>
        </w:tcPr>
        <w:p w14:paraId="6AFF04F8" w14:textId="5FB65D12" w:rsidR="008C703F" w:rsidRDefault="00967895" w:rsidP="008C703F">
          <w:pPr>
            <w:pStyle w:val="Piedepgina"/>
          </w:pPr>
          <w:r>
            <w:rPr>
              <w:noProof/>
            </w:rPr>
            <w:drawing>
              <wp:anchor distT="0" distB="0" distL="114300" distR="114300" simplePos="0" relativeHeight="251878400" behindDoc="0" locked="0" layoutInCell="1" allowOverlap="1" wp14:anchorId="721D6962" wp14:editId="24963C00">
                <wp:simplePos x="0" y="0"/>
                <wp:positionH relativeFrom="column">
                  <wp:posOffset>-120650</wp:posOffset>
                </wp:positionH>
                <wp:positionV relativeFrom="paragraph">
                  <wp:posOffset>97790</wp:posOffset>
                </wp:positionV>
                <wp:extent cx="447675" cy="447675"/>
                <wp:effectExtent l="0" t="0" r="9525" b="9525"/>
                <wp:wrapNone/>
                <wp:docPr id="1227999717" name="Imagen 30" descr="Logotipo, Icono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31217046" name="Imagen 30" descr="Logotipo, Icono&#10;&#10;Descripción generada automáticamente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767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237" w:type="dxa"/>
          <w:shd w:val="clear" w:color="auto" w:fill="auto"/>
        </w:tcPr>
        <w:p w14:paraId="546EA051" w14:textId="706AD2B2" w:rsidR="008C703F" w:rsidRPr="00AD7E5B" w:rsidRDefault="002C3729" w:rsidP="009D755F">
          <w:pPr>
            <w:pStyle w:val="EncabezadoyNumerodepginaGeob2021"/>
          </w:pPr>
          <w:fldSimple w:instr=" TITLE   \* MERGEFORMAT ">
            <w:r>
              <w:t>Anexo 06. Responsables y participantes del seguimiento ambiental</w:t>
            </w:r>
          </w:fldSimple>
        </w:p>
        <w:p w14:paraId="330937F1" w14:textId="387AA7C3" w:rsidR="008C703F" w:rsidRPr="00BA31AB" w:rsidRDefault="008C703F" w:rsidP="008C703F">
          <w:pPr>
            <w:pStyle w:val="Piedepgina"/>
            <w:jc w:val="right"/>
            <w:rPr>
              <w:color w:val="A0968C"/>
              <w:lang w:val="en-US"/>
            </w:rPr>
          </w:pPr>
          <w:r w:rsidRPr="002530DE">
            <w:rPr>
              <w:color w:val="A0968C"/>
              <w:sz w:val="16"/>
              <w:szCs w:val="18"/>
            </w:rPr>
            <w:fldChar w:fldCharType="begin"/>
          </w:r>
          <w:r w:rsidRPr="00BA31AB">
            <w:rPr>
              <w:color w:val="A0968C"/>
              <w:sz w:val="16"/>
              <w:szCs w:val="18"/>
              <w:lang w:val="en-US"/>
            </w:rPr>
            <w:instrText xml:space="preserve"> COMMENTS   \* MERGEFORMAT </w:instrText>
          </w:r>
          <w:r w:rsidRPr="002530DE">
            <w:rPr>
              <w:color w:val="A0968C"/>
              <w:sz w:val="16"/>
              <w:szCs w:val="18"/>
            </w:rPr>
            <w:fldChar w:fldCharType="separate"/>
          </w:r>
          <w:r w:rsidR="002C3729">
            <w:rPr>
              <w:color w:val="A0968C"/>
              <w:sz w:val="16"/>
              <w:szCs w:val="18"/>
              <w:lang w:val="en-US"/>
            </w:rPr>
            <w:t>GEOB.SQMSL</w:t>
          </w:r>
          <w:r w:rsidR="00053C06">
            <w:rPr>
              <w:color w:val="A0968C"/>
              <w:sz w:val="16"/>
              <w:szCs w:val="18"/>
              <w:lang w:val="en-US"/>
            </w:rPr>
            <w:t>8</w:t>
          </w:r>
          <w:r w:rsidR="008840A2">
            <w:rPr>
              <w:color w:val="A0968C"/>
              <w:sz w:val="16"/>
              <w:szCs w:val="18"/>
              <w:lang w:val="en-US"/>
            </w:rPr>
            <w:t>62</w:t>
          </w:r>
          <w:r w:rsidR="002C3729">
            <w:rPr>
              <w:color w:val="A0968C"/>
              <w:sz w:val="16"/>
              <w:szCs w:val="18"/>
              <w:lang w:val="en-US"/>
            </w:rPr>
            <w:t>.INF0</w:t>
          </w:r>
          <w:r w:rsidR="00FA3E9B">
            <w:rPr>
              <w:color w:val="A0968C"/>
              <w:sz w:val="16"/>
              <w:szCs w:val="18"/>
              <w:lang w:val="en-US"/>
            </w:rPr>
            <w:t>2</w:t>
          </w:r>
          <w:r w:rsidR="008840A2">
            <w:rPr>
              <w:color w:val="A0968C"/>
              <w:sz w:val="16"/>
              <w:szCs w:val="18"/>
              <w:lang w:val="en-US"/>
            </w:rPr>
            <w:t>2</w:t>
          </w:r>
          <w:r w:rsidR="002C3729">
            <w:rPr>
              <w:color w:val="A0968C"/>
              <w:sz w:val="16"/>
              <w:szCs w:val="18"/>
              <w:lang w:val="en-US"/>
            </w:rPr>
            <w:t>.ANX</w:t>
          </w:r>
          <w:r w:rsidR="00967895">
            <w:rPr>
              <w:color w:val="A0968C"/>
              <w:sz w:val="16"/>
              <w:szCs w:val="18"/>
              <w:lang w:val="en-US"/>
            </w:rPr>
            <w:t>0</w:t>
          </w:r>
          <w:r w:rsidR="002C3729">
            <w:rPr>
              <w:color w:val="A0968C"/>
              <w:sz w:val="16"/>
              <w:szCs w:val="18"/>
              <w:lang w:val="en-US"/>
            </w:rPr>
            <w:t>6</w:t>
          </w:r>
          <w:r w:rsidRPr="002530DE">
            <w:rPr>
              <w:color w:val="A0968C"/>
              <w:sz w:val="16"/>
              <w:szCs w:val="18"/>
            </w:rPr>
            <w:fldChar w:fldCharType="end"/>
          </w:r>
        </w:p>
      </w:tc>
      <w:tc>
        <w:tcPr>
          <w:tcW w:w="1559" w:type="dxa"/>
        </w:tcPr>
        <w:p w14:paraId="03B3DD57" w14:textId="77777777" w:rsidR="008C703F" w:rsidRPr="00BA31AB" w:rsidRDefault="008C703F" w:rsidP="008C703F">
          <w:pPr>
            <w:pStyle w:val="Piedepgina"/>
            <w:spacing w:before="120"/>
            <w:jc w:val="right"/>
            <w:rPr>
              <w:b/>
              <w:bCs/>
              <w:sz w:val="16"/>
              <w:szCs w:val="18"/>
              <w:lang w:val="en-US"/>
            </w:rPr>
          </w:pPr>
        </w:p>
      </w:tc>
    </w:tr>
  </w:tbl>
  <w:p w14:paraId="5963761D" w14:textId="1B841B2F" w:rsidR="004F5DAD" w:rsidRPr="00BA31AB" w:rsidRDefault="00053C06" w:rsidP="00053C06">
    <w:pPr>
      <w:tabs>
        <w:tab w:val="left" w:pos="7080"/>
      </w:tabs>
      <w:rPr>
        <w:lang w:val="en-US"/>
      </w:rPr>
    </w:pPr>
    <w:r>
      <w:rPr>
        <w:lang w:val="en-US"/>
      </w:rPr>
      <w:tab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12327" w:type="dxa"/>
      <w:tblInd w:w="-1418" w:type="dxa"/>
      <w:tblBorders>
        <w:top w:val="single" w:sz="4" w:space="0" w:color="969696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18"/>
      <w:gridCol w:w="2410"/>
      <w:gridCol w:w="6662"/>
      <w:gridCol w:w="1837"/>
    </w:tblGrid>
    <w:tr w:rsidR="004D7B88" w:rsidRPr="00BA31AB" w14:paraId="5398B071" w14:textId="77777777" w:rsidTr="008C703F">
      <w:trPr>
        <w:trHeight w:hRule="exact" w:val="815"/>
      </w:trPr>
      <w:tc>
        <w:tcPr>
          <w:tcW w:w="1418" w:type="dxa"/>
        </w:tcPr>
        <w:p w14:paraId="1BD75149" w14:textId="0886BDD8" w:rsidR="004D7B88" w:rsidRDefault="004D7B88" w:rsidP="004D7B88">
          <w:pPr>
            <w:pStyle w:val="Piedepgina"/>
            <w:rPr>
              <w:noProof/>
              <w:color w:val="C8B4A0"/>
              <w:sz w:val="18"/>
              <w:szCs w:val="20"/>
            </w:rPr>
          </w:pPr>
        </w:p>
      </w:tc>
      <w:tc>
        <w:tcPr>
          <w:tcW w:w="2410" w:type="dxa"/>
          <w:shd w:val="clear" w:color="auto" w:fill="auto"/>
        </w:tcPr>
        <w:p w14:paraId="2E5622FB" w14:textId="342DB5ED" w:rsidR="004D7B88" w:rsidRDefault="00967895" w:rsidP="004D7B88">
          <w:pPr>
            <w:pStyle w:val="Piedepgina"/>
          </w:pPr>
          <w:r>
            <w:rPr>
              <w:noProof/>
            </w:rPr>
            <w:drawing>
              <wp:anchor distT="0" distB="0" distL="114300" distR="114300" simplePos="0" relativeHeight="251879424" behindDoc="0" locked="0" layoutInCell="1" allowOverlap="1" wp14:anchorId="7B5AACA1" wp14:editId="5E255FEB">
                <wp:simplePos x="0" y="0"/>
                <wp:positionH relativeFrom="column">
                  <wp:posOffset>-149860</wp:posOffset>
                </wp:positionH>
                <wp:positionV relativeFrom="paragraph">
                  <wp:posOffset>83820</wp:posOffset>
                </wp:positionV>
                <wp:extent cx="447675" cy="447675"/>
                <wp:effectExtent l="0" t="0" r="9525" b="9525"/>
                <wp:wrapNone/>
                <wp:docPr id="177880758" name="Imagen 30" descr="Logotipo, Icono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31217046" name="Imagen 30" descr="Logotipo, Icono&#10;&#10;Descripción generada automáticamente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767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662" w:type="dxa"/>
          <w:shd w:val="clear" w:color="auto" w:fill="auto"/>
        </w:tcPr>
        <w:p w14:paraId="3988B945" w14:textId="515471BA" w:rsidR="004D7B88" w:rsidRPr="00AD7E5B" w:rsidRDefault="004D7B88" w:rsidP="004D7B88">
          <w:pPr>
            <w:pStyle w:val="Piedepgina"/>
            <w:spacing w:before="120"/>
            <w:jc w:val="right"/>
            <w:rPr>
              <w:b/>
              <w:bCs/>
              <w:sz w:val="16"/>
              <w:szCs w:val="18"/>
            </w:rPr>
          </w:pPr>
          <w:r>
            <w:rPr>
              <w:b/>
              <w:bCs/>
              <w:sz w:val="16"/>
              <w:szCs w:val="18"/>
            </w:rPr>
            <w:fldChar w:fldCharType="begin"/>
          </w:r>
          <w:r>
            <w:rPr>
              <w:b/>
              <w:bCs/>
              <w:sz w:val="16"/>
              <w:szCs w:val="18"/>
            </w:rPr>
            <w:instrText xml:space="preserve"> TITLE   \* MERGEFORMAT </w:instrText>
          </w:r>
          <w:r>
            <w:rPr>
              <w:b/>
              <w:bCs/>
              <w:sz w:val="16"/>
              <w:szCs w:val="18"/>
            </w:rPr>
            <w:fldChar w:fldCharType="separate"/>
          </w:r>
          <w:r w:rsidR="008840A2">
            <w:rPr>
              <w:b/>
              <w:bCs/>
              <w:sz w:val="16"/>
              <w:szCs w:val="18"/>
            </w:rPr>
            <w:t>Anexo 06. Responsables y participantes del seguimiento ambiental</w:t>
          </w:r>
          <w:r>
            <w:rPr>
              <w:b/>
              <w:bCs/>
              <w:sz w:val="16"/>
              <w:szCs w:val="18"/>
            </w:rPr>
            <w:fldChar w:fldCharType="end"/>
          </w:r>
        </w:p>
        <w:p w14:paraId="4D386DD9" w14:textId="6782F4DA" w:rsidR="004D7B88" w:rsidRPr="00BA31AB" w:rsidRDefault="004D7B88" w:rsidP="004D7B88">
          <w:pPr>
            <w:pStyle w:val="Piedepgina"/>
            <w:jc w:val="right"/>
            <w:rPr>
              <w:color w:val="A0968C"/>
              <w:lang w:val="en-US"/>
            </w:rPr>
          </w:pPr>
          <w:r w:rsidRPr="002530DE">
            <w:rPr>
              <w:color w:val="A0968C"/>
              <w:sz w:val="16"/>
              <w:szCs w:val="18"/>
            </w:rPr>
            <w:fldChar w:fldCharType="begin"/>
          </w:r>
          <w:r w:rsidRPr="00BA31AB">
            <w:rPr>
              <w:color w:val="A0968C"/>
              <w:sz w:val="16"/>
              <w:szCs w:val="18"/>
              <w:lang w:val="en-US"/>
            </w:rPr>
            <w:instrText xml:space="preserve"> COMMENTS   \* MERGEFORMAT </w:instrText>
          </w:r>
          <w:r w:rsidRPr="002530DE">
            <w:rPr>
              <w:color w:val="A0968C"/>
              <w:sz w:val="16"/>
              <w:szCs w:val="18"/>
            </w:rPr>
            <w:fldChar w:fldCharType="separate"/>
          </w:r>
          <w:r w:rsidR="002C3729">
            <w:rPr>
              <w:color w:val="A0968C"/>
              <w:sz w:val="16"/>
              <w:szCs w:val="18"/>
              <w:lang w:val="en-US"/>
            </w:rPr>
            <w:t>GEOB.SQMSL</w:t>
          </w:r>
          <w:r w:rsidR="00A77D68">
            <w:rPr>
              <w:color w:val="A0968C"/>
              <w:sz w:val="16"/>
              <w:szCs w:val="18"/>
              <w:lang w:val="en-US"/>
            </w:rPr>
            <w:t>8</w:t>
          </w:r>
          <w:r w:rsidR="00967895">
            <w:rPr>
              <w:color w:val="A0968C"/>
              <w:sz w:val="16"/>
              <w:szCs w:val="18"/>
              <w:lang w:val="en-US"/>
            </w:rPr>
            <w:t>62</w:t>
          </w:r>
          <w:r w:rsidR="002C3729">
            <w:rPr>
              <w:color w:val="A0968C"/>
              <w:sz w:val="16"/>
              <w:szCs w:val="18"/>
              <w:lang w:val="en-US"/>
            </w:rPr>
            <w:t>.INF0</w:t>
          </w:r>
          <w:r w:rsidR="00FA3E9B">
            <w:rPr>
              <w:color w:val="A0968C"/>
              <w:sz w:val="16"/>
              <w:szCs w:val="18"/>
              <w:lang w:val="en-US"/>
            </w:rPr>
            <w:t>2</w:t>
          </w:r>
          <w:r w:rsidR="008840A2">
            <w:rPr>
              <w:color w:val="A0968C"/>
              <w:sz w:val="16"/>
              <w:szCs w:val="18"/>
              <w:lang w:val="en-US"/>
            </w:rPr>
            <w:t>2</w:t>
          </w:r>
          <w:r w:rsidR="002C3729">
            <w:rPr>
              <w:color w:val="A0968C"/>
              <w:sz w:val="16"/>
              <w:szCs w:val="18"/>
              <w:lang w:val="en-US"/>
            </w:rPr>
            <w:t>.ANX</w:t>
          </w:r>
          <w:r w:rsidR="008840A2">
            <w:rPr>
              <w:color w:val="A0968C"/>
              <w:sz w:val="16"/>
              <w:szCs w:val="18"/>
              <w:lang w:val="en-US"/>
            </w:rPr>
            <w:t>0</w:t>
          </w:r>
          <w:r w:rsidR="002C3729">
            <w:rPr>
              <w:color w:val="A0968C"/>
              <w:sz w:val="16"/>
              <w:szCs w:val="18"/>
              <w:lang w:val="en-US"/>
            </w:rPr>
            <w:t>6</w:t>
          </w:r>
          <w:r w:rsidRPr="002530DE">
            <w:rPr>
              <w:color w:val="A0968C"/>
              <w:sz w:val="16"/>
              <w:szCs w:val="18"/>
            </w:rPr>
            <w:fldChar w:fldCharType="end"/>
          </w:r>
        </w:p>
      </w:tc>
      <w:tc>
        <w:tcPr>
          <w:tcW w:w="1837" w:type="dxa"/>
        </w:tcPr>
        <w:p w14:paraId="08DAF940" w14:textId="77777777" w:rsidR="004D7B88" w:rsidRPr="00BA31AB" w:rsidRDefault="004D7B88" w:rsidP="004D7B88">
          <w:pPr>
            <w:pStyle w:val="Piedepgina"/>
            <w:spacing w:before="120"/>
            <w:jc w:val="right"/>
            <w:rPr>
              <w:b/>
              <w:bCs/>
              <w:sz w:val="16"/>
              <w:szCs w:val="18"/>
              <w:lang w:val="en-US"/>
            </w:rPr>
          </w:pPr>
        </w:p>
      </w:tc>
    </w:tr>
  </w:tbl>
  <w:p w14:paraId="23B5AEA0" w14:textId="77777777" w:rsidR="005135E6" w:rsidRPr="00BA31AB" w:rsidRDefault="005135E6" w:rsidP="004D7B88">
    <w:pPr>
      <w:pStyle w:val="Piedep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83C02E" w14:textId="77777777" w:rsidR="00924D48" w:rsidRDefault="00924D48" w:rsidP="00E12D69">
      <w:pPr>
        <w:spacing w:after="60"/>
      </w:pPr>
      <w:r>
        <w:separator/>
      </w:r>
    </w:p>
  </w:footnote>
  <w:footnote w:type="continuationSeparator" w:id="0">
    <w:p w14:paraId="64AFD3F6" w14:textId="77777777" w:rsidR="00924D48" w:rsidRDefault="00924D48" w:rsidP="00FA6676">
      <w:r>
        <w:continuationSeparator/>
      </w:r>
    </w:p>
    <w:p w14:paraId="48637A4E" w14:textId="77777777" w:rsidR="00924D48" w:rsidRDefault="00924D48" w:rsidP="00FA6676"/>
    <w:p w14:paraId="2B57D86E" w14:textId="77777777" w:rsidR="00924D48" w:rsidRDefault="00924D48" w:rsidP="00FA6676"/>
    <w:p w14:paraId="6416C27C" w14:textId="77777777" w:rsidR="00924D48" w:rsidRDefault="00924D48" w:rsidP="00FA6676"/>
    <w:p w14:paraId="582FF6AC" w14:textId="77777777" w:rsidR="00924D48" w:rsidRDefault="00924D48" w:rsidP="00FA6676"/>
    <w:p w14:paraId="43170657" w14:textId="77777777" w:rsidR="00924D48" w:rsidRDefault="00924D48" w:rsidP="00FA6676"/>
    <w:p w14:paraId="655B19FC" w14:textId="77777777" w:rsidR="00924D48" w:rsidRDefault="00924D48" w:rsidP="00FA6676"/>
    <w:p w14:paraId="7300C557" w14:textId="77777777" w:rsidR="00924D48" w:rsidRDefault="00924D48" w:rsidP="00FA6676"/>
    <w:p w14:paraId="7F9F90EA" w14:textId="77777777" w:rsidR="00924D48" w:rsidRDefault="00924D48" w:rsidP="00FA667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merodepgina"/>
      </w:rPr>
      <w:id w:val="1329634809"/>
      <w:docPartObj>
        <w:docPartGallery w:val="Page Numbers (Top of Page)"/>
        <w:docPartUnique/>
      </w:docPartObj>
    </w:sdtPr>
    <w:sdtEndPr>
      <w:rPr>
        <w:rStyle w:val="Nmerodepgina"/>
      </w:rPr>
    </w:sdtEndPr>
    <w:sdtContent>
      <w:p w14:paraId="19C39DE3" w14:textId="561F9649" w:rsidR="00D741A1" w:rsidRDefault="00D741A1" w:rsidP="00FA6676">
        <w:pPr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 w:rsidR="006D1D99">
          <w:rPr>
            <w:rStyle w:val="Nmerodepgina"/>
            <w:noProof/>
          </w:rPr>
          <w:t>1</w:t>
        </w:r>
        <w:r>
          <w:rPr>
            <w:rStyle w:val="Nmerodepgina"/>
          </w:rPr>
          <w:fldChar w:fldCharType="end"/>
        </w:r>
      </w:p>
    </w:sdtContent>
  </w:sdt>
  <w:p w14:paraId="008CBAA7" w14:textId="77777777" w:rsidR="00D741A1" w:rsidRDefault="00D741A1" w:rsidP="00FA667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935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04"/>
      <w:gridCol w:w="2552"/>
    </w:tblGrid>
    <w:tr w:rsidR="00CA18ED" w:rsidRPr="00690C71" w14:paraId="6957C041" w14:textId="77777777" w:rsidTr="00CA18ED">
      <w:trPr>
        <w:trHeight w:val="907"/>
      </w:trPr>
      <w:tc>
        <w:tcPr>
          <w:tcW w:w="6804" w:type="dxa"/>
          <w:noWrap/>
          <w:tcMar>
            <w:left w:w="0" w:type="dxa"/>
            <w:right w:w="0" w:type="dxa"/>
          </w:tcMar>
        </w:tcPr>
        <w:p w14:paraId="7FD6F62A" w14:textId="77777777" w:rsidR="004942AD" w:rsidRPr="003B0C3E" w:rsidRDefault="003B0C3E" w:rsidP="003B0C3E">
          <w:pPr>
            <w:rPr>
              <w:szCs w:val="20"/>
            </w:rPr>
          </w:pPr>
          <w:r>
            <w:rPr>
              <w:szCs w:val="20"/>
            </w:rPr>
            <w:t xml:space="preserve"> </w:t>
          </w:r>
        </w:p>
      </w:tc>
      <w:tc>
        <w:tcPr>
          <w:tcW w:w="2552" w:type="dxa"/>
          <w:noWrap/>
          <w:tcMar>
            <w:top w:w="57" w:type="dxa"/>
            <w:right w:w="57" w:type="dxa"/>
          </w:tcMar>
        </w:tcPr>
        <w:p w14:paraId="74AE9A06" w14:textId="77777777" w:rsidR="00CA18ED" w:rsidRPr="00CA401B" w:rsidRDefault="00CA18ED" w:rsidP="004A08EE">
          <w:pPr>
            <w:pStyle w:val="EncabezadoGeob"/>
          </w:pPr>
        </w:p>
      </w:tc>
    </w:tr>
  </w:tbl>
  <w:p w14:paraId="667762FD" w14:textId="77777777" w:rsidR="00D741A1" w:rsidRDefault="00C852DB" w:rsidP="00FA6676">
    <w:pPr>
      <w:pStyle w:val="PrimerTituloPortadaGeob"/>
    </w:pPr>
    <w:r>
      <w:rPr>
        <w:noProof/>
        <w:lang w:eastAsia="es-CL"/>
      </w:rPr>
      <mc:AlternateContent>
        <mc:Choice Requires="wps">
          <w:drawing>
            <wp:anchor distT="0" distB="0" distL="114300" distR="114300" simplePos="0" relativeHeight="251762688" behindDoc="0" locked="0" layoutInCell="1" allowOverlap="1" wp14:anchorId="6590584A" wp14:editId="6D980D49">
              <wp:simplePos x="0" y="0"/>
              <wp:positionH relativeFrom="column">
                <wp:posOffset>-1111664</wp:posOffset>
              </wp:positionH>
              <wp:positionV relativeFrom="paragraph">
                <wp:posOffset>166370</wp:posOffset>
              </wp:positionV>
              <wp:extent cx="7897384" cy="0"/>
              <wp:effectExtent l="0" t="0" r="27940" b="19050"/>
              <wp:wrapNone/>
              <wp:docPr id="99" name="Conector recto 9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897384" cy="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6"/>
                      </a:lnRef>
                      <a:fillRef idx="0">
                        <a:schemeClr val="accent6"/>
                      </a:fillRef>
                      <a:effectRef idx="0">
                        <a:schemeClr val="accent6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E86D0" id="Conector recto 99" o:spid="_x0000_s1026" style="position:absolute;z-index:2517626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7.55pt,13.1pt" to="534.3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" strokecolor="#969696 [3209]" strokeweight=".5pt">
              <v:stroke joinstyle="miter"/>
            </v:line>
          </w:pict>
        </mc:Fallback>
      </mc:AlternateContent>
    </w:r>
  </w:p>
  <w:p w14:paraId="0D1D7AE6" w14:textId="77777777" w:rsidR="00D741A1" w:rsidRDefault="00D741A1" w:rsidP="00FA6676">
    <w:pPr>
      <w:pStyle w:val="TercerTtuloPortad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12475" w:type="dxa"/>
      <w:tblInd w:w="-1560" w:type="dxa"/>
      <w:tblBorders>
        <w:top w:val="none" w:sz="0" w:space="0" w:color="auto"/>
        <w:left w:val="none" w:sz="0" w:space="0" w:color="auto"/>
        <w:bottom w:val="single" w:sz="4" w:space="0" w:color="969696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560"/>
      <w:gridCol w:w="2369"/>
      <w:gridCol w:w="6703"/>
      <w:gridCol w:w="567"/>
      <w:gridCol w:w="1276"/>
    </w:tblGrid>
    <w:tr w:rsidR="008C703F" w:rsidRPr="00690C71" w14:paraId="02286B3E" w14:textId="77777777" w:rsidTr="000F4814">
      <w:trPr>
        <w:trHeight w:val="533"/>
      </w:trPr>
      <w:tc>
        <w:tcPr>
          <w:tcW w:w="1560" w:type="dxa"/>
        </w:tcPr>
        <w:p w14:paraId="5185E987" w14:textId="69307022" w:rsidR="008C703F" w:rsidRPr="00466A62" w:rsidRDefault="008C703F" w:rsidP="008C703F">
          <w:pPr>
            <w:spacing w:line="276" w:lineRule="auto"/>
            <w:ind w:left="-1415" w:right="360"/>
            <w:jc w:val="center"/>
            <w:rPr>
              <w:noProof/>
              <w:color w:val="9F9F9F" w:themeColor="text1" w:themeTint="80"/>
              <w:lang w:eastAsia="es-CL"/>
            </w:rPr>
          </w:pPr>
        </w:p>
      </w:tc>
      <w:tc>
        <w:tcPr>
          <w:tcW w:w="2369" w:type="dxa"/>
          <w:noWrap/>
          <w:tcMar>
            <w:left w:w="0" w:type="dxa"/>
            <w:right w:w="0" w:type="dxa"/>
          </w:tcMar>
        </w:tcPr>
        <w:p w14:paraId="195CD05D" w14:textId="77777777" w:rsidR="008C703F" w:rsidRDefault="008C703F" w:rsidP="008C703F">
          <w:pPr>
            <w:spacing w:line="276" w:lineRule="auto"/>
            <w:ind w:right="360" w:hanging="426"/>
            <w:jc w:val="center"/>
            <w:rPr>
              <w:rFonts w:ascii="Helvetica" w:hAnsi="Helvetica"/>
              <w:b/>
              <w:caps/>
              <w:color w:val="9F9F9F" w:themeColor="text1" w:themeTint="80"/>
            </w:rPr>
          </w:pPr>
          <w:r w:rsidRPr="00466A62">
            <w:rPr>
              <w:noProof/>
              <w:color w:val="9F9F9F" w:themeColor="text1" w:themeTint="80"/>
              <w:lang w:eastAsia="es-CL"/>
            </w:rPr>
            <w:drawing>
              <wp:inline distT="0" distB="0" distL="0" distR="0" wp14:anchorId="0075B8DD" wp14:editId="3F41A664">
                <wp:extent cx="745200" cy="187200"/>
                <wp:effectExtent l="0" t="0" r="4445" b="3810"/>
                <wp:docPr id="1" name="Imagen 1" descr="C:\Users\Visualogica\AppData\Local\Microsoft\Windows\INetCache\Content.Word\Geobiota 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Visualogica\AppData\Local\Microsoft\Windows\INetCache\Content.Word\Geobiota 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5200" cy="18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03" w:type="dxa"/>
          <w:noWrap/>
        </w:tcPr>
        <w:p w14:paraId="18B23DFA" w14:textId="6A6B0D70" w:rsidR="008C703F" w:rsidRPr="008C703F" w:rsidRDefault="0023732E" w:rsidP="009D755F">
          <w:pPr>
            <w:pStyle w:val="EncabezadoyNumerodepginaGeob2021"/>
            <w:rPr>
              <w:bCs/>
              <w:szCs w:val="18"/>
            </w:rPr>
          </w:pPr>
          <w:sdt>
            <w:sdtPr>
              <w:alias w:val="Asunto"/>
              <w:tag w:val=""/>
              <w:id w:val="-313419352"/>
              <w:placeholder>
                <w:docPart w:val="8E501D0D1FAD4BE994D86FF94CAE5ABB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F84992">
                <w:t>Informe segundo semestre 2024 – Plan de Cumplimiento</w:t>
              </w:r>
            </w:sdtContent>
          </w:sdt>
          <w:r w:rsidR="008C703F" w:rsidRPr="008C703F">
            <w:rPr>
              <w:bCs/>
              <w:szCs w:val="18"/>
            </w:rPr>
            <w:t xml:space="preserve"> </w:t>
          </w:r>
        </w:p>
        <w:p w14:paraId="09007086" w14:textId="77777777" w:rsidR="008C703F" w:rsidRPr="00CA401B" w:rsidRDefault="008C703F" w:rsidP="008C703F">
          <w:pPr>
            <w:pStyle w:val="Piedepgina"/>
            <w:jc w:val="right"/>
          </w:pPr>
        </w:p>
      </w:tc>
      <w:tc>
        <w:tcPr>
          <w:tcW w:w="567" w:type="dxa"/>
          <w:noWrap/>
          <w:tcMar>
            <w:left w:w="0" w:type="dxa"/>
            <w:right w:w="0" w:type="dxa"/>
          </w:tcMar>
        </w:tcPr>
        <w:sdt>
          <w:sdtPr>
            <w:rPr>
              <w:szCs w:val="20"/>
            </w:rPr>
            <w:id w:val="-317646143"/>
            <w:docPartObj>
              <w:docPartGallery w:val="Page Numbers (Bottom of Page)"/>
              <w:docPartUnique/>
            </w:docPartObj>
          </w:sdtPr>
          <w:sdtEndPr/>
          <w:sdtContent>
            <w:p w14:paraId="70E969D7" w14:textId="77777777" w:rsidR="008C703F" w:rsidRPr="00096CC6" w:rsidRDefault="008C703F" w:rsidP="009D755F">
              <w:pPr>
                <w:pStyle w:val="EncabezadoyNumerodepginaGeob2021"/>
                <w:rPr>
                  <w:szCs w:val="20"/>
                </w:rPr>
              </w:pPr>
              <w:r w:rsidRPr="00ED6938">
                <w:fldChar w:fldCharType="begin"/>
              </w:r>
              <w:r w:rsidRPr="00ED6938">
                <w:instrText xml:space="preserve"> PAGE </w:instrText>
              </w:r>
              <w:r w:rsidRPr="00ED6938">
                <w:fldChar w:fldCharType="separate"/>
              </w:r>
              <w:r>
                <w:rPr>
                  <w:noProof/>
                </w:rPr>
                <w:t>6</w:t>
              </w:r>
              <w:r w:rsidRPr="00ED6938">
                <w:fldChar w:fldCharType="end"/>
              </w:r>
            </w:p>
          </w:sdtContent>
        </w:sdt>
      </w:tc>
      <w:tc>
        <w:tcPr>
          <w:tcW w:w="1276" w:type="dxa"/>
        </w:tcPr>
        <w:p w14:paraId="458E60E8" w14:textId="77777777" w:rsidR="008C703F" w:rsidRDefault="008C703F" w:rsidP="009D755F">
          <w:pPr>
            <w:pStyle w:val="EncabezadoyNumerodepginaGeob2021"/>
          </w:pPr>
        </w:p>
      </w:tc>
    </w:tr>
  </w:tbl>
  <w:p w14:paraId="63A6DD86" w14:textId="77777777" w:rsidR="00D741A1" w:rsidRPr="00ED6938" w:rsidRDefault="00D741A1" w:rsidP="008D346A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12475" w:type="dxa"/>
      <w:tblInd w:w="-1560" w:type="dxa"/>
      <w:tblBorders>
        <w:top w:val="none" w:sz="0" w:space="0" w:color="auto"/>
        <w:left w:val="none" w:sz="0" w:space="0" w:color="auto"/>
        <w:bottom w:val="single" w:sz="4" w:space="0" w:color="969696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44"/>
      <w:gridCol w:w="2369"/>
      <w:gridCol w:w="6703"/>
      <w:gridCol w:w="567"/>
      <w:gridCol w:w="992"/>
    </w:tblGrid>
    <w:tr w:rsidR="004D7B88" w:rsidRPr="00690C71" w14:paraId="6E6C7814" w14:textId="77777777" w:rsidTr="000F4814">
      <w:trPr>
        <w:trHeight w:val="533"/>
      </w:trPr>
      <w:tc>
        <w:tcPr>
          <w:tcW w:w="1844" w:type="dxa"/>
        </w:tcPr>
        <w:p w14:paraId="21A9F2D1" w14:textId="77777777" w:rsidR="004D7B88" w:rsidRPr="00466A62" w:rsidRDefault="004D7B88" w:rsidP="004D7B88">
          <w:pPr>
            <w:spacing w:line="276" w:lineRule="auto"/>
            <w:ind w:left="-1415" w:right="360"/>
            <w:jc w:val="center"/>
            <w:rPr>
              <w:noProof/>
              <w:color w:val="9F9F9F" w:themeColor="text1" w:themeTint="80"/>
              <w:lang w:eastAsia="es-CL"/>
            </w:rPr>
          </w:pPr>
        </w:p>
      </w:tc>
      <w:tc>
        <w:tcPr>
          <w:tcW w:w="2369" w:type="dxa"/>
          <w:noWrap/>
          <w:tcMar>
            <w:left w:w="0" w:type="dxa"/>
            <w:right w:w="0" w:type="dxa"/>
          </w:tcMar>
        </w:tcPr>
        <w:p w14:paraId="0FD4F387" w14:textId="77777777" w:rsidR="004D7B88" w:rsidRDefault="004D7B88" w:rsidP="004D7B88">
          <w:pPr>
            <w:spacing w:line="276" w:lineRule="auto"/>
            <w:ind w:right="360" w:hanging="426"/>
            <w:jc w:val="center"/>
            <w:rPr>
              <w:rFonts w:ascii="Helvetica" w:hAnsi="Helvetica"/>
              <w:b/>
              <w:caps/>
              <w:color w:val="9F9F9F" w:themeColor="text1" w:themeTint="80"/>
            </w:rPr>
          </w:pPr>
          <w:r w:rsidRPr="00466A62">
            <w:rPr>
              <w:noProof/>
              <w:color w:val="9F9F9F" w:themeColor="text1" w:themeTint="80"/>
              <w:lang w:eastAsia="es-CL"/>
            </w:rPr>
            <w:drawing>
              <wp:inline distT="0" distB="0" distL="0" distR="0" wp14:anchorId="10390AEA" wp14:editId="77646C66">
                <wp:extent cx="745200" cy="187200"/>
                <wp:effectExtent l="0" t="0" r="4445" b="3810"/>
                <wp:docPr id="3" name="Imagen 3" descr="C:\Users\Visualogica\AppData\Local\Microsoft\Windows\INetCache\Content.Word\Geobiota 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Visualogica\AppData\Local\Microsoft\Windows\INetCache\Content.Word\Geobiota 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5200" cy="18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03" w:type="dxa"/>
          <w:noWrap/>
        </w:tcPr>
        <w:p w14:paraId="778F2CF9" w14:textId="77777777" w:rsidR="004D7B88" w:rsidRPr="009D755F" w:rsidRDefault="004D7B88" w:rsidP="009D755F">
          <w:pPr>
            <w:pStyle w:val="EncabezadoyNumerodepginaGeob2021"/>
          </w:pPr>
          <w:r w:rsidRPr="009D755F">
            <w:t>Control de revisiones</w:t>
          </w:r>
        </w:p>
      </w:tc>
      <w:tc>
        <w:tcPr>
          <w:tcW w:w="567" w:type="dxa"/>
          <w:noWrap/>
          <w:tcMar>
            <w:left w:w="0" w:type="dxa"/>
            <w:right w:w="0" w:type="dxa"/>
          </w:tcMar>
        </w:tcPr>
        <w:sdt>
          <w:sdtPr>
            <w:rPr>
              <w:szCs w:val="20"/>
            </w:rPr>
            <w:id w:val="-314878693"/>
            <w:docPartObj>
              <w:docPartGallery w:val="Page Numbers (Bottom of Page)"/>
              <w:docPartUnique/>
            </w:docPartObj>
          </w:sdtPr>
          <w:sdtEndPr/>
          <w:sdtContent>
            <w:p w14:paraId="4ABD4FBB" w14:textId="77777777" w:rsidR="004D7B88" w:rsidRPr="00096CC6" w:rsidRDefault="004D7B88" w:rsidP="009D755F">
              <w:pPr>
                <w:pStyle w:val="EncabezadoyNumerodepginaGeob2021"/>
                <w:rPr>
                  <w:szCs w:val="20"/>
                </w:rPr>
              </w:pPr>
              <w:r w:rsidRPr="00ED6938">
                <w:fldChar w:fldCharType="begin"/>
              </w:r>
              <w:r w:rsidRPr="00ED6938">
                <w:instrText xml:space="preserve"> PAGE </w:instrText>
              </w:r>
              <w:r w:rsidRPr="00ED6938">
                <w:fldChar w:fldCharType="separate"/>
              </w:r>
              <w:r>
                <w:rPr>
                  <w:noProof/>
                </w:rPr>
                <w:t>6</w:t>
              </w:r>
              <w:r w:rsidRPr="00ED6938">
                <w:fldChar w:fldCharType="end"/>
              </w:r>
            </w:p>
          </w:sdtContent>
        </w:sdt>
      </w:tc>
      <w:tc>
        <w:tcPr>
          <w:tcW w:w="992" w:type="dxa"/>
        </w:tcPr>
        <w:p w14:paraId="5BA89BC3" w14:textId="77777777" w:rsidR="004D7B88" w:rsidRDefault="004D7B88" w:rsidP="009D755F">
          <w:pPr>
            <w:pStyle w:val="EncabezadoyNumerodepginaGeob2021"/>
          </w:pPr>
        </w:p>
      </w:tc>
    </w:tr>
  </w:tbl>
  <w:p w14:paraId="52479B37" w14:textId="77777777" w:rsidR="00D741A1" w:rsidRPr="004F5DAD" w:rsidRDefault="00D741A1" w:rsidP="00BB2417">
    <w:pPr>
      <w:ind w:right="332"/>
      <w:rPr>
        <w:b/>
        <w:sz w:val="18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12475" w:type="dxa"/>
      <w:tblInd w:w="-1560" w:type="dxa"/>
      <w:tblBorders>
        <w:top w:val="none" w:sz="0" w:space="0" w:color="auto"/>
        <w:left w:val="none" w:sz="0" w:space="0" w:color="auto"/>
        <w:bottom w:val="single" w:sz="4" w:space="0" w:color="969696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44"/>
      <w:gridCol w:w="2369"/>
      <w:gridCol w:w="6703"/>
      <w:gridCol w:w="567"/>
      <w:gridCol w:w="992"/>
    </w:tblGrid>
    <w:tr w:rsidR="004D7B88" w:rsidRPr="00690C71" w14:paraId="71EF9DE9" w14:textId="77777777" w:rsidTr="000F4814">
      <w:trPr>
        <w:trHeight w:val="533"/>
      </w:trPr>
      <w:tc>
        <w:tcPr>
          <w:tcW w:w="1844" w:type="dxa"/>
        </w:tcPr>
        <w:p w14:paraId="24B707A7" w14:textId="77777777" w:rsidR="004D7B88" w:rsidRPr="00466A62" w:rsidRDefault="004D7B88" w:rsidP="004D7B88">
          <w:pPr>
            <w:spacing w:line="276" w:lineRule="auto"/>
            <w:ind w:left="-1415" w:right="360"/>
            <w:jc w:val="center"/>
            <w:rPr>
              <w:noProof/>
              <w:color w:val="9F9F9F" w:themeColor="text1" w:themeTint="80"/>
              <w:lang w:eastAsia="es-CL"/>
            </w:rPr>
          </w:pPr>
        </w:p>
      </w:tc>
      <w:tc>
        <w:tcPr>
          <w:tcW w:w="2369" w:type="dxa"/>
          <w:noWrap/>
          <w:tcMar>
            <w:left w:w="0" w:type="dxa"/>
            <w:right w:w="0" w:type="dxa"/>
          </w:tcMar>
        </w:tcPr>
        <w:p w14:paraId="1CAD5AE0" w14:textId="77777777" w:rsidR="004D7B88" w:rsidRDefault="004D7B88" w:rsidP="004D7B88">
          <w:pPr>
            <w:spacing w:line="276" w:lineRule="auto"/>
            <w:ind w:right="360" w:hanging="426"/>
            <w:jc w:val="center"/>
            <w:rPr>
              <w:rFonts w:ascii="Helvetica" w:hAnsi="Helvetica"/>
              <w:b/>
              <w:caps/>
              <w:color w:val="9F9F9F" w:themeColor="text1" w:themeTint="80"/>
            </w:rPr>
          </w:pPr>
          <w:r w:rsidRPr="00466A62">
            <w:rPr>
              <w:noProof/>
              <w:color w:val="9F9F9F" w:themeColor="text1" w:themeTint="80"/>
              <w:lang w:eastAsia="es-CL"/>
            </w:rPr>
            <w:drawing>
              <wp:inline distT="0" distB="0" distL="0" distR="0" wp14:anchorId="67F7BBE9" wp14:editId="25F0BDFA">
                <wp:extent cx="745200" cy="187200"/>
                <wp:effectExtent l="0" t="0" r="4445" b="3810"/>
                <wp:docPr id="1477700555" name="Imagen 1477700555" descr="C:\Users\Visualogica\AppData\Local\Microsoft\Windows\INetCache\Content.Word\Geobiota 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Visualogica\AppData\Local\Microsoft\Windows\INetCache\Content.Word\Geobiota 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5200" cy="18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03" w:type="dxa"/>
          <w:noWrap/>
        </w:tcPr>
        <w:p w14:paraId="4184089C" w14:textId="77777777" w:rsidR="004D7B88" w:rsidRPr="008C703F" w:rsidRDefault="008C703F" w:rsidP="004D7B88">
          <w:pPr>
            <w:pStyle w:val="Piedepgina"/>
            <w:jc w:val="right"/>
            <w:rPr>
              <w:rFonts w:eastAsia="Times New Roman"/>
              <w:b/>
              <w:sz w:val="16"/>
              <w:lang w:eastAsia="es-MX"/>
            </w:rPr>
          </w:pPr>
          <w:r w:rsidRPr="008C703F">
            <w:rPr>
              <w:rFonts w:eastAsia="Times New Roman"/>
              <w:b/>
              <w:sz w:val="16"/>
              <w:lang w:eastAsia="es-MX"/>
            </w:rPr>
            <w:t>Contenido</w:t>
          </w:r>
        </w:p>
      </w:tc>
      <w:tc>
        <w:tcPr>
          <w:tcW w:w="567" w:type="dxa"/>
          <w:noWrap/>
          <w:tcMar>
            <w:left w:w="0" w:type="dxa"/>
            <w:right w:w="0" w:type="dxa"/>
          </w:tcMar>
        </w:tcPr>
        <w:sdt>
          <w:sdtPr>
            <w:rPr>
              <w:szCs w:val="20"/>
            </w:rPr>
            <w:id w:val="-59869407"/>
            <w:docPartObj>
              <w:docPartGallery w:val="Page Numbers (Bottom of Page)"/>
              <w:docPartUnique/>
            </w:docPartObj>
          </w:sdtPr>
          <w:sdtEndPr/>
          <w:sdtContent>
            <w:p w14:paraId="014B1C39" w14:textId="77777777" w:rsidR="004D7B88" w:rsidRPr="00096CC6" w:rsidRDefault="004D7B88" w:rsidP="009D755F">
              <w:pPr>
                <w:pStyle w:val="EncabezadoyNumerodepginaGeob2021"/>
                <w:rPr>
                  <w:szCs w:val="20"/>
                </w:rPr>
              </w:pPr>
              <w:r w:rsidRPr="00ED6938">
                <w:fldChar w:fldCharType="begin"/>
              </w:r>
              <w:r w:rsidRPr="00ED6938">
                <w:instrText xml:space="preserve"> PAGE </w:instrText>
              </w:r>
              <w:r w:rsidRPr="00ED6938">
                <w:fldChar w:fldCharType="separate"/>
              </w:r>
              <w:r>
                <w:rPr>
                  <w:noProof/>
                </w:rPr>
                <w:t>6</w:t>
              </w:r>
              <w:r w:rsidRPr="00ED6938">
                <w:fldChar w:fldCharType="end"/>
              </w:r>
            </w:p>
          </w:sdtContent>
        </w:sdt>
      </w:tc>
      <w:tc>
        <w:tcPr>
          <w:tcW w:w="992" w:type="dxa"/>
        </w:tcPr>
        <w:p w14:paraId="39865820" w14:textId="77777777" w:rsidR="004D7B88" w:rsidRDefault="004D7B88" w:rsidP="009D755F">
          <w:pPr>
            <w:pStyle w:val="EncabezadoyNumerodepginaGeob2021"/>
          </w:pPr>
        </w:p>
      </w:tc>
    </w:tr>
  </w:tbl>
  <w:p w14:paraId="1089FA98" w14:textId="77777777" w:rsidR="004942AD" w:rsidRPr="004F5DAD" w:rsidRDefault="004942AD" w:rsidP="004D7B88">
    <w:pPr>
      <w:ind w:right="332"/>
      <w:rPr>
        <w:b/>
        <w:sz w:val="18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12475" w:type="dxa"/>
      <w:tblInd w:w="-1560" w:type="dxa"/>
      <w:tblBorders>
        <w:top w:val="none" w:sz="0" w:space="0" w:color="auto"/>
        <w:left w:val="none" w:sz="0" w:space="0" w:color="auto"/>
        <w:bottom w:val="single" w:sz="4" w:space="0" w:color="969696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560"/>
      <w:gridCol w:w="3686"/>
      <w:gridCol w:w="5386"/>
      <w:gridCol w:w="567"/>
      <w:gridCol w:w="1276"/>
    </w:tblGrid>
    <w:tr w:rsidR="002E04D9" w:rsidRPr="00690C71" w14:paraId="2EC4BB94" w14:textId="77777777" w:rsidTr="00DE3C07">
      <w:trPr>
        <w:trHeight w:val="533"/>
      </w:trPr>
      <w:tc>
        <w:tcPr>
          <w:tcW w:w="1560" w:type="dxa"/>
        </w:tcPr>
        <w:p w14:paraId="4E67EF7F" w14:textId="5BD2960B" w:rsidR="002E04D9" w:rsidRPr="00466A62" w:rsidRDefault="002E04D9" w:rsidP="002E04D9">
          <w:pPr>
            <w:spacing w:line="276" w:lineRule="auto"/>
            <w:ind w:left="-1415" w:right="360"/>
            <w:jc w:val="center"/>
            <w:rPr>
              <w:noProof/>
              <w:color w:val="9F9F9F" w:themeColor="text1" w:themeTint="80"/>
              <w:lang w:eastAsia="es-CL"/>
            </w:rPr>
          </w:pPr>
        </w:p>
      </w:tc>
      <w:tc>
        <w:tcPr>
          <w:tcW w:w="3686" w:type="dxa"/>
          <w:noWrap/>
          <w:tcMar>
            <w:left w:w="0" w:type="dxa"/>
            <w:right w:w="0" w:type="dxa"/>
          </w:tcMar>
        </w:tcPr>
        <w:p w14:paraId="045BAB2A" w14:textId="77777777" w:rsidR="002E04D9" w:rsidRDefault="002E04D9" w:rsidP="002E04D9">
          <w:pPr>
            <w:spacing w:line="276" w:lineRule="auto"/>
            <w:ind w:right="360" w:hanging="426"/>
            <w:jc w:val="center"/>
            <w:rPr>
              <w:rFonts w:ascii="Helvetica" w:hAnsi="Helvetica"/>
              <w:b/>
              <w:caps/>
              <w:color w:val="9F9F9F" w:themeColor="text1" w:themeTint="80"/>
            </w:rPr>
          </w:pPr>
          <w:r w:rsidRPr="00466A62">
            <w:rPr>
              <w:noProof/>
              <w:color w:val="9F9F9F" w:themeColor="text1" w:themeTint="80"/>
              <w:lang w:eastAsia="es-CL"/>
            </w:rPr>
            <w:drawing>
              <wp:anchor distT="0" distB="0" distL="114300" distR="114300" simplePos="0" relativeHeight="251877376" behindDoc="0" locked="0" layoutInCell="1" allowOverlap="1" wp14:anchorId="353C7741" wp14:editId="654CAF82">
                <wp:simplePos x="0" y="0"/>
                <wp:positionH relativeFrom="column">
                  <wp:posOffset>0</wp:posOffset>
                </wp:positionH>
                <wp:positionV relativeFrom="paragraph">
                  <wp:posOffset>125</wp:posOffset>
                </wp:positionV>
                <wp:extent cx="745200" cy="187200"/>
                <wp:effectExtent l="0" t="0" r="0" b="3810"/>
                <wp:wrapSquare wrapText="bothSides"/>
                <wp:docPr id="95" name="Imagen 95" descr="C:\Users\Visualogica\AppData\Local\Microsoft\Windows\INetCache\Content.Word\Geobiota 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Visualogica\AppData\Local\Microsoft\Windows\INetCache\Content.Word\Geobiota 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5200" cy="18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386" w:type="dxa"/>
          <w:noWrap/>
        </w:tcPr>
        <w:p w14:paraId="4BC21D6F" w14:textId="22DB8638" w:rsidR="002E04D9" w:rsidRPr="008C703F" w:rsidRDefault="0023732E" w:rsidP="002E04D9">
          <w:pPr>
            <w:jc w:val="right"/>
            <w:rPr>
              <w:b/>
              <w:bCs/>
              <w:sz w:val="16"/>
              <w:szCs w:val="18"/>
            </w:rPr>
          </w:pPr>
          <w:sdt>
            <w:sdtPr>
              <w:rPr>
                <w:rFonts w:cs="Calibri (Cuerpo)"/>
                <w:b/>
                <w:sz w:val="16"/>
              </w:rPr>
              <w:alias w:val="Asunto"/>
              <w:tag w:val=""/>
              <w:id w:val="-1742869007"/>
              <w:placeholder>
                <w:docPart w:val="401D303EDA2346F7B12353DA8BABC2C0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CD3066">
                <w:rPr>
                  <w:rFonts w:cs="Calibri (Cuerpo)"/>
                  <w:b/>
                  <w:sz w:val="16"/>
                </w:rPr>
                <w:t>Informe segundo semestre 202</w:t>
              </w:r>
              <w:r w:rsidR="00F84992">
                <w:rPr>
                  <w:rFonts w:cs="Calibri (Cuerpo)"/>
                  <w:b/>
                  <w:sz w:val="16"/>
                </w:rPr>
                <w:t>4</w:t>
              </w:r>
              <w:r w:rsidR="00CD3066">
                <w:rPr>
                  <w:rFonts w:cs="Calibri (Cuerpo)"/>
                  <w:b/>
                  <w:sz w:val="16"/>
                </w:rPr>
                <w:t xml:space="preserve"> – Plan de Cumplimiento</w:t>
              </w:r>
            </w:sdtContent>
          </w:sdt>
          <w:r w:rsidR="002E04D9" w:rsidRPr="008C703F">
            <w:rPr>
              <w:b/>
              <w:bCs/>
              <w:sz w:val="16"/>
              <w:szCs w:val="18"/>
            </w:rPr>
            <w:t xml:space="preserve"> </w:t>
          </w:r>
        </w:p>
        <w:p w14:paraId="70F0077C" w14:textId="77777777" w:rsidR="002E04D9" w:rsidRPr="00CA401B" w:rsidRDefault="002E04D9" w:rsidP="002E04D9">
          <w:pPr>
            <w:pStyle w:val="Piedepgina"/>
            <w:jc w:val="right"/>
          </w:pPr>
        </w:p>
      </w:tc>
      <w:tc>
        <w:tcPr>
          <w:tcW w:w="567" w:type="dxa"/>
          <w:noWrap/>
          <w:tcMar>
            <w:left w:w="0" w:type="dxa"/>
            <w:right w:w="0" w:type="dxa"/>
          </w:tcMar>
        </w:tcPr>
        <w:sdt>
          <w:sdtPr>
            <w:rPr>
              <w:szCs w:val="20"/>
            </w:rPr>
            <w:id w:val="-1418939941"/>
            <w:docPartObj>
              <w:docPartGallery w:val="Page Numbers (Bottom of Page)"/>
              <w:docPartUnique/>
            </w:docPartObj>
          </w:sdtPr>
          <w:sdtEndPr/>
          <w:sdtContent>
            <w:p w14:paraId="435C09EC" w14:textId="77777777" w:rsidR="002E04D9" w:rsidRPr="00096CC6" w:rsidRDefault="002E04D9" w:rsidP="002E04D9">
              <w:pPr>
                <w:pStyle w:val="EncabezadoyNumerodepginaGeob2021"/>
                <w:rPr>
                  <w:szCs w:val="20"/>
                </w:rPr>
              </w:pPr>
              <w:r w:rsidRPr="00ED6938">
                <w:fldChar w:fldCharType="begin"/>
              </w:r>
              <w:r w:rsidRPr="00ED6938">
                <w:instrText xml:space="preserve"> PAGE </w:instrText>
              </w:r>
              <w:r w:rsidRPr="00ED6938">
                <w:fldChar w:fldCharType="separate"/>
              </w:r>
              <w:r>
                <w:rPr>
                  <w:noProof/>
                </w:rPr>
                <w:t>6</w:t>
              </w:r>
              <w:r w:rsidRPr="00ED6938">
                <w:fldChar w:fldCharType="end"/>
              </w:r>
            </w:p>
          </w:sdtContent>
        </w:sdt>
      </w:tc>
      <w:tc>
        <w:tcPr>
          <w:tcW w:w="1276" w:type="dxa"/>
        </w:tcPr>
        <w:p w14:paraId="3CF56F89" w14:textId="77777777" w:rsidR="002E04D9" w:rsidRDefault="002E04D9" w:rsidP="002E04D9">
          <w:pPr>
            <w:pStyle w:val="EncabezadoyNumerodepginaGeob2021"/>
          </w:pPr>
        </w:p>
      </w:tc>
    </w:tr>
  </w:tbl>
  <w:p w14:paraId="4C5CEA51" w14:textId="77777777" w:rsidR="002E04D9" w:rsidRPr="00ED6938" w:rsidRDefault="002E04D9" w:rsidP="008D346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7213AD"/>
    <w:multiLevelType w:val="hybridMultilevel"/>
    <w:tmpl w:val="99BC654E"/>
    <w:lvl w:ilvl="0" w:tplc="8D1A7F7E">
      <w:start w:val="1"/>
      <w:numFmt w:val="lowerLetter"/>
      <w:pStyle w:val="VietaletraGeob"/>
      <w:lvlText w:val="%1."/>
      <w:lvlJc w:val="left"/>
      <w:pPr>
        <w:ind w:left="853" w:hanging="360"/>
      </w:pPr>
      <w:rPr>
        <w:rFonts w:ascii="Franklin Gothic Book" w:hAnsi="Franklin Gothic Book" w:hint="default"/>
        <w:b/>
        <w:i w:val="0"/>
        <w:color w:val="524B44" w:themeColor="text2" w:themeShade="80"/>
        <w:sz w:val="16"/>
      </w:rPr>
    </w:lvl>
    <w:lvl w:ilvl="1" w:tplc="340A0019">
      <w:start w:val="1"/>
      <w:numFmt w:val="lowerLetter"/>
      <w:lvlText w:val="%2."/>
      <w:lvlJc w:val="left"/>
      <w:pPr>
        <w:ind w:left="1866" w:hanging="360"/>
      </w:pPr>
    </w:lvl>
    <w:lvl w:ilvl="2" w:tplc="340A001B">
      <w:start w:val="1"/>
      <w:numFmt w:val="lowerRoman"/>
      <w:lvlText w:val="%3."/>
      <w:lvlJc w:val="right"/>
      <w:pPr>
        <w:ind w:left="2586" w:hanging="180"/>
      </w:pPr>
    </w:lvl>
    <w:lvl w:ilvl="3" w:tplc="340A000F" w:tentative="1">
      <w:start w:val="1"/>
      <w:numFmt w:val="decimal"/>
      <w:lvlText w:val="%4."/>
      <w:lvlJc w:val="left"/>
      <w:pPr>
        <w:ind w:left="3306" w:hanging="360"/>
      </w:pPr>
    </w:lvl>
    <w:lvl w:ilvl="4" w:tplc="340A0019" w:tentative="1">
      <w:start w:val="1"/>
      <w:numFmt w:val="lowerLetter"/>
      <w:lvlText w:val="%5."/>
      <w:lvlJc w:val="left"/>
      <w:pPr>
        <w:ind w:left="4026" w:hanging="360"/>
      </w:pPr>
    </w:lvl>
    <w:lvl w:ilvl="5" w:tplc="340A001B" w:tentative="1">
      <w:start w:val="1"/>
      <w:numFmt w:val="lowerRoman"/>
      <w:lvlText w:val="%6."/>
      <w:lvlJc w:val="right"/>
      <w:pPr>
        <w:ind w:left="4746" w:hanging="180"/>
      </w:pPr>
    </w:lvl>
    <w:lvl w:ilvl="6" w:tplc="340A000F" w:tentative="1">
      <w:start w:val="1"/>
      <w:numFmt w:val="decimal"/>
      <w:lvlText w:val="%7."/>
      <w:lvlJc w:val="left"/>
      <w:pPr>
        <w:ind w:left="5466" w:hanging="360"/>
      </w:pPr>
    </w:lvl>
    <w:lvl w:ilvl="7" w:tplc="340A0019" w:tentative="1">
      <w:start w:val="1"/>
      <w:numFmt w:val="lowerLetter"/>
      <w:lvlText w:val="%8."/>
      <w:lvlJc w:val="left"/>
      <w:pPr>
        <w:ind w:left="6186" w:hanging="360"/>
      </w:pPr>
    </w:lvl>
    <w:lvl w:ilvl="8" w:tplc="34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C3328CA"/>
    <w:multiLevelType w:val="multilevel"/>
    <w:tmpl w:val="58900724"/>
    <w:styleLink w:val="Listaactual7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15F8084E"/>
    <w:multiLevelType w:val="multilevel"/>
    <w:tmpl w:val="FEAA5C16"/>
    <w:styleLink w:val="Listaactual10"/>
    <w:lvl w:ilvl="0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b/>
        <w:i w:val="0"/>
        <w:color w:val="524B44" w:themeColor="text2" w:themeShade="80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4186F9D"/>
    <w:multiLevelType w:val="multilevel"/>
    <w:tmpl w:val="5052E510"/>
    <w:styleLink w:val="Listaactual1"/>
    <w:lvl w:ilvl="0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583EEA"/>
    <w:multiLevelType w:val="multilevel"/>
    <w:tmpl w:val="9D4C1920"/>
    <w:styleLink w:val="Listaactual5"/>
    <w:lvl w:ilvl="0">
      <w:start w:val="1"/>
      <w:numFmt w:val="decimal"/>
      <w:lvlText w:val="%1."/>
      <w:lvlJc w:val="left"/>
      <w:pPr>
        <w:ind w:left="1069" w:hanging="360"/>
      </w:pPr>
      <w:rPr>
        <w:rFonts w:ascii="Franklin Gothic Book" w:hAnsi="Franklin Gothic Book" w:hint="default"/>
        <w:b w:val="0"/>
        <w:i w:val="0"/>
        <w:color w:val="auto"/>
        <w:sz w:val="20"/>
      </w:rPr>
    </w:lvl>
    <w:lvl w:ilvl="1">
      <w:start w:val="1"/>
      <w:numFmt w:val="decimal"/>
      <w:lvlText w:val="%1.%2"/>
      <w:lvlJc w:val="left"/>
      <w:pPr>
        <w:ind w:left="993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57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093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129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165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20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237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2738" w:hanging="360"/>
      </w:pPr>
      <w:rPr>
        <w:rFonts w:hint="default"/>
      </w:rPr>
    </w:lvl>
  </w:abstractNum>
  <w:abstractNum w:abstractNumId="5" w15:restartNumberingAfterBreak="0">
    <w:nsid w:val="28C83698"/>
    <w:multiLevelType w:val="multilevel"/>
    <w:tmpl w:val="ED846096"/>
    <w:styleLink w:val="Listaactual3"/>
    <w:lvl w:ilvl="0">
      <w:start w:val="1"/>
      <w:numFmt w:val="lowerLetter"/>
      <w:lvlText w:val="%1."/>
      <w:lvlJc w:val="left"/>
      <w:pPr>
        <w:ind w:left="284" w:hanging="284"/>
      </w:pPr>
      <w:rPr>
        <w:rFonts w:hint="default"/>
        <w:b w:val="0"/>
        <w:i w:val="0"/>
        <w:color w:val="auto"/>
        <w:sz w:val="18"/>
      </w:rPr>
    </w:lvl>
    <w:lvl w:ilvl="1">
      <w:start w:val="1"/>
      <w:numFmt w:val="decimal"/>
      <w:lvlText w:val="%1.%2"/>
      <w:lvlJc w:val="left"/>
      <w:pPr>
        <w:ind w:left="284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986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022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058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094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30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166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2029" w:hanging="360"/>
      </w:pPr>
      <w:rPr>
        <w:rFonts w:hint="default"/>
      </w:rPr>
    </w:lvl>
  </w:abstractNum>
  <w:abstractNum w:abstractNumId="6" w15:restartNumberingAfterBreak="0">
    <w:nsid w:val="42283F8D"/>
    <w:multiLevelType w:val="multilevel"/>
    <w:tmpl w:val="4308034A"/>
    <w:styleLink w:val="Listaactual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4F9961FF"/>
    <w:multiLevelType w:val="multilevel"/>
    <w:tmpl w:val="DF766366"/>
    <w:styleLink w:val="Listaactual6"/>
    <w:lvl w:ilvl="0">
      <w:start w:val="1"/>
      <w:numFmt w:val="decimal"/>
      <w:lvlText w:val="%1"/>
      <w:lvlJc w:val="left"/>
      <w:pPr>
        <w:ind w:left="1134" w:hanging="1134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54F877BB"/>
    <w:multiLevelType w:val="multilevel"/>
    <w:tmpl w:val="6A14E9BE"/>
    <w:styleLink w:val="Listaactual2"/>
    <w:lvl w:ilvl="0">
      <w:start w:val="1"/>
      <w:numFmt w:val="lowerLetter"/>
      <w:lvlText w:val="%1."/>
      <w:lvlJc w:val="left"/>
      <w:pPr>
        <w:ind w:left="720" w:hanging="360"/>
      </w:pPr>
      <w:rPr>
        <w:rFonts w:ascii="Franklin Gothic Book" w:hAnsi="Franklin Gothic Book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2746CE"/>
    <w:multiLevelType w:val="multilevel"/>
    <w:tmpl w:val="6628768A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59AF53B6"/>
    <w:multiLevelType w:val="multilevel"/>
    <w:tmpl w:val="FD9007AC"/>
    <w:lvl w:ilvl="0">
      <w:start w:val="1"/>
      <w:numFmt w:val="bullet"/>
      <w:pStyle w:val="VietapuntoGeob"/>
      <w:lvlText w:val=""/>
      <w:lvlJc w:val="left"/>
      <w:pPr>
        <w:ind w:left="1146" w:hanging="360"/>
      </w:pPr>
      <w:rPr>
        <w:rFonts w:ascii="Symbol" w:hAnsi="Symbol" w:hint="default"/>
        <w:b/>
        <w:i w:val="0"/>
        <w:color w:val="524B44" w:themeColor="text2" w:themeShade="80"/>
      </w:rPr>
    </w:lvl>
    <w:lvl w:ilvl="1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226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86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946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026" w:hanging="360"/>
      </w:pPr>
      <w:rPr>
        <w:rFonts w:ascii="Symbol" w:hAnsi="Symbol" w:hint="default"/>
      </w:rPr>
    </w:lvl>
  </w:abstractNum>
  <w:abstractNum w:abstractNumId="11" w15:restartNumberingAfterBreak="0">
    <w:nsid w:val="63410AD2"/>
    <w:multiLevelType w:val="multilevel"/>
    <w:tmpl w:val="E7B003D8"/>
    <w:styleLink w:val="Listaactual11"/>
    <w:lvl w:ilvl="0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  <w:b/>
        <w:i w:val="0"/>
        <w:color w:val="524B44" w:themeColor="text2" w:themeShade="80"/>
      </w:rPr>
    </w:lvl>
    <w:lvl w:ilvl="1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226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86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946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026" w:hanging="360"/>
      </w:pPr>
      <w:rPr>
        <w:rFonts w:ascii="Symbol" w:hAnsi="Symbol" w:hint="default"/>
      </w:rPr>
    </w:lvl>
  </w:abstractNum>
  <w:abstractNum w:abstractNumId="12" w15:restartNumberingAfterBreak="0">
    <w:nsid w:val="65D57046"/>
    <w:multiLevelType w:val="multilevel"/>
    <w:tmpl w:val="260AC1A8"/>
    <w:styleLink w:val="Listaactual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  <w:color w:val="auto"/>
        <w:sz w:val="18"/>
      </w:rPr>
    </w:lvl>
    <w:lvl w:ilvl="1">
      <w:start w:val="1"/>
      <w:numFmt w:val="decimal"/>
      <w:lvlText w:val="%1.%2"/>
      <w:lvlJc w:val="left"/>
      <w:pPr>
        <w:ind w:left="993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57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093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129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165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201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237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2738" w:hanging="360"/>
      </w:pPr>
      <w:rPr>
        <w:rFonts w:hint="default"/>
      </w:rPr>
    </w:lvl>
  </w:abstractNum>
  <w:abstractNum w:abstractNumId="13" w15:restartNumberingAfterBreak="0">
    <w:nsid w:val="6DF76E39"/>
    <w:multiLevelType w:val="multilevel"/>
    <w:tmpl w:val="2E2EF3F8"/>
    <w:styleLink w:val="Listaactual9"/>
    <w:lvl w:ilvl="0">
      <w:start w:val="1"/>
      <w:numFmt w:val="bullet"/>
      <w:lvlText w:val="−"/>
      <w:lvlJc w:val="left"/>
      <w:pPr>
        <w:ind w:left="1146" w:hanging="360"/>
      </w:pPr>
      <w:rPr>
        <w:rFonts w:ascii="Archivo" w:hAnsi="Archivo" w:hint="default"/>
        <w:b/>
        <w:i w:val="0"/>
        <w:color w:val="524B44" w:themeColor="text2" w:themeShade="80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num w:numId="1" w16cid:durableId="1249148493">
    <w:abstractNumId w:val="0"/>
  </w:num>
  <w:num w:numId="2" w16cid:durableId="269892596">
    <w:abstractNumId w:val="10"/>
  </w:num>
  <w:num w:numId="3" w16cid:durableId="1633361349">
    <w:abstractNumId w:val="3"/>
  </w:num>
  <w:num w:numId="4" w16cid:durableId="852690920">
    <w:abstractNumId w:val="8"/>
  </w:num>
  <w:num w:numId="5" w16cid:durableId="173960105">
    <w:abstractNumId w:val="5"/>
  </w:num>
  <w:num w:numId="6" w16cid:durableId="1736515248">
    <w:abstractNumId w:val="12"/>
  </w:num>
  <w:num w:numId="7" w16cid:durableId="863984209">
    <w:abstractNumId w:val="4"/>
  </w:num>
  <w:num w:numId="8" w16cid:durableId="2124835669">
    <w:abstractNumId w:val="9"/>
  </w:num>
  <w:num w:numId="9" w16cid:durableId="206644527">
    <w:abstractNumId w:val="7"/>
  </w:num>
  <w:num w:numId="10" w16cid:durableId="239408224">
    <w:abstractNumId w:val="1"/>
  </w:num>
  <w:num w:numId="11" w16cid:durableId="900099250">
    <w:abstractNumId w:val="6"/>
  </w:num>
  <w:num w:numId="12" w16cid:durableId="1717269358">
    <w:abstractNumId w:val="13"/>
  </w:num>
  <w:num w:numId="13" w16cid:durableId="1700471607">
    <w:abstractNumId w:val="2"/>
  </w:num>
  <w:num w:numId="14" w16cid:durableId="581717824">
    <w:abstractNumId w:val="11"/>
  </w:num>
  <w:num w:numId="15" w16cid:durableId="1633635167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stylePaneFormatFilter w:val="BF28" w:allStyles="0" w:customStyles="0" w:latentStyles="0" w:stylesInUse="1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1"/>
  <w:stylePaneSortMethod w:val="000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C46"/>
    <w:rsid w:val="00000051"/>
    <w:rsid w:val="000001BC"/>
    <w:rsid w:val="00004F35"/>
    <w:rsid w:val="00012AC2"/>
    <w:rsid w:val="000215DB"/>
    <w:rsid w:val="000309EB"/>
    <w:rsid w:val="00034422"/>
    <w:rsid w:val="000360EE"/>
    <w:rsid w:val="00036B0E"/>
    <w:rsid w:val="00037084"/>
    <w:rsid w:val="0004353A"/>
    <w:rsid w:val="00043C0A"/>
    <w:rsid w:val="00046C24"/>
    <w:rsid w:val="00047B93"/>
    <w:rsid w:val="0005169C"/>
    <w:rsid w:val="00053C06"/>
    <w:rsid w:val="00054A89"/>
    <w:rsid w:val="000551D0"/>
    <w:rsid w:val="0005631D"/>
    <w:rsid w:val="0006095F"/>
    <w:rsid w:val="00063094"/>
    <w:rsid w:val="000658CC"/>
    <w:rsid w:val="000664EB"/>
    <w:rsid w:val="0007540A"/>
    <w:rsid w:val="0008492D"/>
    <w:rsid w:val="00087242"/>
    <w:rsid w:val="00091309"/>
    <w:rsid w:val="00093DE4"/>
    <w:rsid w:val="0009416B"/>
    <w:rsid w:val="00096CC6"/>
    <w:rsid w:val="000A7398"/>
    <w:rsid w:val="000B260F"/>
    <w:rsid w:val="000B4E8B"/>
    <w:rsid w:val="000D36EC"/>
    <w:rsid w:val="000D4E7B"/>
    <w:rsid w:val="000D7AB6"/>
    <w:rsid w:val="000E008C"/>
    <w:rsid w:val="000E0399"/>
    <w:rsid w:val="000E0F77"/>
    <w:rsid w:val="000E1085"/>
    <w:rsid w:val="000F02C6"/>
    <w:rsid w:val="000F23C4"/>
    <w:rsid w:val="000F4A7F"/>
    <w:rsid w:val="000F51E0"/>
    <w:rsid w:val="001011F7"/>
    <w:rsid w:val="00101306"/>
    <w:rsid w:val="001037BF"/>
    <w:rsid w:val="00104A96"/>
    <w:rsid w:val="00107F23"/>
    <w:rsid w:val="00111CD3"/>
    <w:rsid w:val="001125A4"/>
    <w:rsid w:val="00117BEA"/>
    <w:rsid w:val="001208F5"/>
    <w:rsid w:val="001212E1"/>
    <w:rsid w:val="00122208"/>
    <w:rsid w:val="00122669"/>
    <w:rsid w:val="00125E2F"/>
    <w:rsid w:val="00126916"/>
    <w:rsid w:val="00130DD4"/>
    <w:rsid w:val="00131800"/>
    <w:rsid w:val="00131AA5"/>
    <w:rsid w:val="0013267F"/>
    <w:rsid w:val="00134BD3"/>
    <w:rsid w:val="00135154"/>
    <w:rsid w:val="0014034E"/>
    <w:rsid w:val="001429AB"/>
    <w:rsid w:val="0014540C"/>
    <w:rsid w:val="001458D2"/>
    <w:rsid w:val="00145F57"/>
    <w:rsid w:val="00150E3B"/>
    <w:rsid w:val="00156B37"/>
    <w:rsid w:val="001578E1"/>
    <w:rsid w:val="001643D5"/>
    <w:rsid w:val="001655E4"/>
    <w:rsid w:val="0017272C"/>
    <w:rsid w:val="00174450"/>
    <w:rsid w:val="0017459D"/>
    <w:rsid w:val="00180C96"/>
    <w:rsid w:val="001828CB"/>
    <w:rsid w:val="00184829"/>
    <w:rsid w:val="00186BFE"/>
    <w:rsid w:val="00187FD5"/>
    <w:rsid w:val="0019268D"/>
    <w:rsid w:val="00194B86"/>
    <w:rsid w:val="00196C10"/>
    <w:rsid w:val="001A03EA"/>
    <w:rsid w:val="001A184F"/>
    <w:rsid w:val="001A2606"/>
    <w:rsid w:val="001A2B60"/>
    <w:rsid w:val="001A5313"/>
    <w:rsid w:val="001A64E7"/>
    <w:rsid w:val="001A6716"/>
    <w:rsid w:val="001B5A2D"/>
    <w:rsid w:val="001B65B5"/>
    <w:rsid w:val="001C1089"/>
    <w:rsid w:val="001C135C"/>
    <w:rsid w:val="001C3790"/>
    <w:rsid w:val="001D0242"/>
    <w:rsid w:val="001D0CB0"/>
    <w:rsid w:val="001D4234"/>
    <w:rsid w:val="001D765A"/>
    <w:rsid w:val="001E111F"/>
    <w:rsid w:val="001E3363"/>
    <w:rsid w:val="001E35D5"/>
    <w:rsid w:val="001E47B6"/>
    <w:rsid w:val="001E5EA3"/>
    <w:rsid w:val="001E7ECD"/>
    <w:rsid w:val="001F0278"/>
    <w:rsid w:val="001F0353"/>
    <w:rsid w:val="001F0881"/>
    <w:rsid w:val="001F1AAD"/>
    <w:rsid w:val="001F6B8B"/>
    <w:rsid w:val="001F75AF"/>
    <w:rsid w:val="002005D2"/>
    <w:rsid w:val="002006E6"/>
    <w:rsid w:val="002019D9"/>
    <w:rsid w:val="002056B5"/>
    <w:rsid w:val="002058D4"/>
    <w:rsid w:val="00206FD3"/>
    <w:rsid w:val="002136C4"/>
    <w:rsid w:val="00213A4D"/>
    <w:rsid w:val="002164E5"/>
    <w:rsid w:val="002171B1"/>
    <w:rsid w:val="00220067"/>
    <w:rsid w:val="00223D86"/>
    <w:rsid w:val="00224D48"/>
    <w:rsid w:val="002278EE"/>
    <w:rsid w:val="002318F5"/>
    <w:rsid w:val="00231F64"/>
    <w:rsid w:val="00232A21"/>
    <w:rsid w:val="00234500"/>
    <w:rsid w:val="00234637"/>
    <w:rsid w:val="002350CF"/>
    <w:rsid w:val="00235916"/>
    <w:rsid w:val="0023732E"/>
    <w:rsid w:val="002423F7"/>
    <w:rsid w:val="00242F48"/>
    <w:rsid w:val="00245B22"/>
    <w:rsid w:val="0024693B"/>
    <w:rsid w:val="00247886"/>
    <w:rsid w:val="00251FB1"/>
    <w:rsid w:val="002530DE"/>
    <w:rsid w:val="0026703E"/>
    <w:rsid w:val="0026784B"/>
    <w:rsid w:val="002679D6"/>
    <w:rsid w:val="00271266"/>
    <w:rsid w:val="00273D98"/>
    <w:rsid w:val="00274128"/>
    <w:rsid w:val="00274DDB"/>
    <w:rsid w:val="0027774B"/>
    <w:rsid w:val="00280BD7"/>
    <w:rsid w:val="00280BE3"/>
    <w:rsid w:val="002817D6"/>
    <w:rsid w:val="00283291"/>
    <w:rsid w:val="00283B6A"/>
    <w:rsid w:val="00285DB0"/>
    <w:rsid w:val="00293758"/>
    <w:rsid w:val="002A5D92"/>
    <w:rsid w:val="002A68A3"/>
    <w:rsid w:val="002B2C9D"/>
    <w:rsid w:val="002B68AF"/>
    <w:rsid w:val="002C0A36"/>
    <w:rsid w:val="002C1098"/>
    <w:rsid w:val="002C3729"/>
    <w:rsid w:val="002C44FB"/>
    <w:rsid w:val="002C4F77"/>
    <w:rsid w:val="002C50B0"/>
    <w:rsid w:val="002C615F"/>
    <w:rsid w:val="002C780C"/>
    <w:rsid w:val="002D3C46"/>
    <w:rsid w:val="002D5781"/>
    <w:rsid w:val="002D6FBD"/>
    <w:rsid w:val="002D7604"/>
    <w:rsid w:val="002E04D9"/>
    <w:rsid w:val="002E1B5E"/>
    <w:rsid w:val="002E304D"/>
    <w:rsid w:val="002E5436"/>
    <w:rsid w:val="002E6483"/>
    <w:rsid w:val="002F0625"/>
    <w:rsid w:val="002F31EE"/>
    <w:rsid w:val="002F3820"/>
    <w:rsid w:val="0030347C"/>
    <w:rsid w:val="0030396E"/>
    <w:rsid w:val="0031163A"/>
    <w:rsid w:val="00312AC1"/>
    <w:rsid w:val="00313D13"/>
    <w:rsid w:val="003154A7"/>
    <w:rsid w:val="00315808"/>
    <w:rsid w:val="003161D1"/>
    <w:rsid w:val="003219C2"/>
    <w:rsid w:val="003238CE"/>
    <w:rsid w:val="0032615D"/>
    <w:rsid w:val="00330EB1"/>
    <w:rsid w:val="0033140C"/>
    <w:rsid w:val="00331782"/>
    <w:rsid w:val="00332011"/>
    <w:rsid w:val="00341CAA"/>
    <w:rsid w:val="0034235E"/>
    <w:rsid w:val="00347B6D"/>
    <w:rsid w:val="00352892"/>
    <w:rsid w:val="00354431"/>
    <w:rsid w:val="00356836"/>
    <w:rsid w:val="0036777D"/>
    <w:rsid w:val="00372BF5"/>
    <w:rsid w:val="00373979"/>
    <w:rsid w:val="0037600C"/>
    <w:rsid w:val="00380E6E"/>
    <w:rsid w:val="003827EC"/>
    <w:rsid w:val="003845B0"/>
    <w:rsid w:val="003922C6"/>
    <w:rsid w:val="00397089"/>
    <w:rsid w:val="00397E01"/>
    <w:rsid w:val="003A1787"/>
    <w:rsid w:val="003A1876"/>
    <w:rsid w:val="003A3C15"/>
    <w:rsid w:val="003A7AD7"/>
    <w:rsid w:val="003B0A1C"/>
    <w:rsid w:val="003B0C3E"/>
    <w:rsid w:val="003B0F51"/>
    <w:rsid w:val="003B75C7"/>
    <w:rsid w:val="003C0F0E"/>
    <w:rsid w:val="003C5C08"/>
    <w:rsid w:val="003C793F"/>
    <w:rsid w:val="003D2835"/>
    <w:rsid w:val="003D290B"/>
    <w:rsid w:val="003D3E63"/>
    <w:rsid w:val="003D6019"/>
    <w:rsid w:val="003D7CF9"/>
    <w:rsid w:val="003E20B3"/>
    <w:rsid w:val="003E3F53"/>
    <w:rsid w:val="003E5AB2"/>
    <w:rsid w:val="003E5DCE"/>
    <w:rsid w:val="003F3F1D"/>
    <w:rsid w:val="00404FF6"/>
    <w:rsid w:val="00407187"/>
    <w:rsid w:val="00407C46"/>
    <w:rsid w:val="004333A2"/>
    <w:rsid w:val="00435C61"/>
    <w:rsid w:val="0046084E"/>
    <w:rsid w:val="00462952"/>
    <w:rsid w:val="00464153"/>
    <w:rsid w:val="00464BEC"/>
    <w:rsid w:val="00464E4B"/>
    <w:rsid w:val="00467487"/>
    <w:rsid w:val="00467A99"/>
    <w:rsid w:val="00467DB4"/>
    <w:rsid w:val="004715BA"/>
    <w:rsid w:val="00472248"/>
    <w:rsid w:val="00472324"/>
    <w:rsid w:val="00473FD3"/>
    <w:rsid w:val="00474B75"/>
    <w:rsid w:val="00482F0A"/>
    <w:rsid w:val="0048563E"/>
    <w:rsid w:val="00487ABE"/>
    <w:rsid w:val="004914D8"/>
    <w:rsid w:val="00492836"/>
    <w:rsid w:val="004942AD"/>
    <w:rsid w:val="004951B2"/>
    <w:rsid w:val="004955E0"/>
    <w:rsid w:val="004A08EE"/>
    <w:rsid w:val="004A0D0B"/>
    <w:rsid w:val="004B0E02"/>
    <w:rsid w:val="004B2BB2"/>
    <w:rsid w:val="004B32F8"/>
    <w:rsid w:val="004B4F62"/>
    <w:rsid w:val="004B63F3"/>
    <w:rsid w:val="004C0138"/>
    <w:rsid w:val="004C1DE7"/>
    <w:rsid w:val="004C39AB"/>
    <w:rsid w:val="004D3323"/>
    <w:rsid w:val="004D77A6"/>
    <w:rsid w:val="004D7B88"/>
    <w:rsid w:val="004E0827"/>
    <w:rsid w:val="004E3D55"/>
    <w:rsid w:val="004E6276"/>
    <w:rsid w:val="004E7881"/>
    <w:rsid w:val="004F0E11"/>
    <w:rsid w:val="004F327B"/>
    <w:rsid w:val="004F375C"/>
    <w:rsid w:val="004F5DAD"/>
    <w:rsid w:val="00500528"/>
    <w:rsid w:val="00503923"/>
    <w:rsid w:val="00512275"/>
    <w:rsid w:val="005135E6"/>
    <w:rsid w:val="0052065E"/>
    <w:rsid w:val="0052132F"/>
    <w:rsid w:val="00521BFE"/>
    <w:rsid w:val="00524530"/>
    <w:rsid w:val="0052474F"/>
    <w:rsid w:val="005247B4"/>
    <w:rsid w:val="00526364"/>
    <w:rsid w:val="00532B45"/>
    <w:rsid w:val="0054064A"/>
    <w:rsid w:val="005424C9"/>
    <w:rsid w:val="0054388F"/>
    <w:rsid w:val="005439A5"/>
    <w:rsid w:val="00546A2E"/>
    <w:rsid w:val="00553B36"/>
    <w:rsid w:val="0055654C"/>
    <w:rsid w:val="0055724F"/>
    <w:rsid w:val="0056146A"/>
    <w:rsid w:val="00572D2A"/>
    <w:rsid w:val="00575722"/>
    <w:rsid w:val="00576172"/>
    <w:rsid w:val="005766A8"/>
    <w:rsid w:val="005A0387"/>
    <w:rsid w:val="005A21B0"/>
    <w:rsid w:val="005A6B60"/>
    <w:rsid w:val="005A75AA"/>
    <w:rsid w:val="005B02A4"/>
    <w:rsid w:val="005B3954"/>
    <w:rsid w:val="005B6185"/>
    <w:rsid w:val="005B7FC7"/>
    <w:rsid w:val="005C16C9"/>
    <w:rsid w:val="005C5212"/>
    <w:rsid w:val="005D06BD"/>
    <w:rsid w:val="005D2E1D"/>
    <w:rsid w:val="005D338F"/>
    <w:rsid w:val="005E15BD"/>
    <w:rsid w:val="005E421C"/>
    <w:rsid w:val="005F0888"/>
    <w:rsid w:val="005F4A0D"/>
    <w:rsid w:val="006027DE"/>
    <w:rsid w:val="00605DD3"/>
    <w:rsid w:val="0063265D"/>
    <w:rsid w:val="006330A4"/>
    <w:rsid w:val="006415F7"/>
    <w:rsid w:val="00642D08"/>
    <w:rsid w:val="006438A7"/>
    <w:rsid w:val="006477A1"/>
    <w:rsid w:val="006530C5"/>
    <w:rsid w:val="00655D29"/>
    <w:rsid w:val="00657CBE"/>
    <w:rsid w:val="00660A03"/>
    <w:rsid w:val="006652D3"/>
    <w:rsid w:val="00665AA8"/>
    <w:rsid w:val="00671887"/>
    <w:rsid w:val="006720C4"/>
    <w:rsid w:val="00674925"/>
    <w:rsid w:val="006759E5"/>
    <w:rsid w:val="006839D7"/>
    <w:rsid w:val="0068469B"/>
    <w:rsid w:val="006853EB"/>
    <w:rsid w:val="006869A8"/>
    <w:rsid w:val="00690C71"/>
    <w:rsid w:val="006928F9"/>
    <w:rsid w:val="00695B32"/>
    <w:rsid w:val="006A014A"/>
    <w:rsid w:val="006A02F7"/>
    <w:rsid w:val="006A41CD"/>
    <w:rsid w:val="006A4A46"/>
    <w:rsid w:val="006B028C"/>
    <w:rsid w:val="006B450E"/>
    <w:rsid w:val="006B6ACE"/>
    <w:rsid w:val="006B6CC8"/>
    <w:rsid w:val="006C1864"/>
    <w:rsid w:val="006C5C3A"/>
    <w:rsid w:val="006C60A4"/>
    <w:rsid w:val="006D111C"/>
    <w:rsid w:val="006D1D99"/>
    <w:rsid w:val="006D1FF1"/>
    <w:rsid w:val="006E11B7"/>
    <w:rsid w:val="006F2C47"/>
    <w:rsid w:val="006F75D9"/>
    <w:rsid w:val="00701123"/>
    <w:rsid w:val="00703582"/>
    <w:rsid w:val="00711779"/>
    <w:rsid w:val="00711BBF"/>
    <w:rsid w:val="00712233"/>
    <w:rsid w:val="00712E36"/>
    <w:rsid w:val="00713A64"/>
    <w:rsid w:val="0072037B"/>
    <w:rsid w:val="00722B8E"/>
    <w:rsid w:val="00727B1E"/>
    <w:rsid w:val="00731885"/>
    <w:rsid w:val="00731BEC"/>
    <w:rsid w:val="00733310"/>
    <w:rsid w:val="00747EEC"/>
    <w:rsid w:val="00750308"/>
    <w:rsid w:val="00750C4D"/>
    <w:rsid w:val="00752B00"/>
    <w:rsid w:val="00752BD6"/>
    <w:rsid w:val="0076083A"/>
    <w:rsid w:val="00760E24"/>
    <w:rsid w:val="00765CE5"/>
    <w:rsid w:val="00766230"/>
    <w:rsid w:val="0076645E"/>
    <w:rsid w:val="0076778D"/>
    <w:rsid w:val="00772A53"/>
    <w:rsid w:val="00772E57"/>
    <w:rsid w:val="00775EF2"/>
    <w:rsid w:val="00784046"/>
    <w:rsid w:val="00790EF7"/>
    <w:rsid w:val="00791324"/>
    <w:rsid w:val="00792546"/>
    <w:rsid w:val="00794304"/>
    <w:rsid w:val="00797953"/>
    <w:rsid w:val="007A38F0"/>
    <w:rsid w:val="007A653A"/>
    <w:rsid w:val="007B2B2B"/>
    <w:rsid w:val="007B2DD0"/>
    <w:rsid w:val="007B3574"/>
    <w:rsid w:val="007B5133"/>
    <w:rsid w:val="007C292F"/>
    <w:rsid w:val="007C46B8"/>
    <w:rsid w:val="007D1F9A"/>
    <w:rsid w:val="007D2069"/>
    <w:rsid w:val="007D248D"/>
    <w:rsid w:val="007D4AF8"/>
    <w:rsid w:val="007D4B74"/>
    <w:rsid w:val="007D785D"/>
    <w:rsid w:val="007D78A0"/>
    <w:rsid w:val="007D7D05"/>
    <w:rsid w:val="007E55E3"/>
    <w:rsid w:val="007F4395"/>
    <w:rsid w:val="007F4F84"/>
    <w:rsid w:val="007F5158"/>
    <w:rsid w:val="007F5B21"/>
    <w:rsid w:val="007F5E8F"/>
    <w:rsid w:val="007F71DB"/>
    <w:rsid w:val="008034FF"/>
    <w:rsid w:val="00804EB6"/>
    <w:rsid w:val="008065DD"/>
    <w:rsid w:val="00810150"/>
    <w:rsid w:val="0081057A"/>
    <w:rsid w:val="008156D5"/>
    <w:rsid w:val="00817CAA"/>
    <w:rsid w:val="00821472"/>
    <w:rsid w:val="0082675B"/>
    <w:rsid w:val="00832F30"/>
    <w:rsid w:val="008378E1"/>
    <w:rsid w:val="008410E5"/>
    <w:rsid w:val="00841E59"/>
    <w:rsid w:val="00845215"/>
    <w:rsid w:val="008475EF"/>
    <w:rsid w:val="0085768B"/>
    <w:rsid w:val="008601AB"/>
    <w:rsid w:val="008603CA"/>
    <w:rsid w:val="008603D5"/>
    <w:rsid w:val="00864AE6"/>
    <w:rsid w:val="00864C1F"/>
    <w:rsid w:val="00864DA5"/>
    <w:rsid w:val="0086738F"/>
    <w:rsid w:val="00872ABB"/>
    <w:rsid w:val="00874829"/>
    <w:rsid w:val="008840A2"/>
    <w:rsid w:val="00890F12"/>
    <w:rsid w:val="00893C5E"/>
    <w:rsid w:val="00894CD2"/>
    <w:rsid w:val="008A23AE"/>
    <w:rsid w:val="008A2D59"/>
    <w:rsid w:val="008A5316"/>
    <w:rsid w:val="008A73AC"/>
    <w:rsid w:val="008B2C59"/>
    <w:rsid w:val="008B3755"/>
    <w:rsid w:val="008B44D1"/>
    <w:rsid w:val="008B626A"/>
    <w:rsid w:val="008B64D9"/>
    <w:rsid w:val="008B7C22"/>
    <w:rsid w:val="008B7F03"/>
    <w:rsid w:val="008C0703"/>
    <w:rsid w:val="008C530F"/>
    <w:rsid w:val="008C5481"/>
    <w:rsid w:val="008C5C16"/>
    <w:rsid w:val="008C703F"/>
    <w:rsid w:val="008D346A"/>
    <w:rsid w:val="008D5E94"/>
    <w:rsid w:val="008E0A22"/>
    <w:rsid w:val="008E26AA"/>
    <w:rsid w:val="008E5ED7"/>
    <w:rsid w:val="008E6012"/>
    <w:rsid w:val="008E7403"/>
    <w:rsid w:val="008E7BAB"/>
    <w:rsid w:val="008F0800"/>
    <w:rsid w:val="008F7C1F"/>
    <w:rsid w:val="00907F83"/>
    <w:rsid w:val="009162CC"/>
    <w:rsid w:val="00917DE4"/>
    <w:rsid w:val="009223AE"/>
    <w:rsid w:val="00924D48"/>
    <w:rsid w:val="00925198"/>
    <w:rsid w:val="009261FB"/>
    <w:rsid w:val="00932839"/>
    <w:rsid w:val="00933A29"/>
    <w:rsid w:val="00934B9A"/>
    <w:rsid w:val="00937400"/>
    <w:rsid w:val="0094093D"/>
    <w:rsid w:val="0094095A"/>
    <w:rsid w:val="00941168"/>
    <w:rsid w:val="00942A2C"/>
    <w:rsid w:val="009461E8"/>
    <w:rsid w:val="009464BF"/>
    <w:rsid w:val="00947B4B"/>
    <w:rsid w:val="00955645"/>
    <w:rsid w:val="00961C0C"/>
    <w:rsid w:val="009657F5"/>
    <w:rsid w:val="009660FA"/>
    <w:rsid w:val="0096645A"/>
    <w:rsid w:val="00967895"/>
    <w:rsid w:val="009732A6"/>
    <w:rsid w:val="00975220"/>
    <w:rsid w:val="00975289"/>
    <w:rsid w:val="00977830"/>
    <w:rsid w:val="00984CDB"/>
    <w:rsid w:val="0098557A"/>
    <w:rsid w:val="00987B1C"/>
    <w:rsid w:val="00994ED0"/>
    <w:rsid w:val="009A1132"/>
    <w:rsid w:val="009A56B8"/>
    <w:rsid w:val="009A7048"/>
    <w:rsid w:val="009A7835"/>
    <w:rsid w:val="009A7D6A"/>
    <w:rsid w:val="009B167C"/>
    <w:rsid w:val="009B757D"/>
    <w:rsid w:val="009C026F"/>
    <w:rsid w:val="009C05FC"/>
    <w:rsid w:val="009C161C"/>
    <w:rsid w:val="009C2577"/>
    <w:rsid w:val="009C7415"/>
    <w:rsid w:val="009D3404"/>
    <w:rsid w:val="009D5B1F"/>
    <w:rsid w:val="009D755F"/>
    <w:rsid w:val="009E2EDB"/>
    <w:rsid w:val="009E3119"/>
    <w:rsid w:val="009E35CE"/>
    <w:rsid w:val="009E3AD8"/>
    <w:rsid w:val="009E3B75"/>
    <w:rsid w:val="009E445C"/>
    <w:rsid w:val="009E529E"/>
    <w:rsid w:val="009E5637"/>
    <w:rsid w:val="009F066E"/>
    <w:rsid w:val="009F3E1E"/>
    <w:rsid w:val="009F5BAC"/>
    <w:rsid w:val="00A00DB9"/>
    <w:rsid w:val="00A0338D"/>
    <w:rsid w:val="00A04BD9"/>
    <w:rsid w:val="00A112B3"/>
    <w:rsid w:val="00A13E6D"/>
    <w:rsid w:val="00A15022"/>
    <w:rsid w:val="00A17488"/>
    <w:rsid w:val="00A17B71"/>
    <w:rsid w:val="00A23F26"/>
    <w:rsid w:val="00A307CC"/>
    <w:rsid w:val="00A314A3"/>
    <w:rsid w:val="00A345D0"/>
    <w:rsid w:val="00A357AD"/>
    <w:rsid w:val="00A360D7"/>
    <w:rsid w:val="00A439F4"/>
    <w:rsid w:val="00A44648"/>
    <w:rsid w:val="00A451F7"/>
    <w:rsid w:val="00A46D57"/>
    <w:rsid w:val="00A50305"/>
    <w:rsid w:val="00A51750"/>
    <w:rsid w:val="00A5183F"/>
    <w:rsid w:val="00A52065"/>
    <w:rsid w:val="00A52A52"/>
    <w:rsid w:val="00A54076"/>
    <w:rsid w:val="00A5422A"/>
    <w:rsid w:val="00A545EC"/>
    <w:rsid w:val="00A55198"/>
    <w:rsid w:val="00A604F2"/>
    <w:rsid w:val="00A626C0"/>
    <w:rsid w:val="00A65FA1"/>
    <w:rsid w:val="00A76599"/>
    <w:rsid w:val="00A77AD9"/>
    <w:rsid w:val="00A77D68"/>
    <w:rsid w:val="00A84E8E"/>
    <w:rsid w:val="00A86DDA"/>
    <w:rsid w:val="00A87172"/>
    <w:rsid w:val="00A910E3"/>
    <w:rsid w:val="00A92FF9"/>
    <w:rsid w:val="00A97F2D"/>
    <w:rsid w:val="00AA05C9"/>
    <w:rsid w:val="00AA0697"/>
    <w:rsid w:val="00AA104B"/>
    <w:rsid w:val="00AA30B1"/>
    <w:rsid w:val="00AA7337"/>
    <w:rsid w:val="00AA747B"/>
    <w:rsid w:val="00AA76A4"/>
    <w:rsid w:val="00AB0E71"/>
    <w:rsid w:val="00AB6739"/>
    <w:rsid w:val="00AB6ACF"/>
    <w:rsid w:val="00AC20E9"/>
    <w:rsid w:val="00AC24D1"/>
    <w:rsid w:val="00AC2BB0"/>
    <w:rsid w:val="00AC3A15"/>
    <w:rsid w:val="00AC45CD"/>
    <w:rsid w:val="00AC5439"/>
    <w:rsid w:val="00AC7A66"/>
    <w:rsid w:val="00AD3DAA"/>
    <w:rsid w:val="00AD7E5B"/>
    <w:rsid w:val="00AE0394"/>
    <w:rsid w:val="00AE230E"/>
    <w:rsid w:val="00AE30D9"/>
    <w:rsid w:val="00AE3287"/>
    <w:rsid w:val="00AE362F"/>
    <w:rsid w:val="00AE3F7C"/>
    <w:rsid w:val="00AE51EC"/>
    <w:rsid w:val="00AE6FF1"/>
    <w:rsid w:val="00AE7A55"/>
    <w:rsid w:val="00AE7B20"/>
    <w:rsid w:val="00AF0515"/>
    <w:rsid w:val="00AF5A3D"/>
    <w:rsid w:val="00AF77E4"/>
    <w:rsid w:val="00B00503"/>
    <w:rsid w:val="00B01096"/>
    <w:rsid w:val="00B074FA"/>
    <w:rsid w:val="00B1036D"/>
    <w:rsid w:val="00B104C7"/>
    <w:rsid w:val="00B14DA8"/>
    <w:rsid w:val="00B21F90"/>
    <w:rsid w:val="00B245CF"/>
    <w:rsid w:val="00B258F8"/>
    <w:rsid w:val="00B30CAE"/>
    <w:rsid w:val="00B31502"/>
    <w:rsid w:val="00B31E92"/>
    <w:rsid w:val="00B33C25"/>
    <w:rsid w:val="00B40E8E"/>
    <w:rsid w:val="00B422E9"/>
    <w:rsid w:val="00B44299"/>
    <w:rsid w:val="00B45891"/>
    <w:rsid w:val="00B52972"/>
    <w:rsid w:val="00B529F5"/>
    <w:rsid w:val="00B54353"/>
    <w:rsid w:val="00B56BCC"/>
    <w:rsid w:val="00B604B6"/>
    <w:rsid w:val="00B63557"/>
    <w:rsid w:val="00B645BF"/>
    <w:rsid w:val="00B65C4A"/>
    <w:rsid w:val="00B66A6B"/>
    <w:rsid w:val="00B75A52"/>
    <w:rsid w:val="00B75B64"/>
    <w:rsid w:val="00B80A65"/>
    <w:rsid w:val="00B9233B"/>
    <w:rsid w:val="00B93561"/>
    <w:rsid w:val="00BA00F2"/>
    <w:rsid w:val="00BA31AB"/>
    <w:rsid w:val="00BA4E73"/>
    <w:rsid w:val="00BA6161"/>
    <w:rsid w:val="00BA6B2A"/>
    <w:rsid w:val="00BB2417"/>
    <w:rsid w:val="00BB668A"/>
    <w:rsid w:val="00BB7DBF"/>
    <w:rsid w:val="00BC4179"/>
    <w:rsid w:val="00BC5F87"/>
    <w:rsid w:val="00BC63EE"/>
    <w:rsid w:val="00BC6B72"/>
    <w:rsid w:val="00BD0D22"/>
    <w:rsid w:val="00BD1A24"/>
    <w:rsid w:val="00BD4A51"/>
    <w:rsid w:val="00BD69DF"/>
    <w:rsid w:val="00BF369D"/>
    <w:rsid w:val="00BF486A"/>
    <w:rsid w:val="00BF6D99"/>
    <w:rsid w:val="00BF7AC4"/>
    <w:rsid w:val="00C01C49"/>
    <w:rsid w:val="00C0503B"/>
    <w:rsid w:val="00C052F6"/>
    <w:rsid w:val="00C06CD0"/>
    <w:rsid w:val="00C16454"/>
    <w:rsid w:val="00C16F2E"/>
    <w:rsid w:val="00C233F0"/>
    <w:rsid w:val="00C24F1E"/>
    <w:rsid w:val="00C25D18"/>
    <w:rsid w:val="00C335CD"/>
    <w:rsid w:val="00C44AAD"/>
    <w:rsid w:val="00C467E2"/>
    <w:rsid w:val="00C47575"/>
    <w:rsid w:val="00C4761C"/>
    <w:rsid w:val="00C51956"/>
    <w:rsid w:val="00C519D8"/>
    <w:rsid w:val="00C5729D"/>
    <w:rsid w:val="00C63D45"/>
    <w:rsid w:val="00C642C5"/>
    <w:rsid w:val="00C64E1D"/>
    <w:rsid w:val="00C6514A"/>
    <w:rsid w:val="00C65D5C"/>
    <w:rsid w:val="00C72DC1"/>
    <w:rsid w:val="00C760D8"/>
    <w:rsid w:val="00C8072B"/>
    <w:rsid w:val="00C80987"/>
    <w:rsid w:val="00C81B77"/>
    <w:rsid w:val="00C82352"/>
    <w:rsid w:val="00C828F2"/>
    <w:rsid w:val="00C82A2D"/>
    <w:rsid w:val="00C8515B"/>
    <w:rsid w:val="00C852DB"/>
    <w:rsid w:val="00C941ED"/>
    <w:rsid w:val="00C970BC"/>
    <w:rsid w:val="00CA18ED"/>
    <w:rsid w:val="00CA1F88"/>
    <w:rsid w:val="00CA3E2E"/>
    <w:rsid w:val="00CA401B"/>
    <w:rsid w:val="00CA5FCD"/>
    <w:rsid w:val="00CA66D6"/>
    <w:rsid w:val="00CA7ACA"/>
    <w:rsid w:val="00CB24EB"/>
    <w:rsid w:val="00CB2F8A"/>
    <w:rsid w:val="00CB4B0A"/>
    <w:rsid w:val="00CB6FF3"/>
    <w:rsid w:val="00CC047B"/>
    <w:rsid w:val="00CC426F"/>
    <w:rsid w:val="00CC7573"/>
    <w:rsid w:val="00CD3066"/>
    <w:rsid w:val="00CD372F"/>
    <w:rsid w:val="00CD53E1"/>
    <w:rsid w:val="00CD5B7E"/>
    <w:rsid w:val="00CE1273"/>
    <w:rsid w:val="00CE6669"/>
    <w:rsid w:val="00CF2F37"/>
    <w:rsid w:val="00CF3DDE"/>
    <w:rsid w:val="00CF42DB"/>
    <w:rsid w:val="00D03E67"/>
    <w:rsid w:val="00D048ED"/>
    <w:rsid w:val="00D04B81"/>
    <w:rsid w:val="00D05CFC"/>
    <w:rsid w:val="00D1105E"/>
    <w:rsid w:val="00D14943"/>
    <w:rsid w:val="00D17F9B"/>
    <w:rsid w:val="00D22B22"/>
    <w:rsid w:val="00D22E68"/>
    <w:rsid w:val="00D27BCA"/>
    <w:rsid w:val="00D31159"/>
    <w:rsid w:val="00D36F00"/>
    <w:rsid w:val="00D40654"/>
    <w:rsid w:val="00D42276"/>
    <w:rsid w:val="00D432B9"/>
    <w:rsid w:val="00D44256"/>
    <w:rsid w:val="00D511C9"/>
    <w:rsid w:val="00D526DE"/>
    <w:rsid w:val="00D53368"/>
    <w:rsid w:val="00D54C2E"/>
    <w:rsid w:val="00D56B92"/>
    <w:rsid w:val="00D60D9F"/>
    <w:rsid w:val="00D648C2"/>
    <w:rsid w:val="00D70653"/>
    <w:rsid w:val="00D73475"/>
    <w:rsid w:val="00D739BA"/>
    <w:rsid w:val="00D741A1"/>
    <w:rsid w:val="00D746F8"/>
    <w:rsid w:val="00D81BB5"/>
    <w:rsid w:val="00D84661"/>
    <w:rsid w:val="00D850BF"/>
    <w:rsid w:val="00D8566F"/>
    <w:rsid w:val="00D86754"/>
    <w:rsid w:val="00DA0D18"/>
    <w:rsid w:val="00DA0ED2"/>
    <w:rsid w:val="00DA3736"/>
    <w:rsid w:val="00DA3A81"/>
    <w:rsid w:val="00DA49E3"/>
    <w:rsid w:val="00DA7829"/>
    <w:rsid w:val="00DB2454"/>
    <w:rsid w:val="00DB2644"/>
    <w:rsid w:val="00DB3C4D"/>
    <w:rsid w:val="00DB5081"/>
    <w:rsid w:val="00DB6DAA"/>
    <w:rsid w:val="00DC26B4"/>
    <w:rsid w:val="00DC2820"/>
    <w:rsid w:val="00DD12CA"/>
    <w:rsid w:val="00DD26CE"/>
    <w:rsid w:val="00DD6F4C"/>
    <w:rsid w:val="00DE3C07"/>
    <w:rsid w:val="00DE6126"/>
    <w:rsid w:val="00DE720C"/>
    <w:rsid w:val="00DF4A0E"/>
    <w:rsid w:val="00DF644D"/>
    <w:rsid w:val="00E004AF"/>
    <w:rsid w:val="00E02BA7"/>
    <w:rsid w:val="00E030DE"/>
    <w:rsid w:val="00E0795E"/>
    <w:rsid w:val="00E12269"/>
    <w:rsid w:val="00E12D69"/>
    <w:rsid w:val="00E134D9"/>
    <w:rsid w:val="00E17957"/>
    <w:rsid w:val="00E2088D"/>
    <w:rsid w:val="00E22014"/>
    <w:rsid w:val="00E2227D"/>
    <w:rsid w:val="00E266D3"/>
    <w:rsid w:val="00E27C4C"/>
    <w:rsid w:val="00E344D9"/>
    <w:rsid w:val="00E409BD"/>
    <w:rsid w:val="00E41E74"/>
    <w:rsid w:val="00E41FD7"/>
    <w:rsid w:val="00E42DC0"/>
    <w:rsid w:val="00E42F33"/>
    <w:rsid w:val="00E42F9B"/>
    <w:rsid w:val="00E4405F"/>
    <w:rsid w:val="00E44E67"/>
    <w:rsid w:val="00E5060B"/>
    <w:rsid w:val="00E60715"/>
    <w:rsid w:val="00E607DF"/>
    <w:rsid w:val="00E64A4F"/>
    <w:rsid w:val="00E701EB"/>
    <w:rsid w:val="00E7237C"/>
    <w:rsid w:val="00E7282D"/>
    <w:rsid w:val="00E73F7A"/>
    <w:rsid w:val="00E7701D"/>
    <w:rsid w:val="00E772AF"/>
    <w:rsid w:val="00E823B9"/>
    <w:rsid w:val="00E824C2"/>
    <w:rsid w:val="00E84C55"/>
    <w:rsid w:val="00E8557D"/>
    <w:rsid w:val="00E906F9"/>
    <w:rsid w:val="00E90F58"/>
    <w:rsid w:val="00E92D64"/>
    <w:rsid w:val="00E93E74"/>
    <w:rsid w:val="00E95279"/>
    <w:rsid w:val="00E9724B"/>
    <w:rsid w:val="00EA28AB"/>
    <w:rsid w:val="00EA303D"/>
    <w:rsid w:val="00EB61C4"/>
    <w:rsid w:val="00EC693F"/>
    <w:rsid w:val="00ED1FBB"/>
    <w:rsid w:val="00ED6938"/>
    <w:rsid w:val="00EE0677"/>
    <w:rsid w:val="00EE1C77"/>
    <w:rsid w:val="00EE2D6A"/>
    <w:rsid w:val="00EE3225"/>
    <w:rsid w:val="00EE4247"/>
    <w:rsid w:val="00EE53D9"/>
    <w:rsid w:val="00EE574F"/>
    <w:rsid w:val="00EE6FB0"/>
    <w:rsid w:val="00EF42BE"/>
    <w:rsid w:val="00EF4393"/>
    <w:rsid w:val="00EF5254"/>
    <w:rsid w:val="00EF597C"/>
    <w:rsid w:val="00EF646D"/>
    <w:rsid w:val="00F074B1"/>
    <w:rsid w:val="00F075DC"/>
    <w:rsid w:val="00F142C2"/>
    <w:rsid w:val="00F14BA2"/>
    <w:rsid w:val="00F217D4"/>
    <w:rsid w:val="00F242D3"/>
    <w:rsid w:val="00F25C11"/>
    <w:rsid w:val="00F305BF"/>
    <w:rsid w:val="00F319E7"/>
    <w:rsid w:val="00F32ACE"/>
    <w:rsid w:val="00F35DE4"/>
    <w:rsid w:val="00F371E0"/>
    <w:rsid w:val="00F43C30"/>
    <w:rsid w:val="00F448D8"/>
    <w:rsid w:val="00F45682"/>
    <w:rsid w:val="00F473B3"/>
    <w:rsid w:val="00F47720"/>
    <w:rsid w:val="00F6110A"/>
    <w:rsid w:val="00F65530"/>
    <w:rsid w:val="00F67473"/>
    <w:rsid w:val="00F80B4E"/>
    <w:rsid w:val="00F81620"/>
    <w:rsid w:val="00F84992"/>
    <w:rsid w:val="00F84EA9"/>
    <w:rsid w:val="00F86347"/>
    <w:rsid w:val="00F93434"/>
    <w:rsid w:val="00F95B57"/>
    <w:rsid w:val="00F97E73"/>
    <w:rsid w:val="00FA2190"/>
    <w:rsid w:val="00FA3DA1"/>
    <w:rsid w:val="00FA3E9B"/>
    <w:rsid w:val="00FA458B"/>
    <w:rsid w:val="00FA585B"/>
    <w:rsid w:val="00FA6458"/>
    <w:rsid w:val="00FA6676"/>
    <w:rsid w:val="00FB07D4"/>
    <w:rsid w:val="00FB1A70"/>
    <w:rsid w:val="00FB25F4"/>
    <w:rsid w:val="00FB4D7A"/>
    <w:rsid w:val="00FB6032"/>
    <w:rsid w:val="00FB6FC9"/>
    <w:rsid w:val="00FB6FFB"/>
    <w:rsid w:val="00FC2A98"/>
    <w:rsid w:val="00FD2276"/>
    <w:rsid w:val="00FD2417"/>
    <w:rsid w:val="00FD24F9"/>
    <w:rsid w:val="00FD5E8D"/>
    <w:rsid w:val="00FD6CD5"/>
    <w:rsid w:val="00FE2322"/>
    <w:rsid w:val="00FE7061"/>
    <w:rsid w:val="00FF02FA"/>
    <w:rsid w:val="00FF09D2"/>
    <w:rsid w:val="00FF4BB5"/>
    <w:rsid w:val="00FF4F26"/>
    <w:rsid w:val="00FF7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1C3FDB"/>
  <w15:docId w15:val="{1DC0FD98-ACFD-42E8-8081-E139CA5E2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C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9E3AD8"/>
    <w:pPr>
      <w:spacing w:after="120" w:line="312" w:lineRule="auto"/>
      <w:jc w:val="both"/>
    </w:pPr>
    <w:rPr>
      <w:rFonts w:ascii="Franklin Gothic Book" w:eastAsia="Times New Roman" w:hAnsi="Franklin Gothic Book" w:cs="Times New Roman"/>
      <w:color w:val="404040" w:themeColor="text1"/>
      <w:sz w:val="20"/>
      <w:lang w:eastAsia="es-MX"/>
    </w:rPr>
  </w:style>
  <w:style w:type="paragraph" w:styleId="Ttulo1">
    <w:name w:val="heading 1"/>
    <w:aliases w:val="Título 1 Geob. 2021"/>
    <w:basedOn w:val="Normal"/>
    <w:next w:val="Normal"/>
    <w:link w:val="Ttulo1Car"/>
    <w:autoRedefine/>
    <w:uiPriority w:val="9"/>
    <w:rsid w:val="009C05FC"/>
    <w:pPr>
      <w:numPr>
        <w:numId w:val="8"/>
      </w:numPr>
      <w:ind w:left="1134" w:hanging="1134"/>
      <w:outlineLvl w:val="0"/>
    </w:pPr>
    <w:rPr>
      <w:rFonts w:cs="Times New Roman (Cuerpo en alfa"/>
      <w:b/>
      <w:bCs/>
      <w:color w:val="A0968C"/>
      <w:spacing w:val="6"/>
      <w:sz w:val="28"/>
      <w:szCs w:val="28"/>
    </w:rPr>
  </w:style>
  <w:style w:type="paragraph" w:styleId="Ttulo2">
    <w:name w:val="heading 2"/>
    <w:aliases w:val="Título 2 Geob. 2021"/>
    <w:basedOn w:val="Normal"/>
    <w:next w:val="Normal"/>
    <w:link w:val="Ttulo2Car"/>
    <w:unhideWhenUsed/>
    <w:qFormat/>
    <w:rsid w:val="002530DE"/>
    <w:pPr>
      <w:numPr>
        <w:ilvl w:val="1"/>
        <w:numId w:val="8"/>
      </w:numPr>
      <w:spacing w:before="360" w:line="264" w:lineRule="auto"/>
      <w:outlineLvl w:val="1"/>
    </w:pPr>
    <w:rPr>
      <w:rFonts w:cs="Times New Roman (Cuerpo en alfa"/>
      <w:b/>
      <w:color w:val="A0968C"/>
      <w:spacing w:val="6"/>
      <w:sz w:val="28"/>
      <w:szCs w:val="28"/>
    </w:rPr>
  </w:style>
  <w:style w:type="paragraph" w:styleId="Ttulo3">
    <w:name w:val="heading 3"/>
    <w:aliases w:val="Título 3 Geob. 2021"/>
    <w:basedOn w:val="Normal"/>
    <w:next w:val="Normal"/>
    <w:link w:val="Ttulo3Car"/>
    <w:uiPriority w:val="9"/>
    <w:unhideWhenUsed/>
    <w:qFormat/>
    <w:rsid w:val="002530DE"/>
    <w:pPr>
      <w:numPr>
        <w:ilvl w:val="2"/>
        <w:numId w:val="8"/>
      </w:numPr>
      <w:spacing w:before="360" w:line="264" w:lineRule="auto"/>
      <w:outlineLvl w:val="2"/>
    </w:pPr>
    <w:rPr>
      <w:b/>
      <w:color w:val="A0968C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2530DE"/>
    <w:pPr>
      <w:numPr>
        <w:ilvl w:val="3"/>
        <w:numId w:val="8"/>
      </w:numPr>
      <w:spacing w:before="240" w:line="264" w:lineRule="auto"/>
      <w:outlineLvl w:val="3"/>
    </w:pPr>
    <w:rPr>
      <w:b/>
      <w:color w:val="A0968C"/>
      <w:szCs w:val="18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2530DE"/>
    <w:pPr>
      <w:keepNext/>
      <w:keepLines/>
      <w:numPr>
        <w:ilvl w:val="4"/>
        <w:numId w:val="8"/>
      </w:numPr>
      <w:spacing w:before="240" w:line="264" w:lineRule="auto"/>
      <w:ind w:left="1418" w:hanging="1418"/>
      <w:outlineLvl w:val="4"/>
    </w:pPr>
    <w:rPr>
      <w:rFonts w:eastAsiaTheme="majorEastAsia" w:cstheme="majorBidi"/>
      <w:color w:val="A0968C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2530DE"/>
    <w:pPr>
      <w:keepNext/>
      <w:keepLines/>
      <w:numPr>
        <w:ilvl w:val="5"/>
        <w:numId w:val="8"/>
      </w:numPr>
      <w:spacing w:before="240" w:line="264" w:lineRule="auto"/>
      <w:ind w:left="1418" w:hanging="1418"/>
      <w:outlineLvl w:val="5"/>
    </w:pPr>
    <w:rPr>
      <w:rFonts w:eastAsiaTheme="majorEastAsia" w:cstheme="majorBidi"/>
      <w:color w:val="A0968C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2530DE"/>
    <w:pPr>
      <w:keepNext/>
      <w:keepLines/>
      <w:numPr>
        <w:ilvl w:val="6"/>
        <w:numId w:val="8"/>
      </w:numPr>
      <w:spacing w:before="240" w:line="264" w:lineRule="auto"/>
      <w:ind w:left="1418" w:hanging="1418"/>
      <w:outlineLvl w:val="6"/>
    </w:pPr>
    <w:rPr>
      <w:rFonts w:eastAsiaTheme="majorEastAsia" w:cstheme="majorBidi"/>
      <w:iCs/>
      <w:color w:val="A0968C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F597C"/>
    <w:pPr>
      <w:keepNext/>
      <w:keepLines/>
      <w:numPr>
        <w:ilvl w:val="7"/>
        <w:numId w:val="8"/>
      </w:numPr>
      <w:spacing w:before="40"/>
      <w:outlineLvl w:val="7"/>
    </w:pPr>
    <w:rPr>
      <w:rFonts w:asciiTheme="majorHAnsi" w:eastAsiaTheme="majorEastAsia" w:hAnsiTheme="majorHAnsi" w:cstheme="majorBidi"/>
      <w:color w:val="5D5D5D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F597C"/>
    <w:pPr>
      <w:keepNext/>
      <w:keepLines/>
      <w:numPr>
        <w:ilvl w:val="8"/>
        <w:numId w:val="8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5D5D5D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abla-LeyendaGeob">
    <w:name w:val="Tabla- Leyenda Geob."/>
    <w:basedOn w:val="Normal"/>
    <w:qFormat/>
    <w:rsid w:val="00932839"/>
    <w:pPr>
      <w:spacing w:before="60" w:after="60"/>
    </w:pPr>
    <w:rPr>
      <w:rFonts w:eastAsiaTheme="minorHAnsi" w:cs="Calibri (Cuerpo)"/>
      <w:sz w:val="18"/>
      <w:szCs w:val="16"/>
      <w:lang w:eastAsia="en-US"/>
    </w:rPr>
  </w:style>
  <w:style w:type="paragraph" w:customStyle="1" w:styleId="NotaalpieGeob2021">
    <w:name w:val="Nota al pie Geob. 2021"/>
    <w:basedOn w:val="Notaalpie"/>
    <w:qFormat/>
    <w:rsid w:val="009D755F"/>
  </w:style>
  <w:style w:type="table" w:styleId="Tablaconcuadrcula">
    <w:name w:val="Table Grid"/>
    <w:basedOn w:val="Tablanormal"/>
    <w:uiPriority w:val="59"/>
    <w:rsid w:val="00DB264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a-CuerpoGeob2021">
    <w:name w:val="Tabla - Cuerpo Geob. 2021"/>
    <w:basedOn w:val="Normal"/>
    <w:autoRedefine/>
    <w:qFormat/>
    <w:rsid w:val="00CD3066"/>
    <w:pPr>
      <w:spacing w:before="60" w:after="60"/>
    </w:pPr>
    <w:rPr>
      <w:rFonts w:eastAsiaTheme="minorHAnsi" w:cstheme="minorBidi"/>
      <w:sz w:val="16"/>
      <w:szCs w:val="22"/>
      <w:lang w:eastAsia="en-US"/>
    </w:rPr>
  </w:style>
  <w:style w:type="paragraph" w:customStyle="1" w:styleId="TtulodeTablaGeob">
    <w:name w:val="Título de Tabla Geob."/>
    <w:basedOn w:val="Normal"/>
    <w:qFormat/>
    <w:rsid w:val="00126916"/>
    <w:pPr>
      <w:spacing w:before="60" w:after="60"/>
    </w:pPr>
    <w:rPr>
      <w:rFonts w:eastAsiaTheme="minorHAnsi" w:cstheme="minorBidi"/>
      <w:b/>
      <w:color w:val="FAFAFA" w:themeColor="background1"/>
      <w:szCs w:val="22"/>
      <w:lang w:eastAsia="en-US"/>
    </w:rPr>
  </w:style>
  <w:style w:type="paragraph" w:customStyle="1" w:styleId="Tabla-TtuloGeo2021">
    <w:name w:val="Tabla - Título Geo. 2021"/>
    <w:basedOn w:val="TtulodeTablaGeob"/>
    <w:autoRedefine/>
    <w:qFormat/>
    <w:rsid w:val="002530DE"/>
    <w:pPr>
      <w:jc w:val="left"/>
    </w:pPr>
    <w:rPr>
      <w:color w:val="A0968C"/>
      <w:sz w:val="16"/>
      <w:szCs w:val="16"/>
    </w:rPr>
  </w:style>
  <w:style w:type="paragraph" w:customStyle="1" w:styleId="TextoPiedePgina">
    <w:name w:val="Texto Pie de Página"/>
    <w:basedOn w:val="Normal"/>
    <w:link w:val="TextoPiedePginaCar"/>
    <w:qFormat/>
    <w:rsid w:val="00AE3F7C"/>
    <w:pPr>
      <w:spacing w:before="60" w:after="60"/>
    </w:pPr>
    <w:rPr>
      <w:rFonts w:eastAsiaTheme="minorHAnsi" w:cs="Calibri (Cuerpo)"/>
      <w:bCs/>
      <w:color w:val="464646"/>
      <w:sz w:val="13"/>
      <w:szCs w:val="26"/>
      <w:lang w:eastAsia="en-US"/>
    </w:rPr>
  </w:style>
  <w:style w:type="character" w:customStyle="1" w:styleId="TextoPiedePginaCar">
    <w:name w:val="Texto Pie de Página Car"/>
    <w:basedOn w:val="Fuentedeprrafopredeter"/>
    <w:link w:val="TextoPiedePgina"/>
    <w:rsid w:val="00AE3F7C"/>
    <w:rPr>
      <w:rFonts w:ascii="Franklin Gothic Book" w:hAnsi="Franklin Gothic Book" w:cs="Calibri (Cuerpo)"/>
      <w:bCs/>
      <w:color w:val="464646"/>
      <w:sz w:val="13"/>
      <w:szCs w:val="26"/>
      <w:lang w:val="es-ES_tradnl"/>
    </w:rPr>
  </w:style>
  <w:style w:type="character" w:styleId="Nmerodepgina">
    <w:name w:val="page number"/>
    <w:basedOn w:val="Fuentedeprrafopredeter"/>
    <w:uiPriority w:val="99"/>
    <w:unhideWhenUsed/>
    <w:rsid w:val="00AF77E4"/>
  </w:style>
  <w:style w:type="character" w:customStyle="1" w:styleId="Ttulo2Car">
    <w:name w:val="Título 2 Car"/>
    <w:aliases w:val="Título 2 Geob. 2021 Car"/>
    <w:basedOn w:val="Fuentedeprrafopredeter"/>
    <w:link w:val="Ttulo2"/>
    <w:rsid w:val="002530DE"/>
    <w:rPr>
      <w:rFonts w:ascii="Franklin Gothic Book" w:eastAsia="Times New Roman" w:hAnsi="Franklin Gothic Book" w:cs="Times New Roman (Cuerpo en alfa"/>
      <w:b/>
      <w:color w:val="A0968C"/>
      <w:spacing w:val="6"/>
      <w:sz w:val="28"/>
      <w:szCs w:val="28"/>
      <w:lang w:eastAsia="es-MX"/>
    </w:rPr>
  </w:style>
  <w:style w:type="character" w:customStyle="1" w:styleId="Ttulo1Car">
    <w:name w:val="Título 1 Car"/>
    <w:aliases w:val="Título 1 Geob. 2021 Car"/>
    <w:basedOn w:val="Fuentedeprrafopredeter"/>
    <w:link w:val="Ttulo1"/>
    <w:uiPriority w:val="9"/>
    <w:rsid w:val="009C05FC"/>
    <w:rPr>
      <w:rFonts w:ascii="Franklin Gothic Book" w:eastAsia="Times New Roman" w:hAnsi="Franklin Gothic Book" w:cs="Times New Roman (Cuerpo en alfa"/>
      <w:b/>
      <w:bCs/>
      <w:color w:val="A0968C"/>
      <w:spacing w:val="6"/>
      <w:sz w:val="28"/>
      <w:szCs w:val="28"/>
      <w:lang w:eastAsia="es-MX"/>
    </w:rPr>
  </w:style>
  <w:style w:type="character" w:customStyle="1" w:styleId="Ttulo3Car">
    <w:name w:val="Título 3 Car"/>
    <w:aliases w:val="Título 3 Geob. 2021 Car"/>
    <w:basedOn w:val="Fuentedeprrafopredeter"/>
    <w:link w:val="Ttulo3"/>
    <w:uiPriority w:val="9"/>
    <w:rsid w:val="002530DE"/>
    <w:rPr>
      <w:rFonts w:ascii="Franklin Gothic Book" w:eastAsia="Times New Roman" w:hAnsi="Franklin Gothic Book" w:cs="Times New Roman"/>
      <w:b/>
      <w:color w:val="A0968C"/>
      <w:sz w:val="28"/>
      <w:szCs w:val="28"/>
      <w:lang w:eastAsia="es-MX"/>
    </w:rPr>
  </w:style>
  <w:style w:type="paragraph" w:styleId="Ttulo">
    <w:name w:val="Title"/>
    <w:aliases w:val="Figura Geob."/>
    <w:basedOn w:val="Tabla-TtuloGeo2021"/>
    <w:next w:val="Normal"/>
    <w:link w:val="TtuloCar"/>
    <w:uiPriority w:val="1"/>
    <w:qFormat/>
    <w:rsid w:val="0076083A"/>
    <w:pPr>
      <w:spacing w:before="0"/>
    </w:pPr>
    <w:rPr>
      <w:sz w:val="18"/>
    </w:rPr>
  </w:style>
  <w:style w:type="character" w:customStyle="1" w:styleId="TtuloCar">
    <w:name w:val="Título Car"/>
    <w:aliases w:val="Figura Geob. Car"/>
    <w:basedOn w:val="Fuentedeprrafopredeter"/>
    <w:link w:val="Ttulo"/>
    <w:uiPriority w:val="10"/>
    <w:rsid w:val="0076083A"/>
    <w:rPr>
      <w:rFonts w:ascii="Gill Sans MT" w:hAnsi="Gill Sans MT"/>
      <w:b/>
      <w:color w:val="DCC8B4" w:themeColor="accent2"/>
      <w:sz w:val="18"/>
      <w:szCs w:val="16"/>
    </w:rPr>
  </w:style>
  <w:style w:type="paragraph" w:styleId="TDC1">
    <w:name w:val="toc 1"/>
    <w:aliases w:val="Indice Nivel 1"/>
    <w:basedOn w:val="Normal"/>
    <w:next w:val="Normal"/>
    <w:autoRedefine/>
    <w:uiPriority w:val="39"/>
    <w:unhideWhenUsed/>
    <w:rsid w:val="009D755F"/>
    <w:pPr>
      <w:tabs>
        <w:tab w:val="left" w:pos="1134"/>
        <w:tab w:val="right" w:leader="dot" w:pos="9111"/>
      </w:tabs>
      <w:ind w:left="567"/>
    </w:pPr>
    <w:rPr>
      <w:rFonts w:eastAsiaTheme="minorHAnsi" w:cs="Calibri (Cuerpo)"/>
      <w:bCs/>
      <w:noProof/>
      <w:szCs w:val="20"/>
      <w:lang w:eastAsia="en-US"/>
    </w:rPr>
  </w:style>
  <w:style w:type="paragraph" w:styleId="TDC2">
    <w:name w:val="toc 2"/>
    <w:aliases w:val="Indice Nivel 2"/>
    <w:basedOn w:val="Normal"/>
    <w:next w:val="Normal"/>
    <w:autoRedefine/>
    <w:uiPriority w:val="39"/>
    <w:unhideWhenUsed/>
    <w:rsid w:val="009D755F"/>
    <w:pPr>
      <w:tabs>
        <w:tab w:val="left" w:pos="1701"/>
        <w:tab w:val="right" w:leader="dot" w:pos="9111"/>
      </w:tabs>
      <w:ind w:left="1134"/>
    </w:pPr>
    <w:rPr>
      <w:rFonts w:eastAsiaTheme="minorHAnsi" w:cs="Calibri (Cuerpo)"/>
      <w:bCs/>
      <w:noProof/>
      <w:szCs w:val="20"/>
      <w:lang w:eastAsia="en-US"/>
    </w:rPr>
  </w:style>
  <w:style w:type="character" w:styleId="Hipervnculo">
    <w:name w:val="Hyperlink"/>
    <w:basedOn w:val="Fuentedeprrafopredeter"/>
    <w:uiPriority w:val="99"/>
    <w:unhideWhenUsed/>
    <w:rsid w:val="00BB668A"/>
    <w:rPr>
      <w:color w:val="4562DB" w:themeColor="hyperlink"/>
      <w:u w:val="single"/>
    </w:rPr>
  </w:style>
  <w:style w:type="paragraph" w:styleId="TDC3">
    <w:name w:val="toc 3"/>
    <w:aliases w:val="Indice Nivel 3"/>
    <w:basedOn w:val="Normal"/>
    <w:next w:val="Normal"/>
    <w:autoRedefine/>
    <w:uiPriority w:val="39"/>
    <w:unhideWhenUsed/>
    <w:rsid w:val="009D755F"/>
    <w:pPr>
      <w:tabs>
        <w:tab w:val="left" w:pos="1804"/>
        <w:tab w:val="right" w:leader="dot" w:pos="9111"/>
      </w:tabs>
      <w:ind w:left="1134"/>
    </w:pPr>
    <w:rPr>
      <w:rFonts w:ascii="Helvetica" w:eastAsiaTheme="minorHAnsi" w:hAnsi="Helvetica" w:cs="Calibri (Cuerpo)"/>
      <w:iCs/>
      <w:szCs w:val="20"/>
      <w:lang w:eastAsia="en-US"/>
    </w:rPr>
  </w:style>
  <w:style w:type="character" w:styleId="Hipervnculovisitado">
    <w:name w:val="FollowedHyperlink"/>
    <w:basedOn w:val="Fuentedeprrafopredeter"/>
    <w:uiPriority w:val="99"/>
    <w:semiHidden/>
    <w:unhideWhenUsed/>
    <w:rsid w:val="00BB668A"/>
    <w:rPr>
      <w:color w:val="B5C0F1" w:themeColor="followedHyperlink"/>
      <w:u w:val="single"/>
    </w:rPr>
  </w:style>
  <w:style w:type="paragraph" w:customStyle="1" w:styleId="Portada2Geob2021">
    <w:name w:val="Portada 2 Geob. 2021"/>
    <w:basedOn w:val="Normal"/>
    <w:autoRedefine/>
    <w:qFormat/>
    <w:rsid w:val="002530DE"/>
    <w:pPr>
      <w:spacing w:before="1320" w:line="276" w:lineRule="auto"/>
      <w:ind w:right="709"/>
    </w:pPr>
    <w:rPr>
      <w:rFonts w:eastAsiaTheme="minorHAnsi" w:cs="Calibri (Cuerpo)"/>
      <w:bCs/>
      <w:color w:val="A0968C"/>
      <w:spacing w:val="-16"/>
      <w:sz w:val="36"/>
      <w:szCs w:val="38"/>
      <w:lang w:eastAsia="en-US"/>
    </w:rPr>
  </w:style>
  <w:style w:type="paragraph" w:customStyle="1" w:styleId="TtuloPortada">
    <w:name w:val="Título Portada"/>
    <w:basedOn w:val="Normal"/>
    <w:qFormat/>
    <w:rsid w:val="00126916"/>
    <w:rPr>
      <w:rFonts w:eastAsiaTheme="minorHAnsi" w:cs="Calibri (Cuerpo)"/>
      <w:b/>
      <w:bCs/>
      <w:sz w:val="48"/>
      <w:szCs w:val="48"/>
      <w:lang w:eastAsia="en-US"/>
    </w:rPr>
  </w:style>
  <w:style w:type="character" w:customStyle="1" w:styleId="Ttulo4Car">
    <w:name w:val="Título 4 Car"/>
    <w:basedOn w:val="Fuentedeprrafopredeter"/>
    <w:link w:val="Ttulo4"/>
    <w:uiPriority w:val="9"/>
    <w:rsid w:val="002530DE"/>
    <w:rPr>
      <w:rFonts w:ascii="Franklin Gothic Book" w:eastAsia="Times New Roman" w:hAnsi="Franklin Gothic Book" w:cs="Times New Roman"/>
      <w:b/>
      <w:color w:val="A0968C"/>
      <w:sz w:val="20"/>
      <w:szCs w:val="18"/>
      <w:lang w:eastAsia="es-MX"/>
    </w:rPr>
  </w:style>
  <w:style w:type="paragraph" w:styleId="TDC4">
    <w:name w:val="toc 4"/>
    <w:basedOn w:val="Normal"/>
    <w:next w:val="Normal"/>
    <w:autoRedefine/>
    <w:uiPriority w:val="39"/>
    <w:unhideWhenUsed/>
    <w:rsid w:val="008B7C22"/>
    <w:pPr>
      <w:ind w:left="540"/>
    </w:pPr>
    <w:rPr>
      <w:rFonts w:asciiTheme="minorHAnsi" w:eastAsiaTheme="minorHAnsi" w:hAnsiTheme="minorHAnsi" w:cs="Calibri (Cuerpo)"/>
      <w:szCs w:val="18"/>
      <w:lang w:eastAsia="en-US"/>
    </w:rPr>
  </w:style>
  <w:style w:type="paragraph" w:styleId="TDC5">
    <w:name w:val="toc 5"/>
    <w:basedOn w:val="Normal"/>
    <w:next w:val="Normal"/>
    <w:autoRedefine/>
    <w:uiPriority w:val="39"/>
    <w:unhideWhenUsed/>
    <w:rsid w:val="008B7C22"/>
    <w:pPr>
      <w:ind w:left="720"/>
    </w:pPr>
    <w:rPr>
      <w:rFonts w:asciiTheme="minorHAnsi" w:eastAsiaTheme="minorHAnsi" w:hAnsiTheme="minorHAnsi" w:cs="Calibri (Cuerpo)"/>
      <w:szCs w:val="18"/>
      <w:lang w:eastAsia="en-US"/>
    </w:rPr>
  </w:style>
  <w:style w:type="paragraph" w:styleId="TDC6">
    <w:name w:val="toc 6"/>
    <w:basedOn w:val="Normal"/>
    <w:next w:val="Normal"/>
    <w:autoRedefine/>
    <w:uiPriority w:val="39"/>
    <w:unhideWhenUsed/>
    <w:rsid w:val="008B7C22"/>
    <w:pPr>
      <w:ind w:left="900"/>
    </w:pPr>
    <w:rPr>
      <w:rFonts w:asciiTheme="minorHAnsi" w:eastAsiaTheme="minorHAnsi" w:hAnsiTheme="minorHAnsi" w:cs="Calibri (Cuerpo)"/>
      <w:szCs w:val="18"/>
      <w:lang w:eastAsia="en-US"/>
    </w:rPr>
  </w:style>
  <w:style w:type="paragraph" w:styleId="TDC7">
    <w:name w:val="toc 7"/>
    <w:basedOn w:val="Normal"/>
    <w:next w:val="Normal"/>
    <w:autoRedefine/>
    <w:uiPriority w:val="39"/>
    <w:unhideWhenUsed/>
    <w:rsid w:val="008B7C22"/>
    <w:pPr>
      <w:ind w:left="1080"/>
    </w:pPr>
    <w:rPr>
      <w:rFonts w:asciiTheme="minorHAnsi" w:eastAsiaTheme="minorHAnsi" w:hAnsiTheme="minorHAnsi" w:cs="Calibri (Cuerpo)"/>
      <w:szCs w:val="18"/>
      <w:lang w:eastAsia="en-US"/>
    </w:rPr>
  </w:style>
  <w:style w:type="paragraph" w:styleId="TDC8">
    <w:name w:val="toc 8"/>
    <w:basedOn w:val="Normal"/>
    <w:next w:val="Normal"/>
    <w:autoRedefine/>
    <w:uiPriority w:val="39"/>
    <w:unhideWhenUsed/>
    <w:rsid w:val="008B7C22"/>
    <w:pPr>
      <w:ind w:left="1260"/>
    </w:pPr>
    <w:rPr>
      <w:rFonts w:asciiTheme="minorHAnsi" w:eastAsiaTheme="minorHAnsi" w:hAnsiTheme="minorHAnsi" w:cs="Calibri (Cuerpo)"/>
      <w:szCs w:val="18"/>
      <w:lang w:eastAsia="en-US"/>
    </w:rPr>
  </w:style>
  <w:style w:type="paragraph" w:styleId="TDC9">
    <w:name w:val="toc 9"/>
    <w:basedOn w:val="Normal"/>
    <w:next w:val="Normal"/>
    <w:autoRedefine/>
    <w:uiPriority w:val="39"/>
    <w:unhideWhenUsed/>
    <w:rsid w:val="008B7C22"/>
    <w:pPr>
      <w:ind w:left="1440"/>
    </w:pPr>
    <w:rPr>
      <w:rFonts w:asciiTheme="minorHAnsi" w:eastAsiaTheme="minorHAnsi" w:hAnsiTheme="minorHAnsi" w:cs="Calibri (Cuerpo)"/>
      <w:szCs w:val="18"/>
      <w:lang w:eastAsia="en-US"/>
    </w:rPr>
  </w:style>
  <w:style w:type="paragraph" w:styleId="Piedepgina">
    <w:name w:val="footer"/>
    <w:aliases w:val="Pie de página Geob. 2021"/>
    <w:basedOn w:val="Normal"/>
    <w:link w:val="PiedepginaCar"/>
    <w:autoRedefine/>
    <w:uiPriority w:val="99"/>
    <w:unhideWhenUsed/>
    <w:qFormat/>
    <w:rsid w:val="008A5316"/>
    <w:pPr>
      <w:tabs>
        <w:tab w:val="center" w:pos="4419"/>
        <w:tab w:val="right" w:pos="8838"/>
      </w:tabs>
      <w:spacing w:after="0" w:line="240" w:lineRule="auto"/>
    </w:pPr>
    <w:rPr>
      <w:rFonts w:eastAsiaTheme="minorHAnsi" w:cs="Calibri (Cuerpo)"/>
      <w:szCs w:val="22"/>
      <w:lang w:eastAsia="en-US"/>
    </w:rPr>
  </w:style>
  <w:style w:type="paragraph" w:customStyle="1" w:styleId="TtuloFoto">
    <w:name w:val="Título Foto"/>
    <w:basedOn w:val="TtulodeTablaGeob"/>
    <w:qFormat/>
    <w:rsid w:val="00DC2820"/>
    <w:pPr>
      <w:spacing w:before="120" w:after="0"/>
    </w:pPr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A7048"/>
    <w:rPr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7048"/>
    <w:rPr>
      <w:rFonts w:ascii="Times New Roman" w:hAnsi="Times New Roman" w:cs="Times New Roman"/>
      <w:color w:val="404040"/>
      <w:sz w:val="18"/>
      <w:szCs w:val="18"/>
      <w:lang w:val="es-ES_tradnl"/>
    </w:rPr>
  </w:style>
  <w:style w:type="paragraph" w:customStyle="1" w:styleId="VietaletraGeob">
    <w:name w:val="Viñeta letra Geob."/>
    <w:basedOn w:val="Normal"/>
    <w:qFormat/>
    <w:rsid w:val="00C82352"/>
    <w:pPr>
      <w:numPr>
        <w:numId w:val="1"/>
      </w:numPr>
      <w:spacing w:before="120" w:line="360" w:lineRule="auto"/>
    </w:pPr>
    <w:rPr>
      <w:rFonts w:eastAsiaTheme="minorHAnsi" w:cstheme="minorHAnsi"/>
      <w:szCs w:val="18"/>
      <w:lang w:val="es-ES_tradnl" w:eastAsia="en-US"/>
    </w:rPr>
  </w:style>
  <w:style w:type="character" w:styleId="Refdecomentario">
    <w:name w:val="annotation reference"/>
    <w:basedOn w:val="Fuentedeprrafopredeter"/>
    <w:semiHidden/>
    <w:unhideWhenUsed/>
    <w:rsid w:val="001828CB"/>
    <w:rPr>
      <w:sz w:val="18"/>
      <w:szCs w:val="18"/>
    </w:rPr>
  </w:style>
  <w:style w:type="paragraph" w:styleId="Textocomentario">
    <w:name w:val="annotation text"/>
    <w:basedOn w:val="Normal"/>
    <w:link w:val="TextocomentarioCar"/>
    <w:unhideWhenUsed/>
    <w:rsid w:val="001828CB"/>
    <w:rPr>
      <w:rFonts w:cs="Arial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rsid w:val="001828CB"/>
    <w:rPr>
      <w:rFonts w:ascii="HELVETICA LIGHT" w:eastAsia="Times New Roman" w:hAnsi="HELVETICA LIGHT" w:cs="Arial"/>
      <w:lang w:val="es-ES" w:eastAsia="es-ES"/>
    </w:rPr>
  </w:style>
  <w:style w:type="paragraph" w:customStyle="1" w:styleId="Tabla-Fuente">
    <w:name w:val="Tabla - Fuente"/>
    <w:basedOn w:val="Normal"/>
    <w:qFormat/>
    <w:rsid w:val="00126916"/>
    <w:pPr>
      <w:spacing w:before="60" w:after="60"/>
      <w:jc w:val="center"/>
    </w:pPr>
    <w:rPr>
      <w:i/>
      <w:sz w:val="16"/>
      <w:szCs w:val="20"/>
      <w:lang w:eastAsia="es-ES"/>
    </w:rPr>
  </w:style>
  <w:style w:type="paragraph" w:styleId="Descripcin">
    <w:name w:val="caption"/>
    <w:basedOn w:val="Normal"/>
    <w:next w:val="Normal"/>
    <w:uiPriority w:val="35"/>
    <w:unhideWhenUsed/>
    <w:qFormat/>
    <w:rsid w:val="00A112B3"/>
    <w:pPr>
      <w:spacing w:before="60" w:after="60"/>
    </w:pPr>
    <w:rPr>
      <w:rFonts w:eastAsiaTheme="minorHAnsi" w:cs="Calibri (Cuerpo)"/>
      <w:b/>
      <w:iCs/>
      <w:color w:val="DCC8B4" w:themeColor="accent2"/>
      <w:szCs w:val="18"/>
      <w:lang w:eastAsia="en-US"/>
    </w:rPr>
  </w:style>
  <w:style w:type="paragraph" w:styleId="Tabladeilustraciones">
    <w:name w:val="table of figures"/>
    <w:basedOn w:val="Normal"/>
    <w:next w:val="Normal"/>
    <w:uiPriority w:val="99"/>
    <w:unhideWhenUsed/>
    <w:rsid w:val="009D755F"/>
    <w:pPr>
      <w:tabs>
        <w:tab w:val="right" w:leader="dot" w:pos="9111"/>
      </w:tabs>
      <w:ind w:left="567"/>
    </w:pPr>
    <w:rPr>
      <w:rFonts w:eastAsiaTheme="minorHAnsi" w:cs="Calibri (Cuerpo)"/>
      <w:szCs w:val="22"/>
      <w:lang w:eastAsia="en-US"/>
    </w:rPr>
  </w:style>
  <w:style w:type="paragraph" w:customStyle="1" w:styleId="EncabezadoGeob">
    <w:name w:val="Encabezado Geob."/>
    <w:basedOn w:val="Normal"/>
    <w:qFormat/>
    <w:rsid w:val="004A08EE"/>
    <w:pPr>
      <w:tabs>
        <w:tab w:val="center" w:pos="4419"/>
        <w:tab w:val="right" w:pos="8838"/>
      </w:tabs>
      <w:spacing w:after="0" w:line="240" w:lineRule="auto"/>
      <w:jc w:val="right"/>
    </w:pPr>
    <w:rPr>
      <w:rFonts w:eastAsiaTheme="minorHAnsi" w:cs="Calibri (Cuerpo)"/>
      <w:b/>
      <w:bCs/>
      <w:sz w:val="16"/>
      <w:szCs w:val="26"/>
      <w:lang w:eastAsia="en-US"/>
    </w:rPr>
  </w:style>
  <w:style w:type="character" w:customStyle="1" w:styleId="PiedepginaCar">
    <w:name w:val="Pie de página Car"/>
    <w:aliases w:val="Pie de página Geob. 2021 Car"/>
    <w:basedOn w:val="Fuentedeprrafopredeter"/>
    <w:link w:val="Piedepgina"/>
    <w:uiPriority w:val="99"/>
    <w:rsid w:val="008A5316"/>
    <w:rPr>
      <w:rFonts w:ascii="Franklin Gothic Book" w:hAnsi="Franklin Gothic Book" w:cs="Calibri (Cuerpo)"/>
      <w:color w:val="404040" w:themeColor="text1"/>
      <w:sz w:val="20"/>
      <w:szCs w:val="22"/>
    </w:rPr>
  </w:style>
  <w:style w:type="paragraph" w:customStyle="1" w:styleId="VietapuntoGeob">
    <w:name w:val="Viñeta punto Geob."/>
    <w:basedOn w:val="Normal"/>
    <w:qFormat/>
    <w:rsid w:val="00AB6739"/>
    <w:pPr>
      <w:numPr>
        <w:numId w:val="2"/>
      </w:numPr>
    </w:pPr>
    <w:rPr>
      <w:rFonts w:eastAsiaTheme="minorHAnsi" w:cs="Calibri (Cuerpo)"/>
      <w:sz w:val="18"/>
      <w:szCs w:val="22"/>
      <w:lang w:eastAsia="en-US"/>
    </w:rPr>
  </w:style>
  <w:style w:type="paragraph" w:customStyle="1" w:styleId="PrimerTituloPortadaGeob">
    <w:name w:val="Primer Titulo Portada Geob."/>
    <w:basedOn w:val="Normal"/>
    <w:qFormat/>
    <w:rsid w:val="00AE3F7C"/>
    <w:rPr>
      <w:rFonts w:eastAsiaTheme="minorHAnsi" w:cs="Helvetica"/>
      <w:bCs/>
      <w:szCs w:val="26"/>
      <w:lang w:eastAsia="en-US"/>
    </w:rPr>
  </w:style>
  <w:style w:type="paragraph" w:customStyle="1" w:styleId="TercerTtuloPortada">
    <w:name w:val="Tercer Título Portada"/>
    <w:basedOn w:val="Normal"/>
    <w:qFormat/>
    <w:rsid w:val="008A5316"/>
    <w:pPr>
      <w:spacing w:after="0" w:line="240" w:lineRule="auto"/>
    </w:pPr>
    <w:rPr>
      <w:rFonts w:eastAsiaTheme="minorHAnsi" w:cs="Calibri (Cuerpo)"/>
      <w:szCs w:val="22"/>
      <w:lang w:eastAsia="en-US"/>
    </w:rPr>
  </w:style>
  <w:style w:type="paragraph" w:customStyle="1" w:styleId="TituloCuerpoGeob">
    <w:name w:val="Titulo Cuerpo Geob."/>
    <w:basedOn w:val="TtulodeTablaGeob"/>
    <w:qFormat/>
    <w:rsid w:val="00126916"/>
    <w:pPr>
      <w:jc w:val="center"/>
    </w:pPr>
  </w:style>
  <w:style w:type="paragraph" w:customStyle="1" w:styleId="EncabezadoyNumerodepginaGeob2021">
    <w:name w:val="Encabezado y Numero de página Geob. 2021"/>
    <w:basedOn w:val="Piedepgina"/>
    <w:autoRedefine/>
    <w:qFormat/>
    <w:rsid w:val="009D755F"/>
    <w:pPr>
      <w:jc w:val="right"/>
    </w:pPr>
    <w:rPr>
      <w:rFonts w:eastAsia="Times New Roman"/>
      <w:b/>
      <w:sz w:val="16"/>
      <w:lang w:eastAsia="es-MX"/>
    </w:rPr>
  </w:style>
  <w:style w:type="paragraph" w:styleId="Encabezado">
    <w:name w:val="header"/>
    <w:basedOn w:val="Normal"/>
    <w:link w:val="EncabezadoCar"/>
    <w:uiPriority w:val="99"/>
    <w:unhideWhenUsed/>
    <w:qFormat/>
    <w:rsid w:val="00C80987"/>
    <w:pPr>
      <w:tabs>
        <w:tab w:val="center" w:pos="4419"/>
        <w:tab w:val="right" w:pos="8838"/>
      </w:tabs>
    </w:pPr>
    <w:rPr>
      <w:rFonts w:eastAsiaTheme="minorHAnsi" w:cs="Calibri (Cuerpo)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C80987"/>
    <w:rPr>
      <w:rFonts w:ascii="HELVETICA LIGHT" w:hAnsi="HELVETICA LIGHT" w:cs="Calibri (Cuerpo)"/>
      <w:color w:val="404040"/>
      <w:sz w:val="18"/>
      <w:szCs w:val="22"/>
      <w:lang w:val="es-ES_tradnl"/>
    </w:rPr>
  </w:style>
  <w:style w:type="character" w:styleId="nfasissutil">
    <w:name w:val="Subtle Emphasis"/>
    <w:basedOn w:val="Fuentedeprrafopredeter"/>
    <w:uiPriority w:val="19"/>
    <w:qFormat/>
    <w:rsid w:val="00AE3F7C"/>
    <w:rPr>
      <w:rFonts w:ascii="Franklin Gothic Book" w:hAnsi="Franklin Gothic Book"/>
      <w:i/>
      <w:iCs/>
      <w:color w:val="6F6F6F" w:themeColor="text1" w:themeTint="BF"/>
    </w:rPr>
  </w:style>
  <w:style w:type="character" w:styleId="Textoennegrita">
    <w:name w:val="Strong"/>
    <w:basedOn w:val="Fuentedeprrafopredeter"/>
    <w:uiPriority w:val="22"/>
    <w:qFormat/>
    <w:rsid w:val="00AE3F7C"/>
    <w:rPr>
      <w:rFonts w:ascii="Franklin Gothic Book" w:hAnsi="Franklin Gothic Book"/>
      <w:b/>
      <w:bCs/>
    </w:rPr>
  </w:style>
  <w:style w:type="character" w:styleId="Referenciasutil">
    <w:name w:val="Subtle Reference"/>
    <w:basedOn w:val="Fuentedeprrafopredeter"/>
    <w:uiPriority w:val="31"/>
    <w:qFormat/>
    <w:rsid w:val="00AE3F7C"/>
    <w:rPr>
      <w:rFonts w:ascii="Franklin Gothic Book" w:hAnsi="Franklin Gothic Book"/>
      <w:smallCaps/>
      <w:color w:val="838383" w:themeColor="text1" w:themeTint="A5"/>
    </w:rPr>
  </w:style>
  <w:style w:type="character" w:styleId="Ttulodellibro">
    <w:name w:val="Book Title"/>
    <w:basedOn w:val="Fuentedeprrafopredeter"/>
    <w:uiPriority w:val="33"/>
    <w:qFormat/>
    <w:rsid w:val="00126916"/>
    <w:rPr>
      <w:rFonts w:ascii="Franklin Gothic Book" w:hAnsi="Franklin Gothic Book"/>
      <w:b/>
      <w:bCs/>
      <w:i/>
      <w:iCs/>
      <w:spacing w:val="5"/>
    </w:rPr>
  </w:style>
  <w:style w:type="paragraph" w:styleId="Cita">
    <w:name w:val="Quote"/>
    <w:basedOn w:val="Normal"/>
    <w:next w:val="Normal"/>
    <w:link w:val="CitaCar"/>
    <w:uiPriority w:val="29"/>
    <w:qFormat/>
    <w:rsid w:val="00AE3F7C"/>
    <w:pPr>
      <w:spacing w:before="200" w:after="160"/>
      <w:ind w:left="864" w:right="864"/>
      <w:jc w:val="center"/>
    </w:pPr>
    <w:rPr>
      <w:rFonts w:eastAsiaTheme="minorHAnsi" w:cs="Calibri (Cuerpo)"/>
      <w:i/>
      <w:iCs/>
      <w:color w:val="6F6F6F" w:themeColor="text1" w:themeTint="BF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AE3F7C"/>
    <w:rPr>
      <w:rFonts w:ascii="Franklin Gothic Book" w:hAnsi="Franklin Gothic Book" w:cs="Calibri (Cuerpo)"/>
      <w:i/>
      <w:iCs/>
      <w:color w:val="6F6F6F" w:themeColor="text1" w:themeTint="BF"/>
      <w:sz w:val="20"/>
      <w:szCs w:val="22"/>
      <w:lang w:val="es-ES_tradnl"/>
    </w:rPr>
  </w:style>
  <w:style w:type="paragraph" w:customStyle="1" w:styleId="Portada1Geob2021">
    <w:name w:val="Portada 1 Geob. 2021"/>
    <w:basedOn w:val="TtuloPortada"/>
    <w:autoRedefine/>
    <w:qFormat/>
    <w:rsid w:val="004A08EE"/>
    <w:pPr>
      <w:spacing w:after="0"/>
      <w:ind w:right="1043"/>
    </w:p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12275"/>
    <w:pPr>
      <w:spacing w:line="240" w:lineRule="auto"/>
    </w:pPr>
    <w:rPr>
      <w:rFonts w:eastAsiaTheme="minorHAnsi" w:cs="Calibri (Cuerpo)"/>
      <w:b/>
      <w:bCs/>
      <w:szCs w:val="20"/>
      <w:lang w:eastAsia="en-U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12275"/>
    <w:rPr>
      <w:rFonts w:ascii="Franklin Gothic Book" w:eastAsia="Times New Roman" w:hAnsi="Franklin Gothic Book" w:cs="Calibri (Cuerpo)"/>
      <w:b/>
      <w:bCs/>
      <w:sz w:val="20"/>
      <w:szCs w:val="20"/>
      <w:lang w:val="es-ES" w:eastAsia="es-ES"/>
    </w:rPr>
  </w:style>
  <w:style w:type="paragraph" w:styleId="Textonotapie">
    <w:name w:val="footnote text"/>
    <w:basedOn w:val="Normal"/>
    <w:link w:val="TextonotapieCar"/>
    <w:uiPriority w:val="99"/>
    <w:semiHidden/>
    <w:unhideWhenUsed/>
    <w:qFormat/>
    <w:rsid w:val="00512275"/>
    <w:rPr>
      <w:rFonts w:eastAsiaTheme="minorHAnsi" w:cs="Calibri (Cuerpo)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512275"/>
    <w:rPr>
      <w:rFonts w:ascii="Franklin Gothic Book" w:hAnsi="Franklin Gothic Book" w:cs="Calibri (Cuerpo)"/>
      <w:sz w:val="20"/>
      <w:szCs w:val="20"/>
    </w:rPr>
  </w:style>
  <w:style w:type="character" w:styleId="Refdenotaalpie">
    <w:name w:val="footnote reference"/>
    <w:aliases w:val="HAB06,de nota al pie,Nota de pie,Footnote Reference1,Footnote Reference,Ref.,nota,al,pie,de"/>
    <w:basedOn w:val="Fuentedeprrafopredeter"/>
    <w:uiPriority w:val="99"/>
    <w:unhideWhenUsed/>
    <w:qFormat/>
    <w:rsid w:val="00512275"/>
    <w:rPr>
      <w:vertAlign w:val="superscript"/>
    </w:rPr>
  </w:style>
  <w:style w:type="paragraph" w:customStyle="1" w:styleId="Default">
    <w:name w:val="Default"/>
    <w:rsid w:val="0098557A"/>
    <w:pPr>
      <w:autoSpaceDE w:val="0"/>
      <w:autoSpaceDN w:val="0"/>
      <w:adjustRightInd w:val="0"/>
    </w:pPr>
    <w:rPr>
      <w:rFonts w:ascii="Times" w:hAnsi="Times" w:cs="Times"/>
      <w:color w:val="000000"/>
      <w:lang w:val="es-MX"/>
    </w:rPr>
  </w:style>
  <w:style w:type="paragraph" w:styleId="Textoindependiente">
    <w:name w:val="Body Text"/>
    <w:basedOn w:val="Normal"/>
    <w:link w:val="TextoindependienteCar"/>
    <w:uiPriority w:val="1"/>
    <w:qFormat/>
    <w:rsid w:val="0098557A"/>
    <w:pPr>
      <w:autoSpaceDE w:val="0"/>
      <w:autoSpaceDN w:val="0"/>
      <w:adjustRightInd w:val="0"/>
      <w:ind w:left="40"/>
    </w:pPr>
    <w:rPr>
      <w:rFonts w:eastAsiaTheme="minorHAnsi"/>
      <w:b/>
      <w:bCs/>
      <w:sz w:val="16"/>
      <w:szCs w:val="16"/>
      <w:lang w:val="es-MX"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98557A"/>
    <w:rPr>
      <w:rFonts w:ascii="Times New Roman" w:hAnsi="Times New Roman" w:cs="Times New Roman"/>
      <w:b/>
      <w:bCs/>
      <w:sz w:val="16"/>
      <w:szCs w:val="16"/>
      <w:lang w:val="es-MX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B529F5"/>
    <w:pPr>
      <w:ind w:left="284" w:hanging="284"/>
      <w:jc w:val="both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aalpie">
    <w:name w:val="Nota al pie"/>
    <w:basedOn w:val="Textonotapie"/>
    <w:rsid w:val="009D755F"/>
    <w:rPr>
      <w:sz w:val="16"/>
      <w:szCs w:val="16"/>
      <w:lang w:val="es-ES"/>
    </w:rPr>
  </w:style>
  <w:style w:type="paragraph" w:customStyle="1" w:styleId="Numeracina">
    <w:name w:val="Numeración a."/>
    <w:basedOn w:val="Normal"/>
    <w:next w:val="Normal"/>
    <w:autoRedefine/>
    <w:qFormat/>
    <w:rsid w:val="00CA1F88"/>
    <w:pPr>
      <w:ind w:left="284"/>
    </w:pPr>
    <w:rPr>
      <w:rFonts w:ascii="HELVETICA LIGHT" w:eastAsiaTheme="minorHAnsi" w:hAnsi="HELVETICA LIGHT" w:cstheme="minorBidi"/>
      <w:sz w:val="18"/>
      <w:szCs w:val="22"/>
      <w:lang w:eastAsia="en-US"/>
    </w:rPr>
  </w:style>
  <w:style w:type="character" w:customStyle="1" w:styleId="s2">
    <w:name w:val="s2"/>
    <w:basedOn w:val="Fuentedeprrafopredeter"/>
    <w:rsid w:val="009A56B8"/>
    <w:rPr>
      <w:u w:val="single"/>
    </w:rPr>
  </w:style>
  <w:style w:type="character" w:customStyle="1" w:styleId="s1">
    <w:name w:val="s1"/>
    <w:basedOn w:val="Fuentedeprrafopredeter"/>
    <w:rsid w:val="009A56B8"/>
  </w:style>
  <w:style w:type="numbering" w:customStyle="1" w:styleId="Listaactual1">
    <w:name w:val="Lista actual1"/>
    <w:uiPriority w:val="99"/>
    <w:rsid w:val="00B75B64"/>
    <w:pPr>
      <w:numPr>
        <w:numId w:val="3"/>
      </w:numPr>
    </w:pPr>
  </w:style>
  <w:style w:type="numbering" w:customStyle="1" w:styleId="Listaactual2">
    <w:name w:val="Lista actual2"/>
    <w:uiPriority w:val="99"/>
    <w:rsid w:val="00B75B64"/>
    <w:pPr>
      <w:numPr>
        <w:numId w:val="4"/>
      </w:numPr>
    </w:pPr>
  </w:style>
  <w:style w:type="numbering" w:customStyle="1" w:styleId="Listaactual3">
    <w:name w:val="Lista actual3"/>
    <w:uiPriority w:val="99"/>
    <w:rsid w:val="00A5183F"/>
    <w:pPr>
      <w:numPr>
        <w:numId w:val="5"/>
      </w:numPr>
    </w:pPr>
  </w:style>
  <w:style w:type="numbering" w:customStyle="1" w:styleId="Listaactual4">
    <w:name w:val="Lista actual4"/>
    <w:uiPriority w:val="99"/>
    <w:rsid w:val="00122669"/>
    <w:pPr>
      <w:numPr>
        <w:numId w:val="6"/>
      </w:numPr>
    </w:pPr>
  </w:style>
  <w:style w:type="numbering" w:customStyle="1" w:styleId="Listaactual5">
    <w:name w:val="Lista actual5"/>
    <w:uiPriority w:val="99"/>
    <w:rsid w:val="00122669"/>
    <w:pPr>
      <w:numPr>
        <w:numId w:val="7"/>
      </w:numPr>
    </w:pPr>
  </w:style>
  <w:style w:type="character" w:customStyle="1" w:styleId="Ttulo5Car">
    <w:name w:val="Título 5 Car"/>
    <w:basedOn w:val="Fuentedeprrafopredeter"/>
    <w:link w:val="Ttulo5"/>
    <w:uiPriority w:val="9"/>
    <w:rsid w:val="002530DE"/>
    <w:rPr>
      <w:rFonts w:ascii="Franklin Gothic Book" w:eastAsiaTheme="majorEastAsia" w:hAnsi="Franklin Gothic Book" w:cstheme="majorBidi"/>
      <w:color w:val="A0968C"/>
      <w:sz w:val="20"/>
      <w:lang w:eastAsia="es-MX"/>
    </w:rPr>
  </w:style>
  <w:style w:type="character" w:customStyle="1" w:styleId="Ttulo6Car">
    <w:name w:val="Título 6 Car"/>
    <w:basedOn w:val="Fuentedeprrafopredeter"/>
    <w:link w:val="Ttulo6"/>
    <w:uiPriority w:val="9"/>
    <w:rsid w:val="002530DE"/>
    <w:rPr>
      <w:rFonts w:ascii="Franklin Gothic Book" w:eastAsiaTheme="majorEastAsia" w:hAnsi="Franklin Gothic Book" w:cstheme="majorBidi"/>
      <w:color w:val="A0968C"/>
      <w:sz w:val="20"/>
      <w:lang w:eastAsia="es-MX"/>
    </w:rPr>
  </w:style>
  <w:style w:type="character" w:customStyle="1" w:styleId="Ttulo7Car">
    <w:name w:val="Título 7 Car"/>
    <w:basedOn w:val="Fuentedeprrafopredeter"/>
    <w:link w:val="Ttulo7"/>
    <w:uiPriority w:val="9"/>
    <w:rsid w:val="002530DE"/>
    <w:rPr>
      <w:rFonts w:ascii="Franklin Gothic Book" w:eastAsiaTheme="majorEastAsia" w:hAnsi="Franklin Gothic Book" w:cstheme="majorBidi"/>
      <w:iCs/>
      <w:color w:val="A0968C"/>
      <w:sz w:val="20"/>
      <w:lang w:eastAsia="es-MX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23F26"/>
    <w:rPr>
      <w:rFonts w:asciiTheme="majorHAnsi" w:eastAsiaTheme="majorEastAsia" w:hAnsiTheme="majorHAnsi" w:cstheme="majorBidi"/>
      <w:color w:val="5D5D5D" w:themeColor="text1" w:themeTint="D8"/>
      <w:sz w:val="21"/>
      <w:szCs w:val="21"/>
      <w:lang w:eastAsia="es-MX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23F26"/>
    <w:rPr>
      <w:rFonts w:asciiTheme="majorHAnsi" w:eastAsiaTheme="majorEastAsia" w:hAnsiTheme="majorHAnsi" w:cstheme="majorBidi"/>
      <w:i/>
      <w:iCs/>
      <w:color w:val="5D5D5D" w:themeColor="text1" w:themeTint="D8"/>
      <w:sz w:val="21"/>
      <w:szCs w:val="21"/>
      <w:lang w:eastAsia="es-MX"/>
    </w:rPr>
  </w:style>
  <w:style w:type="numbering" w:customStyle="1" w:styleId="Listaactual6">
    <w:name w:val="Lista actual6"/>
    <w:uiPriority w:val="99"/>
    <w:rsid w:val="00A23F26"/>
    <w:pPr>
      <w:numPr>
        <w:numId w:val="9"/>
      </w:numPr>
    </w:pPr>
  </w:style>
  <w:style w:type="numbering" w:customStyle="1" w:styleId="Listaactual7">
    <w:name w:val="Lista actual7"/>
    <w:uiPriority w:val="99"/>
    <w:rsid w:val="00EF597C"/>
    <w:pPr>
      <w:numPr>
        <w:numId w:val="10"/>
      </w:numPr>
    </w:pPr>
  </w:style>
  <w:style w:type="numbering" w:customStyle="1" w:styleId="Listaactual8">
    <w:name w:val="Lista actual8"/>
    <w:uiPriority w:val="99"/>
    <w:rsid w:val="00EF597C"/>
    <w:pPr>
      <w:numPr>
        <w:numId w:val="11"/>
      </w:numPr>
    </w:pPr>
  </w:style>
  <w:style w:type="table" w:customStyle="1" w:styleId="Geobiota">
    <w:name w:val="Geobiota"/>
    <w:basedOn w:val="Tablanormal"/>
    <w:uiPriority w:val="99"/>
    <w:rsid w:val="00101306"/>
    <w:rPr>
      <w:rFonts w:ascii="Franklin Gothic Book" w:hAnsi="Franklin Gothic Book" w:cs="Times New Roman (Cuerpo en alfa"/>
      <w:sz w:val="16"/>
    </w:rPr>
    <w:tblPr>
      <w:tblBorders>
        <w:top w:val="single" w:sz="4" w:space="0" w:color="auto"/>
        <w:bottom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line="240" w:lineRule="auto"/>
      </w:pPr>
      <w:rPr>
        <w:rFonts w:ascii="Franklin Gothic Book" w:hAnsi="Franklin Gothic Book"/>
        <w:b w:val="0"/>
        <w:color w:val="auto"/>
        <w:sz w:val="16"/>
      </w:rPr>
    </w:tblStylePr>
  </w:style>
  <w:style w:type="table" w:styleId="Tablaconcuadrcula1clara">
    <w:name w:val="Grid Table 1 Light"/>
    <w:basedOn w:val="Tablanormal"/>
    <w:uiPriority w:val="46"/>
    <w:rsid w:val="003161D1"/>
    <w:tblPr>
      <w:tblStyleRowBandSize w:val="1"/>
      <w:tblStyleColBandSize w:val="1"/>
      <w:tblBorders>
        <w:top w:val="single" w:sz="4" w:space="0" w:color="B2B2B2" w:themeColor="text1" w:themeTint="66"/>
        <w:left w:val="single" w:sz="4" w:space="0" w:color="B2B2B2" w:themeColor="text1" w:themeTint="66"/>
        <w:bottom w:val="single" w:sz="4" w:space="0" w:color="B2B2B2" w:themeColor="text1" w:themeTint="66"/>
        <w:right w:val="single" w:sz="4" w:space="0" w:color="B2B2B2" w:themeColor="text1" w:themeTint="66"/>
        <w:insideH w:val="single" w:sz="4" w:space="0" w:color="B2B2B2" w:themeColor="text1" w:themeTint="66"/>
        <w:insideV w:val="single" w:sz="4" w:space="0" w:color="B2B2B2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8C8C8C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C8C8C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Textodelmarcadordeposicin">
    <w:name w:val="Placeholder Text"/>
    <w:basedOn w:val="Fuentedeprrafopredeter"/>
    <w:uiPriority w:val="99"/>
    <w:semiHidden/>
    <w:rsid w:val="0068469B"/>
    <w:rPr>
      <w:color w:val="808080"/>
    </w:rPr>
  </w:style>
  <w:style w:type="numbering" w:customStyle="1" w:styleId="Listaactual9">
    <w:name w:val="Lista actual9"/>
    <w:uiPriority w:val="99"/>
    <w:rsid w:val="00AB6739"/>
    <w:pPr>
      <w:numPr>
        <w:numId w:val="12"/>
      </w:numPr>
    </w:pPr>
  </w:style>
  <w:style w:type="numbering" w:customStyle="1" w:styleId="Listaactual10">
    <w:name w:val="Lista actual10"/>
    <w:uiPriority w:val="99"/>
    <w:rsid w:val="00AB6739"/>
    <w:pPr>
      <w:numPr>
        <w:numId w:val="13"/>
      </w:numPr>
    </w:pPr>
  </w:style>
  <w:style w:type="numbering" w:customStyle="1" w:styleId="Listaactual11">
    <w:name w:val="Lista actual11"/>
    <w:uiPriority w:val="99"/>
    <w:rsid w:val="00AB6739"/>
    <w:pPr>
      <w:numPr>
        <w:numId w:val="14"/>
      </w:numPr>
    </w:pPr>
  </w:style>
  <w:style w:type="paragraph" w:customStyle="1" w:styleId="EstiloTitulondiceGeob2021">
    <w:name w:val="Estilo Titulo índice Geob. 2021"/>
    <w:basedOn w:val="Normal"/>
    <w:autoRedefine/>
    <w:qFormat/>
    <w:rsid w:val="009D755F"/>
    <w:pPr>
      <w:spacing w:before="240" w:line="264" w:lineRule="auto"/>
      <w:ind w:left="567"/>
    </w:pPr>
    <w:rPr>
      <w:rFonts w:eastAsiaTheme="minorHAnsi" w:cs="Helvetica"/>
      <w:b/>
      <w:bCs/>
      <w:color w:val="A0968C"/>
      <w:sz w:val="36"/>
      <w:szCs w:val="26"/>
      <w:lang w:eastAsia="en-US"/>
    </w:rPr>
  </w:style>
  <w:style w:type="paragraph" w:customStyle="1" w:styleId="EstiloDescripcinColorpersonalizadoRGB200">
    <w:name w:val="Estilo Descripción + Color personalizado(RGB(200"/>
    <w:aliases w:val="180,160))"/>
    <w:basedOn w:val="Descripcin"/>
    <w:rsid w:val="002530DE"/>
    <w:rPr>
      <w:bCs/>
      <w:iCs w:val="0"/>
      <w:color w:val="A0968C"/>
    </w:rPr>
  </w:style>
  <w:style w:type="paragraph" w:customStyle="1" w:styleId="TitulodeTablaGeob2021">
    <w:name w:val="Titulo de Tabla Geob. 2021"/>
    <w:basedOn w:val="EstiloDescripcinColorpersonalizadoRGB200"/>
    <w:autoRedefine/>
    <w:rsid w:val="008A73AC"/>
  </w:style>
  <w:style w:type="paragraph" w:customStyle="1" w:styleId="NormalGeob2021">
    <w:name w:val="Normal Geob. 2021"/>
    <w:basedOn w:val="Normal"/>
    <w:qFormat/>
    <w:rsid w:val="00660A03"/>
    <w:rPr>
      <w:rFonts w:eastAsiaTheme="minorHAnsi"/>
      <w:lang w:eastAsia="en-US"/>
    </w:rPr>
  </w:style>
  <w:style w:type="paragraph" w:customStyle="1" w:styleId="TablacontroldocGeob2021">
    <w:name w:val="Tabla control doc Geob. 2021"/>
    <w:basedOn w:val="Normal"/>
    <w:autoRedefine/>
    <w:qFormat/>
    <w:rsid w:val="0046084E"/>
    <w:pPr>
      <w:spacing w:after="0" w:line="240" w:lineRule="auto"/>
    </w:pPr>
    <w:rPr>
      <w:szCs w:val="20"/>
    </w:rPr>
  </w:style>
  <w:style w:type="paragraph" w:customStyle="1" w:styleId="AnexosGeob2021">
    <w:name w:val="Anexos Geob. 2021"/>
    <w:basedOn w:val="EstiloDescripcinColorpersonalizadoRGB200"/>
    <w:qFormat/>
    <w:rsid w:val="009D755F"/>
    <w:pPr>
      <w:ind w:left="567"/>
    </w:pPr>
  </w:style>
  <w:style w:type="paragraph" w:customStyle="1" w:styleId="Tabla-Cuerpo">
    <w:name w:val="Tabla - Cuerpo"/>
    <w:basedOn w:val="Normal"/>
    <w:qFormat/>
    <w:rsid w:val="00D04B81"/>
    <w:pPr>
      <w:spacing w:before="60" w:after="60" w:line="240" w:lineRule="auto"/>
      <w:jc w:val="left"/>
    </w:pPr>
    <w:rPr>
      <w:rFonts w:ascii="HELVETICA LIGHT" w:eastAsiaTheme="minorHAnsi" w:hAnsi="HELVETICA LIGHT" w:cstheme="minorBidi"/>
      <w:color w:val="auto"/>
      <w:sz w:val="16"/>
      <w:szCs w:val="22"/>
      <w:lang w:val="es-ES_tradnl" w:eastAsia="en-US"/>
    </w:rPr>
  </w:style>
  <w:style w:type="paragraph" w:customStyle="1" w:styleId="TtulodeTabla">
    <w:name w:val="Título de Tabla"/>
    <w:basedOn w:val="Normal"/>
    <w:qFormat/>
    <w:rsid w:val="00D04B81"/>
    <w:pPr>
      <w:spacing w:before="60" w:after="60"/>
    </w:pPr>
    <w:rPr>
      <w:rFonts w:ascii="Helvetica" w:eastAsiaTheme="minorHAnsi" w:hAnsi="Helvetica" w:cstheme="minorBidi"/>
      <w:b/>
      <w:color w:val="auto"/>
      <w:sz w:val="18"/>
      <w:szCs w:val="22"/>
      <w:lang w:eastAsia="en-US"/>
    </w:rPr>
  </w:style>
  <w:style w:type="paragraph" w:customStyle="1" w:styleId="Tabla-Ttulo">
    <w:name w:val="Tabla - Título"/>
    <w:basedOn w:val="Normal"/>
    <w:qFormat/>
    <w:rsid w:val="00D04B81"/>
    <w:pPr>
      <w:spacing w:before="60" w:after="60" w:line="240" w:lineRule="auto"/>
      <w:jc w:val="center"/>
    </w:pPr>
    <w:rPr>
      <w:rFonts w:ascii="Helvetica" w:eastAsiaTheme="minorHAnsi" w:hAnsi="Helvetica" w:cstheme="minorBidi"/>
      <w:b/>
      <w:color w:val="auto"/>
      <w:sz w:val="16"/>
      <w:szCs w:val="22"/>
      <w:lang w:eastAsia="en-US"/>
    </w:rPr>
  </w:style>
  <w:style w:type="paragraph" w:customStyle="1" w:styleId="msonormal0">
    <w:name w:val="msonormal"/>
    <w:basedOn w:val="Normal"/>
    <w:rsid w:val="00FB1A70"/>
    <w:pPr>
      <w:spacing w:before="100" w:beforeAutospacing="1" w:after="100" w:afterAutospacing="1" w:line="240" w:lineRule="auto"/>
      <w:jc w:val="left"/>
    </w:pPr>
    <w:rPr>
      <w:rFonts w:ascii="Times New Roman" w:hAnsi="Times New Roman"/>
      <w:color w:val="auto"/>
      <w:sz w:val="24"/>
      <w:lang w:eastAsia="es-CL"/>
    </w:rPr>
  </w:style>
  <w:style w:type="paragraph" w:customStyle="1" w:styleId="xl63">
    <w:name w:val="xl63"/>
    <w:basedOn w:val="Normal"/>
    <w:rsid w:val="00FB1A70"/>
    <w:pPr>
      <w:spacing w:before="100" w:beforeAutospacing="1" w:after="100" w:afterAutospacing="1" w:line="240" w:lineRule="auto"/>
      <w:jc w:val="left"/>
    </w:pPr>
    <w:rPr>
      <w:rFonts w:ascii="Times New Roman" w:hAnsi="Times New Roman"/>
      <w:b/>
      <w:bCs/>
      <w:color w:val="auto"/>
      <w:sz w:val="24"/>
      <w:lang w:eastAsia="es-CL"/>
    </w:rPr>
  </w:style>
  <w:style w:type="paragraph" w:customStyle="1" w:styleId="xl65">
    <w:name w:val="xl65"/>
    <w:basedOn w:val="Normal"/>
    <w:rsid w:val="001655E4"/>
    <w:pPr>
      <w:spacing w:before="100" w:beforeAutospacing="1" w:after="100" w:afterAutospacing="1" w:line="240" w:lineRule="auto"/>
      <w:jc w:val="left"/>
    </w:pPr>
    <w:rPr>
      <w:rFonts w:ascii="Times New Roman" w:hAnsi="Times New Roman"/>
      <w:b/>
      <w:bCs/>
      <w:color w:val="auto"/>
      <w:sz w:val="24"/>
      <w:lang w:eastAsia="es-CL"/>
    </w:rPr>
  </w:style>
  <w:style w:type="table" w:customStyle="1" w:styleId="Tablaconcuadrcula2">
    <w:name w:val="Tabla con cuadrícula2"/>
    <w:basedOn w:val="Tablanormal"/>
    <w:next w:val="Tablaconcuadrcula"/>
    <w:uiPriority w:val="59"/>
    <w:rsid w:val="004B0E0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91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3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39670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053139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58925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65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27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customXml" Target="../customXml/item4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customXml" Target="../customXml/item3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Relationship Id="rId22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jpeg"/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2.%20FORMATOS%20GEOBIOTA\1.%20Plantillas%20Informe\Plantilla%202021\GEOB.PLDOC.REVB_20211103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2A4B734953B43BEBF4045C8A215AB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6C8A51-1EBA-441D-935C-623CFAECE471}"/>
      </w:docPartPr>
      <w:docPartBody>
        <w:p w:rsidR="00814AC4" w:rsidRDefault="00C014B7">
          <w:pPr>
            <w:pStyle w:val="E2A4B734953B43BEBF4045C8A215AB86"/>
          </w:pPr>
          <w:r w:rsidRPr="004E224A">
            <w:rPr>
              <w:rStyle w:val="Textodelmarcadordeposicin"/>
            </w:rPr>
            <w:t>[Título]</w:t>
          </w:r>
        </w:p>
      </w:docPartBody>
    </w:docPart>
    <w:docPart>
      <w:docPartPr>
        <w:name w:val="8E501D0D1FAD4BE994D86FF94CAE5A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3CF72D-A021-48FB-B00C-ED3BD6662570}"/>
      </w:docPartPr>
      <w:docPartBody>
        <w:p w:rsidR="00814AC4" w:rsidRDefault="00C014B7">
          <w:pPr>
            <w:pStyle w:val="8E501D0D1FAD4BE994D86FF94CAE5ABB"/>
          </w:pPr>
          <w:r w:rsidRPr="004E224A">
            <w:rPr>
              <w:rStyle w:val="Textodelmarcadordeposicin"/>
            </w:rPr>
            <w:t>[Asunto]</w:t>
          </w:r>
        </w:p>
      </w:docPartBody>
    </w:docPart>
    <w:docPart>
      <w:docPartPr>
        <w:name w:val="401D303EDA2346F7B12353DA8BABC2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0D446D-291B-42DB-8CE3-A921B82CDE9B}"/>
      </w:docPartPr>
      <w:docPartBody>
        <w:p w:rsidR="00814AC4" w:rsidRDefault="00C014B7">
          <w:pPr>
            <w:pStyle w:val="401D303EDA2346F7B12353DA8BABC2C0"/>
          </w:pPr>
          <w:r w:rsidRPr="004E224A">
            <w:rPr>
              <w:rStyle w:val="Textodelmarcadordeposicin"/>
            </w:rPr>
            <w:t>[Asunto]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chivo">
    <w:altName w:val="Calibri"/>
    <w:charset w:val="00"/>
    <w:family w:val="swiss"/>
    <w:pitch w:val="variable"/>
    <w:sig w:usb0="2000000F" w:usb1="00000001" w:usb2="00000000" w:usb3="00000000" w:csb0="00000193" w:csb1="00000000"/>
  </w:font>
  <w:font w:name="Roboto Light">
    <w:charset w:val="00"/>
    <w:family w:val="auto"/>
    <w:pitch w:val="variable"/>
    <w:sig w:usb0="E0000AFF" w:usb1="5000217F" w:usb2="00000021" w:usb3="00000000" w:csb0="0000019F" w:csb1="00000000"/>
  </w:font>
  <w:font w:name="Times New Roman (Cuerpo en alfa">
    <w:altName w:val="Times New Roman"/>
    <w:panose1 w:val="00000000000000000000"/>
    <w:charset w:val="00"/>
    <w:family w:val="roman"/>
    <w:notTrueType/>
    <w:pitch w:val="default"/>
  </w:font>
  <w:font w:name="Calibri (Cuerpo)">
    <w:altName w:val="Calibri"/>
    <w:panose1 w:val="00000000000000000000"/>
    <w:charset w:val="00"/>
    <w:family w:val="roman"/>
    <w:notTrueType/>
    <w:pitch w:val="default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">
    <w:altName w:val="﷽﷽﷽﷽﷽﷽฿ú"/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AE7"/>
    <w:rsid w:val="002E5436"/>
    <w:rsid w:val="0032245C"/>
    <w:rsid w:val="00394F0A"/>
    <w:rsid w:val="003F0370"/>
    <w:rsid w:val="00482AE7"/>
    <w:rsid w:val="0056146A"/>
    <w:rsid w:val="005F7E1C"/>
    <w:rsid w:val="00814AC4"/>
    <w:rsid w:val="00845215"/>
    <w:rsid w:val="008B7F03"/>
    <w:rsid w:val="00A54CE2"/>
    <w:rsid w:val="00C014B7"/>
    <w:rsid w:val="00D47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Pr>
      <w:color w:val="808080"/>
    </w:rPr>
  </w:style>
  <w:style w:type="paragraph" w:customStyle="1" w:styleId="E2A4B734953B43BEBF4045C8A215AB86">
    <w:name w:val="E2A4B734953B43BEBF4045C8A215AB86"/>
  </w:style>
  <w:style w:type="paragraph" w:customStyle="1" w:styleId="8E501D0D1FAD4BE994D86FF94CAE5ABB">
    <w:name w:val="8E501D0D1FAD4BE994D86FF94CAE5ABB"/>
  </w:style>
  <w:style w:type="paragraph" w:customStyle="1" w:styleId="401D303EDA2346F7B12353DA8BABC2C0">
    <w:name w:val="401D303EDA2346F7B12353DA8BABC2C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Geobiota paleta">
      <a:dk1>
        <a:srgbClr val="404040"/>
      </a:dk1>
      <a:lt1>
        <a:srgbClr val="FAFAFA"/>
      </a:lt1>
      <a:dk2>
        <a:srgbClr val="A0968C"/>
      </a:dk2>
      <a:lt2>
        <a:srgbClr val="C8B4A0"/>
      </a:lt2>
      <a:accent1>
        <a:srgbClr val="C8BEB4"/>
      </a:accent1>
      <a:accent2>
        <a:srgbClr val="DCC8B4"/>
      </a:accent2>
      <a:accent3>
        <a:srgbClr val="FAF0E6"/>
      </a:accent3>
      <a:accent4>
        <a:srgbClr val="FAE6D2"/>
      </a:accent4>
      <a:accent5>
        <a:srgbClr val="404040"/>
      </a:accent5>
      <a:accent6>
        <a:srgbClr val="969696"/>
      </a:accent6>
      <a:hlink>
        <a:srgbClr val="4562DB"/>
      </a:hlink>
      <a:folHlink>
        <a:srgbClr val="B5C0F1"/>
      </a:folHlink>
    </a:clrScheme>
    <a:fontScheme name="Geobiota">
      <a:majorFont>
        <a:latin typeface="Archivo"/>
        <a:ea typeface=""/>
        <a:cs typeface=""/>
      </a:majorFont>
      <a:minorFont>
        <a:latin typeface="Roboto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>
  <b:Source>
    <b:Tag>Per20</b:Tag>
    <b:SourceType>Book</b:SourceType>
    <b:Guid>{5953F48E-FFE8-2846-A70F-58F2332F7CB7}</b:Guid>
    <b:Author>
      <b:Author>
        <b:NameList>
          <b:Person>
            <b:Last>Perez</b:Last>
            <b:First>Juan</b:First>
          </b:Person>
        </b:NameList>
      </b:Author>
    </b:Author>
    <b:Title>Ejemplo de referencia bibliográfica</b:Title>
    <b:City>Santiago</b:City>
    <b:Publisher>Hidroestudio</b:Publisher>
    <b:Year>2020</b:Year>
    <b:RefOrder>1</b:RefOrder>
  </b:Source>
</b:Sourc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9B8A1A9D4370C468E3E0DA7B3269FB0" ma:contentTypeVersion="17" ma:contentTypeDescription="Crear nuevo documento." ma:contentTypeScope="" ma:versionID="9f9e075648e48f57c12c56984feef5fe">
  <xsd:schema xmlns:xsd="http://www.w3.org/2001/XMLSchema" xmlns:xs="http://www.w3.org/2001/XMLSchema" xmlns:p="http://schemas.microsoft.com/office/2006/metadata/properties" xmlns:ns2="c0ebd178-10ee-4f3f-ab07-d4f950e551e2" xmlns:ns3="d8adf77d-49d5-4a62-bb27-3b80566b7d47" targetNamespace="http://schemas.microsoft.com/office/2006/metadata/properties" ma:root="true" ma:fieldsID="6cd140fd35e06f4037c24e08f1ec4e82" ns2:_="" ns3:_="">
    <xsd:import namespace="c0ebd178-10ee-4f3f-ab07-d4f950e551e2"/>
    <xsd:import namespace="d8adf77d-49d5-4a62-bb27-3b80566b7d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2:lcf76f155ced4ddcb4097134ff3c332f" minOccurs="0"/>
                <xsd:element ref="ns2:MediaServiceOCR" minOccurs="0"/>
                <xsd:element ref="ns3:SharedWithUsers" minOccurs="0"/>
                <xsd:element ref="ns3:SharedWithDetails" minOccurs="0"/>
                <xsd:element ref="ns2:Identif_x002e_" minOccurs="0"/>
                <xsd:element ref="ns2:Fecha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ebd178-10ee-4f3f-ab07-d4f950e551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8" nillable="true" ma:taxonomy="true" ma:internalName="lcf76f155ced4ddcb4097134ff3c332f" ma:taxonomyFieldName="MediaServiceImageTags" ma:displayName="Etiquetas de imagen" ma:readOnly="false" ma:fieldId="{5cf76f15-5ced-4ddc-b409-7134ff3c332f}" ma:taxonomyMulti="true" ma:sspId="0104b013-8677-4011-8dbd-5e3d6efc88a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Identif_x002e_" ma:index="22" nillable="true" ma:displayName="Identif." ma:description="Identificador de tipo de acción" ma:format="Dropdown" ma:internalName="Identif_x002e_">
      <xsd:simpleType>
        <xsd:restriction base="dms:Text">
          <xsd:maxLength value="255"/>
        </xsd:restriction>
      </xsd:simpleType>
    </xsd:element>
    <xsd:element name="Fecha" ma:index="23" nillable="true" ma:displayName="Fecha" ma:format="DateOnly" ma:internalName="Fecha">
      <xsd:simpleType>
        <xsd:restriction base="dms:DateTim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adf77d-49d5-4a62-bb27-3b80566b7d47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echa xmlns="c0ebd178-10ee-4f3f-ab07-d4f950e551e2" xsi:nil="true"/>
    <Identif_x002e_ xmlns="c0ebd178-10ee-4f3f-ab07-d4f950e551e2" xsi:nil="true"/>
    <lcf76f155ced4ddcb4097134ff3c332f xmlns="c0ebd178-10ee-4f3f-ab07-d4f950e551e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D01EC74-6C5F-9C4D-9586-6F5DA74132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9F2BE9D-7AB0-48EB-89EF-1D26EEB910B6}"/>
</file>

<file path=customXml/itemProps3.xml><?xml version="1.0" encoding="utf-8"?>
<ds:datastoreItem xmlns:ds="http://schemas.openxmlformats.org/officeDocument/2006/customXml" ds:itemID="{113C2093-8066-4B6D-8FCC-2B43A1DD1030}"/>
</file>

<file path=customXml/itemProps4.xml><?xml version="1.0" encoding="utf-8"?>
<ds:datastoreItem xmlns:ds="http://schemas.openxmlformats.org/officeDocument/2006/customXml" ds:itemID="{EC194729-25F0-4BAF-B2D5-6C375A12728D}"/>
</file>

<file path=docProps/app.xml><?xml version="1.0" encoding="utf-8"?>
<Properties xmlns="http://schemas.openxmlformats.org/officeDocument/2006/extended-properties" xmlns:vt="http://schemas.openxmlformats.org/officeDocument/2006/docPropsVTypes">
  <Template>GEOB.PLDOC.REVB_20211103</Template>
  <TotalTime>179</TotalTime>
  <Pages>5</Pages>
  <Words>591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06. Responsables y participantes del seguimiento ambiental</vt:lpstr>
    </vt:vector>
  </TitlesOfParts>
  <Company/>
  <LinksUpToDate>false</LinksUpToDate>
  <CharactersWithSpaces>3838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06. Responsables y participantes del seguimiento ambiental</dc:title>
  <dc:subject>Informe segundo semestre 2024 – Plan de Cumplimiento</dc:subject>
  <dc:creator>Catalina Izquierdo</dc:creator>
  <cp:keywords/>
  <dc:description>GEOB.SQMSL738.INF01.ANX6.REVB</dc:description>
  <cp:lastModifiedBy>Cristóbal Arismendi</cp:lastModifiedBy>
  <cp:revision>12</cp:revision>
  <cp:lastPrinted>2023-11-23T12:19:00Z</cp:lastPrinted>
  <dcterms:created xsi:type="dcterms:W3CDTF">2023-11-23T12:18:00Z</dcterms:created>
  <dcterms:modified xsi:type="dcterms:W3CDTF">2025-03-11T21:16:00Z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0x010100B9B8A1A9D4370C468E3E0DA7B3269FB0</vt:lpwstr>
  </property>
</Properties>
</file>