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E9552" w14:textId="54131DEF" w:rsidR="00E701EB" w:rsidRPr="00FD2276" w:rsidRDefault="00000000" w:rsidP="00FA6676">
      <w:pPr>
        <w:pStyle w:val="Portada2Geob2021"/>
      </w:pPr>
      <w:sdt>
        <w:sdtPr>
          <w:rPr>
            <w:noProof/>
            <w:lang w:eastAsia="es-CL"/>
          </w:rPr>
          <w:alias w:val="Nombre Documento"/>
          <w:tag w:val=""/>
          <w:id w:val="-1540805188"/>
          <w:placeholder>
            <w:docPart w:val="E2A4B734953B43BEBF4045C8A215AB8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407C46">
            <w:rPr>
              <w:noProof/>
              <w:lang w:eastAsia="es-CL"/>
            </w:rPr>
            <w:t xml:space="preserve">Anexo </w:t>
          </w:r>
          <w:r w:rsidR="00F91B3C">
            <w:rPr>
              <w:noProof/>
              <w:lang w:eastAsia="es-CL"/>
            </w:rPr>
            <w:t>1</w:t>
          </w:r>
          <w:r w:rsidR="002C6E26">
            <w:rPr>
              <w:noProof/>
              <w:lang w:eastAsia="es-CL"/>
            </w:rPr>
            <w:t>.</w:t>
          </w:r>
          <w:r w:rsidR="00407C46">
            <w:rPr>
              <w:noProof/>
              <w:lang w:eastAsia="es-CL"/>
            </w:rPr>
            <w:t xml:space="preserve"> </w:t>
          </w:r>
          <w:r w:rsidR="00A13E6D">
            <w:rPr>
              <w:noProof/>
              <w:lang w:eastAsia="es-CL"/>
            </w:rPr>
            <w:t>Responsables y participantes del seguimiento ambiental</w:t>
          </w:r>
        </w:sdtContent>
      </w:sdt>
      <w:r w:rsidR="008034FF" w:rsidRPr="00FD2276">
        <w:rPr>
          <w:noProof/>
          <w:lang w:eastAsia="es-CL"/>
        </w:rPr>
        <w:drawing>
          <wp:anchor distT="0" distB="0" distL="114300" distR="114300" simplePos="0" relativeHeight="251677696" behindDoc="0" locked="0" layoutInCell="1" allowOverlap="1" wp14:anchorId="08E3FE07" wp14:editId="2D9517EE">
            <wp:simplePos x="0" y="0"/>
            <wp:positionH relativeFrom="column">
              <wp:posOffset>4946650</wp:posOffset>
            </wp:positionH>
            <wp:positionV relativeFrom="paragraph">
              <wp:posOffset>-808676</wp:posOffset>
            </wp:positionV>
            <wp:extent cx="1018094" cy="254774"/>
            <wp:effectExtent l="0" t="0" r="0" b="0"/>
            <wp:wrapNone/>
            <wp:docPr id="16" name="Imagen 16" descr="C:\Users\Visualogica\AppData\Local\Microsoft\Windows\INetCache\Content.Word\Geobiota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isualogica\AppData\Local\Microsoft\Windows\INetCache\Content.Word\Geobiota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094" cy="254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A32903" w14:textId="651F2F48" w:rsidR="002D5781" w:rsidRPr="004A08EE" w:rsidRDefault="00000000" w:rsidP="004A08EE">
      <w:pPr>
        <w:pStyle w:val="Portada1Geob2021"/>
      </w:pPr>
      <w:sdt>
        <w:sdtPr>
          <w:alias w:val="Nombre del Proyecto"/>
          <w:tag w:val=""/>
          <w:id w:val="-61952579"/>
          <w:placeholder>
            <w:docPart w:val="0364A6D15F994D43ABE0B9DE98619572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885840" w:rsidRPr="00885840">
            <w:t>Informe Anual Plan de Seguimiento Ambiental Biótico – Proyecto Cambios y Mejoras en la Operación Minera del Salar de Atacama</w:t>
          </w:r>
        </w:sdtContent>
      </w:sdt>
    </w:p>
    <w:p w14:paraId="08694356" w14:textId="0A1894D1" w:rsidR="00AA0697" w:rsidRPr="00AA0697" w:rsidRDefault="00EF4393" w:rsidP="004A08EE">
      <w:pPr>
        <w:pStyle w:val="Portada1Geob2021"/>
      </w:pPr>
      <w:r>
        <w:t xml:space="preserve">Región </w:t>
      </w:r>
      <w:r w:rsidR="00407C46">
        <w:t>de Antofagasta</w:t>
      </w:r>
    </w:p>
    <w:p w14:paraId="4948E314" w14:textId="77777777" w:rsidR="007F4395" w:rsidRPr="00524530" w:rsidRDefault="007F4395" w:rsidP="00524530">
      <w:pPr>
        <w:pStyle w:val="NormalGeob2021"/>
      </w:pPr>
    </w:p>
    <w:p w14:paraId="0C3C4FE2" w14:textId="77777777" w:rsidR="00034422" w:rsidRPr="00524530" w:rsidRDefault="00034422" w:rsidP="00524530">
      <w:pPr>
        <w:pStyle w:val="NormalGeob2021"/>
        <w:sectPr w:rsidR="00034422" w:rsidRPr="00524530" w:rsidSect="008E0A22">
          <w:headerReference w:type="even" r:id="rId12"/>
          <w:headerReference w:type="first" r:id="rId13"/>
          <w:footerReference w:type="first" r:id="rId14"/>
          <w:pgSz w:w="12240" w:h="15840"/>
          <w:pgMar w:top="1701" w:right="1418" w:bottom="284" w:left="1701" w:header="777" w:footer="580" w:gutter="0"/>
          <w:cols w:space="720"/>
          <w:titlePg/>
        </w:sectPr>
      </w:pPr>
    </w:p>
    <w:p w14:paraId="00D14DDF" w14:textId="77777777" w:rsidR="004942AD" w:rsidRPr="00524530" w:rsidRDefault="004942AD" w:rsidP="00524530">
      <w:pPr>
        <w:pStyle w:val="NormalGeob2021"/>
      </w:pPr>
    </w:p>
    <w:tbl>
      <w:tblPr>
        <w:tblW w:w="0" w:type="auto"/>
        <w:jc w:val="right"/>
        <w:tblBorders>
          <w:insideH w:val="single" w:sz="2" w:space="0" w:color="E6E6E6"/>
          <w:insideV w:val="single" w:sz="2" w:space="0" w:color="E6E6E6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1"/>
        <w:gridCol w:w="1134"/>
        <w:gridCol w:w="1134"/>
        <w:gridCol w:w="1134"/>
        <w:gridCol w:w="3691"/>
        <w:gridCol w:w="6"/>
      </w:tblGrid>
      <w:tr w:rsidR="004942AD" w:rsidRPr="000B4E8B" w14:paraId="66CA173F" w14:textId="77777777" w:rsidTr="00330EB1">
        <w:trPr>
          <w:jc w:val="right"/>
        </w:trPr>
        <w:tc>
          <w:tcPr>
            <w:tcW w:w="8659" w:type="dxa"/>
            <w:gridSpan w:val="7"/>
            <w:vAlign w:val="center"/>
          </w:tcPr>
          <w:p w14:paraId="78A52366" w14:textId="76D419ED" w:rsidR="00EF4393" w:rsidRPr="00EF4393" w:rsidRDefault="002C6E26" w:rsidP="009D755F">
            <w:pPr>
              <w:pStyle w:val="TablacontroldocGeob2021"/>
            </w:pPr>
            <w:fldSimple w:instr="TITLE   \* MERGEFORMAT">
              <w:r>
                <w:t>Anexo 1. Responsables y participantes del seguimiento ambiental</w:t>
              </w:r>
            </w:fldSimple>
          </w:p>
          <w:p w14:paraId="724BF385" w14:textId="3A440F1F" w:rsidR="004942AD" w:rsidRPr="00524530" w:rsidRDefault="00F91B3C" w:rsidP="00524530">
            <w:pPr>
              <w:pStyle w:val="NormalGeob2021"/>
            </w:pPr>
            <w:r>
              <w:t>GEOB.SQMSL</w:t>
            </w:r>
            <w:r w:rsidR="000B5600">
              <w:t>8</w:t>
            </w:r>
            <w:r w:rsidR="00A60D25">
              <w:t>6</w:t>
            </w:r>
            <w:r w:rsidR="000B5600">
              <w:t>1</w:t>
            </w:r>
            <w:r>
              <w:t>.INF</w:t>
            </w:r>
            <w:r w:rsidR="006A77EF">
              <w:t>001</w:t>
            </w:r>
            <w:r>
              <w:t>.ANX1</w:t>
            </w:r>
            <w:r w:rsidR="004942AD" w:rsidRPr="000B5600">
              <w:t>.</w:t>
            </w:r>
            <w:r w:rsidR="002D5781" w:rsidRPr="000B5600">
              <w:t xml:space="preserve"> </w:t>
            </w:r>
            <w:r>
              <w:fldChar w:fldCharType="begin"/>
            </w:r>
            <w:r w:rsidRPr="000B5600">
              <w:instrText xml:space="preserve"> SUBJECT   \* MERGEFORMAT </w:instrText>
            </w:r>
            <w:r>
              <w:fldChar w:fldCharType="separate"/>
            </w:r>
            <w:r w:rsidR="000B5600">
              <w:t>Informe de seguimiento ambiental Proyecto Cambios y Mejoras en la Operación Minera del Salar de Atacama</w:t>
            </w:r>
            <w:r>
              <w:fldChar w:fldCharType="end"/>
            </w:r>
          </w:p>
        </w:tc>
      </w:tr>
      <w:tr w:rsidR="004942AD" w:rsidRPr="00E030DE" w14:paraId="52242646" w14:textId="77777777" w:rsidTr="009B757D">
        <w:trPr>
          <w:gridAfter w:val="1"/>
          <w:wAfter w:w="6" w:type="dxa"/>
          <w:trHeight w:val="305"/>
          <w:jc w:val="right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AB54F" w14:textId="77777777" w:rsidR="004942AD" w:rsidRPr="00E030DE" w:rsidRDefault="004942AD" w:rsidP="001655E4">
            <w:pPr>
              <w:pStyle w:val="Tabla-CuerpoGeob2021"/>
            </w:pPr>
            <w:r w:rsidRPr="00E030DE">
              <w:t>Rev.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8757" w14:textId="77777777" w:rsidR="004942AD" w:rsidRPr="00E030DE" w:rsidRDefault="004942AD" w:rsidP="001655E4">
            <w:pPr>
              <w:pStyle w:val="Tabla-CuerpoGeob2021"/>
            </w:pPr>
            <w:r w:rsidRPr="00E030DE">
              <w:t>Id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0752" w14:textId="77777777" w:rsidR="004942AD" w:rsidRPr="00E030DE" w:rsidRDefault="004942AD" w:rsidP="001655E4">
            <w:pPr>
              <w:pStyle w:val="Tabla-CuerpoGeob2021"/>
            </w:pPr>
            <w:r w:rsidRPr="00E030DE">
              <w:t>Ejecutor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B226" w14:textId="77777777" w:rsidR="004942AD" w:rsidRPr="00E030DE" w:rsidRDefault="004942AD" w:rsidP="001655E4">
            <w:pPr>
              <w:pStyle w:val="Tabla-CuerpoGeob2021"/>
            </w:pPr>
            <w:r w:rsidRPr="00E030DE">
              <w:t>Revisor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4215" w14:textId="77777777" w:rsidR="004942AD" w:rsidRPr="00E030DE" w:rsidRDefault="004942AD" w:rsidP="001655E4">
            <w:pPr>
              <w:pStyle w:val="Tabla-CuerpoGeob2021"/>
            </w:pPr>
            <w:r w:rsidRPr="00E030DE">
              <w:t>Aprueba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66F725" w14:textId="77777777" w:rsidR="004942AD" w:rsidRPr="00E030DE" w:rsidRDefault="004942AD" w:rsidP="001655E4">
            <w:pPr>
              <w:pStyle w:val="Tabla-CuerpoGeob2021"/>
            </w:pPr>
            <w:r w:rsidRPr="00E030DE">
              <w:t>Descripción</w:t>
            </w:r>
          </w:p>
        </w:tc>
      </w:tr>
      <w:tr w:rsidR="004942AD" w:rsidRPr="00E030DE" w14:paraId="5DC31529" w14:textId="77777777" w:rsidTr="009B757D">
        <w:trPr>
          <w:gridAfter w:val="1"/>
          <w:wAfter w:w="6" w:type="dxa"/>
          <w:trHeight w:val="305"/>
          <w:jc w:val="right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317B" w14:textId="31DF8F85" w:rsidR="004942AD" w:rsidRPr="00E030DE" w:rsidRDefault="00C73611" w:rsidP="001655E4">
            <w:pPr>
              <w:pStyle w:val="Tabla-CuerpoGeob2021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24A8" w14:textId="77777777" w:rsidR="004942AD" w:rsidRPr="00E030DE" w:rsidRDefault="004942AD" w:rsidP="001655E4">
            <w:pPr>
              <w:pStyle w:val="Tabla-CuerpoGeob2021"/>
            </w:pPr>
            <w:r w:rsidRPr="00E030DE">
              <w:t>Nombre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2D3B" w14:textId="04A5936D" w:rsidR="004942AD" w:rsidRPr="00E030DE" w:rsidRDefault="00A60D25" w:rsidP="001655E4">
            <w:pPr>
              <w:pStyle w:val="Tabla-CuerpoGeob2021"/>
            </w:pPr>
            <w:r>
              <w:t>AA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EF00" w14:textId="02197F83" w:rsidR="004942AD" w:rsidRPr="00E030DE" w:rsidRDefault="00885840" w:rsidP="001655E4">
            <w:pPr>
              <w:pStyle w:val="Tabla-CuerpoGeob2021"/>
            </w:pPr>
            <w:r>
              <w:t>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A02D" w14:textId="7A036F11" w:rsidR="004942AD" w:rsidRPr="00E030DE" w:rsidRDefault="00885840" w:rsidP="001655E4">
            <w:pPr>
              <w:pStyle w:val="Tabla-CuerpoGeob2021"/>
            </w:pPr>
            <w:r>
              <w:t>IZ</w:t>
            </w:r>
          </w:p>
        </w:tc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78BBA3" w14:textId="35D411C8" w:rsidR="004942AD" w:rsidRPr="00E030DE" w:rsidRDefault="00AF0515" w:rsidP="001655E4">
            <w:pPr>
              <w:pStyle w:val="Tabla-CuerpoGeob2021"/>
            </w:pPr>
            <w:r>
              <w:t>Responsables Participantes PSA</w:t>
            </w:r>
            <w:r w:rsidR="002D5781" w:rsidRPr="00E030DE">
              <w:t xml:space="preserve"> Rev. (</w:t>
            </w:r>
            <w:r w:rsidR="00C73611">
              <w:t>0</w:t>
            </w:r>
            <w:r w:rsidR="002C6E26">
              <w:t>)</w:t>
            </w:r>
          </w:p>
        </w:tc>
      </w:tr>
      <w:tr w:rsidR="004942AD" w:rsidRPr="00E030DE" w14:paraId="55C3452E" w14:textId="77777777" w:rsidTr="009B757D">
        <w:trPr>
          <w:gridAfter w:val="1"/>
          <w:wAfter w:w="6" w:type="dxa"/>
          <w:trHeight w:val="305"/>
          <w:jc w:val="right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A189" w14:textId="77777777" w:rsidR="004942AD" w:rsidRPr="00E030DE" w:rsidRDefault="004942AD" w:rsidP="001655E4">
            <w:pPr>
              <w:pStyle w:val="Tabla-CuerpoGeob2021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BDDE" w14:textId="77777777" w:rsidR="004942AD" w:rsidRPr="00E030DE" w:rsidRDefault="004942AD" w:rsidP="001655E4">
            <w:pPr>
              <w:pStyle w:val="Tabla-CuerpoGeob2021"/>
            </w:pPr>
            <w:r w:rsidRPr="00E030DE">
              <w:t>Fecha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B0DC" w14:textId="0A9E33F7" w:rsidR="004942AD" w:rsidRPr="00E030DE" w:rsidRDefault="00A60D25" w:rsidP="001655E4">
            <w:pPr>
              <w:pStyle w:val="Tabla-CuerpoGeob2021"/>
            </w:pPr>
            <w:r>
              <w:t>05</w:t>
            </w:r>
            <w:r w:rsidR="000B5600">
              <w:t>.0</w:t>
            </w:r>
            <w:r>
              <w:t>3</w:t>
            </w:r>
            <w:r w:rsidR="000B5600">
              <w:t>.202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BF23" w14:textId="5E592074" w:rsidR="004942AD" w:rsidRPr="00E030DE" w:rsidRDefault="002C6E26" w:rsidP="001655E4">
            <w:pPr>
              <w:pStyle w:val="Tabla-CuerpoGeob2021"/>
            </w:pPr>
            <w:r>
              <w:t>07.04.2025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8C0A" w14:textId="624C245E" w:rsidR="004942AD" w:rsidRPr="00E030DE" w:rsidRDefault="002C6E26" w:rsidP="001655E4">
            <w:pPr>
              <w:pStyle w:val="Tabla-CuerpoGeob2021"/>
            </w:pPr>
            <w:r>
              <w:t>07.04.2025</w:t>
            </w:r>
          </w:p>
        </w:tc>
        <w:tc>
          <w:tcPr>
            <w:tcW w:w="3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7F2BE2" w14:textId="77777777" w:rsidR="004942AD" w:rsidRPr="00E030DE" w:rsidRDefault="004942AD" w:rsidP="001655E4">
            <w:pPr>
              <w:pStyle w:val="Tabla-CuerpoGeob2021"/>
            </w:pPr>
          </w:p>
        </w:tc>
      </w:tr>
    </w:tbl>
    <w:p w14:paraId="41CC6891" w14:textId="77777777" w:rsidR="004942AD" w:rsidRPr="00524530" w:rsidRDefault="004942AD" w:rsidP="00524530">
      <w:pPr>
        <w:pStyle w:val="NormalGeob2021"/>
      </w:pPr>
    </w:p>
    <w:p w14:paraId="59D44B0E" w14:textId="77777777" w:rsidR="004942AD" w:rsidRPr="00524530" w:rsidRDefault="004942AD" w:rsidP="00524530">
      <w:pPr>
        <w:pStyle w:val="NormalGeob2021"/>
      </w:pPr>
    </w:p>
    <w:p w14:paraId="405043C2" w14:textId="77777777" w:rsidR="004942AD" w:rsidRPr="00524530" w:rsidRDefault="004942AD" w:rsidP="00524530">
      <w:pPr>
        <w:pStyle w:val="NormalGeob2021"/>
      </w:pPr>
    </w:p>
    <w:p w14:paraId="624443FD" w14:textId="77777777" w:rsidR="004942AD" w:rsidRPr="00524530" w:rsidRDefault="004942AD" w:rsidP="00524530">
      <w:pPr>
        <w:pStyle w:val="NormalGeob2021"/>
      </w:pPr>
    </w:p>
    <w:p w14:paraId="6FF12AEE" w14:textId="77777777" w:rsidR="00EF4393" w:rsidRPr="00524530" w:rsidRDefault="00EF4393" w:rsidP="00524530">
      <w:pPr>
        <w:pStyle w:val="NormalGeob2021"/>
      </w:pPr>
    </w:p>
    <w:p w14:paraId="1208ED7E" w14:textId="77777777" w:rsidR="00EF4393" w:rsidRPr="00524530" w:rsidRDefault="00EF4393" w:rsidP="00524530">
      <w:pPr>
        <w:pStyle w:val="NormalGeob2021"/>
      </w:pPr>
    </w:p>
    <w:p w14:paraId="7B8BA627" w14:textId="77777777" w:rsidR="00EF4393" w:rsidRPr="00524530" w:rsidRDefault="00EF4393" w:rsidP="00524530">
      <w:pPr>
        <w:pStyle w:val="NormalGeob2021"/>
      </w:pPr>
    </w:p>
    <w:p w14:paraId="37722CE4" w14:textId="77777777" w:rsidR="00EF4393" w:rsidRPr="00524530" w:rsidRDefault="00EF4393" w:rsidP="00524530">
      <w:pPr>
        <w:pStyle w:val="NormalGeob2021"/>
      </w:pPr>
    </w:p>
    <w:p w14:paraId="3230F115" w14:textId="77777777" w:rsidR="00EF4393" w:rsidRPr="00524530" w:rsidRDefault="00EF4393" w:rsidP="00524530">
      <w:pPr>
        <w:pStyle w:val="NormalGeob2021"/>
      </w:pPr>
    </w:p>
    <w:p w14:paraId="1A9D8CB2" w14:textId="77777777" w:rsidR="00EF4393" w:rsidRPr="00524530" w:rsidRDefault="00EF4393" w:rsidP="00524530">
      <w:pPr>
        <w:pStyle w:val="NormalGeob2021"/>
      </w:pPr>
    </w:p>
    <w:p w14:paraId="292B48E1" w14:textId="77777777" w:rsidR="00EF4393" w:rsidRPr="00524530" w:rsidRDefault="00EF4393" w:rsidP="00524530">
      <w:pPr>
        <w:pStyle w:val="NormalGeob2021"/>
      </w:pPr>
    </w:p>
    <w:p w14:paraId="7C97ACC3" w14:textId="77777777" w:rsidR="00EF4393" w:rsidRPr="00524530" w:rsidRDefault="00EF4393" w:rsidP="00524530">
      <w:pPr>
        <w:pStyle w:val="NormalGeob2021"/>
      </w:pPr>
    </w:p>
    <w:p w14:paraId="61CBAA8D" w14:textId="77777777" w:rsidR="00EF4393" w:rsidRPr="00524530" w:rsidRDefault="00EF4393" w:rsidP="00524530">
      <w:pPr>
        <w:pStyle w:val="NormalGeob2021"/>
      </w:pPr>
    </w:p>
    <w:p w14:paraId="5D5ACAD9" w14:textId="77777777" w:rsidR="00EF4393" w:rsidRPr="00524530" w:rsidRDefault="00EF4393" w:rsidP="00524530">
      <w:pPr>
        <w:pStyle w:val="NormalGeob2021"/>
      </w:pPr>
    </w:p>
    <w:p w14:paraId="7F24C8AF" w14:textId="77777777" w:rsidR="00EF4393" w:rsidRPr="00524530" w:rsidRDefault="00EF4393" w:rsidP="00524530">
      <w:pPr>
        <w:pStyle w:val="NormalGeob2021"/>
      </w:pPr>
    </w:p>
    <w:p w14:paraId="4133EA52" w14:textId="77777777" w:rsidR="00EF4393" w:rsidRPr="00524530" w:rsidRDefault="00EF4393" w:rsidP="00524530">
      <w:pPr>
        <w:pStyle w:val="NormalGeob2021"/>
      </w:pPr>
    </w:p>
    <w:p w14:paraId="7FB1124B" w14:textId="77777777" w:rsidR="00EF4393" w:rsidRPr="00524530" w:rsidRDefault="00EF4393" w:rsidP="00524530">
      <w:pPr>
        <w:pStyle w:val="NormalGeob2021"/>
      </w:pPr>
    </w:p>
    <w:p w14:paraId="4717C487" w14:textId="77777777" w:rsidR="00EF4393" w:rsidRPr="00524530" w:rsidRDefault="00EF4393" w:rsidP="00524530">
      <w:pPr>
        <w:pStyle w:val="NormalGeob2021"/>
      </w:pPr>
    </w:p>
    <w:p w14:paraId="75DB3D7D" w14:textId="77777777" w:rsidR="00EF4393" w:rsidRPr="00524530" w:rsidRDefault="00EF4393" w:rsidP="00524530">
      <w:pPr>
        <w:pStyle w:val="NormalGeob2021"/>
      </w:pPr>
    </w:p>
    <w:p w14:paraId="76D2EB6E" w14:textId="77777777" w:rsidR="00EF4393" w:rsidRPr="00524530" w:rsidRDefault="00EF4393" w:rsidP="00524530">
      <w:pPr>
        <w:pStyle w:val="NormalGeob2021"/>
      </w:pPr>
    </w:p>
    <w:p w14:paraId="77E1240A" w14:textId="49250D15" w:rsidR="006A77EF" w:rsidRDefault="006A77EF" w:rsidP="006A77EF">
      <w:pPr>
        <w:tabs>
          <w:tab w:val="left" w:pos="2484"/>
        </w:tabs>
        <w:rPr>
          <w:rFonts w:eastAsiaTheme="minorHAnsi"/>
          <w:lang w:eastAsia="en-US"/>
        </w:rPr>
      </w:pPr>
    </w:p>
    <w:p w14:paraId="68C4671F" w14:textId="77777777" w:rsidR="006A77EF" w:rsidRDefault="006A77EF" w:rsidP="006A77EF">
      <w:pPr>
        <w:rPr>
          <w:rFonts w:eastAsiaTheme="minorHAnsi"/>
          <w:lang w:eastAsia="en-US"/>
        </w:rPr>
      </w:pPr>
    </w:p>
    <w:p w14:paraId="29625903" w14:textId="77777777" w:rsidR="006A77EF" w:rsidRPr="006A77EF" w:rsidRDefault="006A77EF" w:rsidP="006A77EF">
      <w:pPr>
        <w:rPr>
          <w:lang w:eastAsia="en-US"/>
        </w:rPr>
        <w:sectPr w:rsidR="006A77EF" w:rsidRPr="006A77EF" w:rsidSect="006A77EF">
          <w:headerReference w:type="default" r:id="rId15"/>
          <w:footerReference w:type="default" r:id="rId16"/>
          <w:headerReference w:type="first" r:id="rId17"/>
          <w:footerReference w:type="first" r:id="rId18"/>
          <w:pgSz w:w="12240" w:h="15840"/>
          <w:pgMar w:top="284" w:right="1701" w:bottom="1701" w:left="1418" w:header="777" w:footer="0" w:gutter="0"/>
          <w:pgNumType w:fmt="lowerRoman"/>
          <w:cols w:space="708"/>
          <w:titlePg/>
          <w:docGrid w:linePitch="360"/>
        </w:sectPr>
      </w:pPr>
    </w:p>
    <w:p w14:paraId="3CFD90C5" w14:textId="77777777" w:rsidR="00131800" w:rsidRPr="00EF4393" w:rsidRDefault="002164E5" w:rsidP="002530DE">
      <w:pPr>
        <w:pStyle w:val="EstiloTitulondiceGeob2021"/>
      </w:pPr>
      <w:r w:rsidRPr="00EF4393">
        <w:lastRenderedPageBreak/>
        <w:t>C</w:t>
      </w:r>
      <w:r w:rsidR="00131800" w:rsidRPr="00EF4393">
        <w:t>ontenido</w:t>
      </w:r>
    </w:p>
    <w:p w14:paraId="2C602357" w14:textId="572F5072" w:rsidR="00FF5F3C" w:rsidRDefault="00131800">
      <w:pPr>
        <w:pStyle w:val="TDC1"/>
        <w:rPr>
          <w:rFonts w:asciiTheme="minorHAnsi" w:eastAsiaTheme="minorEastAsia" w:hAnsiTheme="minorHAnsi" w:cstheme="minorBidi"/>
          <w:bCs w:val="0"/>
          <w:color w:val="auto"/>
          <w:kern w:val="2"/>
          <w:sz w:val="22"/>
          <w:szCs w:val="22"/>
          <w:lang w:eastAsia="es-CL"/>
          <w14:ligatures w14:val="standardContextual"/>
        </w:rPr>
      </w:pPr>
      <w:r w:rsidRPr="00CA3E2E">
        <w:rPr>
          <w:b/>
          <w:color w:val="404040"/>
        </w:rPr>
        <w:fldChar w:fldCharType="begin"/>
      </w:r>
      <w:r w:rsidRPr="00CA3E2E">
        <w:rPr>
          <w:color w:val="404040"/>
        </w:rPr>
        <w:instrText xml:space="preserve"> TOC \o "1-3" \h \z \u </w:instrText>
      </w:r>
      <w:r w:rsidRPr="00CA3E2E">
        <w:rPr>
          <w:b/>
          <w:color w:val="404040"/>
        </w:rPr>
        <w:fldChar w:fldCharType="separate"/>
      </w:r>
      <w:hyperlink w:anchor="_Toc150858569" w:history="1">
        <w:r w:rsidR="00FF5F3C" w:rsidRPr="00514B0A">
          <w:rPr>
            <w:rStyle w:val="Hipervnculo"/>
          </w:rPr>
          <w:t>1</w:t>
        </w:r>
        <w:r w:rsidR="00FF5F3C">
          <w:rPr>
            <w:rFonts w:asciiTheme="minorHAnsi" w:eastAsiaTheme="minorEastAsia" w:hAnsiTheme="minorHAnsi" w:cstheme="minorBidi"/>
            <w:bCs w:val="0"/>
            <w:color w:val="auto"/>
            <w:kern w:val="2"/>
            <w:sz w:val="22"/>
            <w:szCs w:val="22"/>
            <w:lang w:eastAsia="es-CL"/>
            <w14:ligatures w14:val="standardContextual"/>
          </w:rPr>
          <w:tab/>
        </w:r>
        <w:r w:rsidR="00FF5F3C" w:rsidRPr="00514B0A">
          <w:rPr>
            <w:rStyle w:val="Hipervnculo"/>
          </w:rPr>
          <w:t>Responsables y participantes del seguimiento ambiental</w:t>
        </w:r>
        <w:r w:rsidR="00FF5F3C">
          <w:rPr>
            <w:webHidden/>
          </w:rPr>
          <w:tab/>
        </w:r>
        <w:r w:rsidR="00FF5F3C">
          <w:rPr>
            <w:webHidden/>
          </w:rPr>
          <w:fldChar w:fldCharType="begin"/>
        </w:r>
        <w:r w:rsidR="00FF5F3C">
          <w:rPr>
            <w:webHidden/>
          </w:rPr>
          <w:instrText xml:space="preserve"> PAGEREF _Toc150858569 \h </w:instrText>
        </w:r>
        <w:r w:rsidR="00FF5F3C">
          <w:rPr>
            <w:webHidden/>
          </w:rPr>
        </w:r>
        <w:r w:rsidR="00FF5F3C">
          <w:rPr>
            <w:webHidden/>
          </w:rPr>
          <w:fldChar w:fldCharType="separate"/>
        </w:r>
        <w:r w:rsidR="00FF5F3C">
          <w:rPr>
            <w:webHidden/>
          </w:rPr>
          <w:t>1</w:t>
        </w:r>
        <w:r w:rsidR="00FF5F3C">
          <w:rPr>
            <w:webHidden/>
          </w:rPr>
          <w:fldChar w:fldCharType="end"/>
        </w:r>
      </w:hyperlink>
    </w:p>
    <w:p w14:paraId="22520719" w14:textId="7F387C9F" w:rsidR="0026784B" w:rsidRPr="00EF4393" w:rsidRDefault="00131800" w:rsidP="002530DE">
      <w:pPr>
        <w:pStyle w:val="EstiloTitulondiceGeob2021"/>
      </w:pPr>
      <w:r w:rsidRPr="00CA3E2E">
        <w:fldChar w:fldCharType="end"/>
      </w:r>
      <w:r w:rsidR="0026784B" w:rsidRPr="00EF4393">
        <w:t>Tablas</w:t>
      </w:r>
    </w:p>
    <w:p w14:paraId="08BC8611" w14:textId="7507C85C" w:rsidR="00FF5F3C" w:rsidRDefault="0026784B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2"/>
          <w:lang w:eastAsia="es-CL"/>
          <w14:ligatures w14:val="standardContextual"/>
        </w:rPr>
      </w:pPr>
      <w:r w:rsidRPr="00524530">
        <w:rPr>
          <w:bCs/>
          <w:noProof/>
          <w:szCs w:val="20"/>
        </w:rPr>
        <w:fldChar w:fldCharType="begin"/>
      </w:r>
      <w:r w:rsidRPr="00524530">
        <w:instrText xml:space="preserve"> TOC \h \z \c "Tabla" </w:instrText>
      </w:r>
      <w:r w:rsidRPr="00524530">
        <w:rPr>
          <w:bCs/>
          <w:noProof/>
          <w:szCs w:val="20"/>
        </w:rPr>
        <w:fldChar w:fldCharType="separate"/>
      </w:r>
      <w:hyperlink w:anchor="_Toc150858572" w:history="1">
        <w:r w:rsidR="00FF5F3C" w:rsidRPr="0024607F">
          <w:rPr>
            <w:rStyle w:val="Hipervnculo"/>
            <w:noProof/>
          </w:rPr>
          <w:t>Tabla 1</w:t>
        </w:r>
        <w:r w:rsidR="00FF5F3C" w:rsidRPr="0024607F">
          <w:rPr>
            <w:rStyle w:val="Hipervnculo"/>
            <w:noProof/>
          </w:rPr>
          <w:noBreakHyphen/>
          <w:t>1. Responsable y participantes del seguimiento ambiental.</w:t>
        </w:r>
        <w:r w:rsidR="00FF5F3C">
          <w:rPr>
            <w:noProof/>
            <w:webHidden/>
          </w:rPr>
          <w:tab/>
        </w:r>
        <w:r w:rsidR="00FF5F3C">
          <w:rPr>
            <w:noProof/>
            <w:webHidden/>
          </w:rPr>
          <w:fldChar w:fldCharType="begin"/>
        </w:r>
        <w:r w:rsidR="00FF5F3C">
          <w:rPr>
            <w:noProof/>
            <w:webHidden/>
          </w:rPr>
          <w:instrText xml:space="preserve"> PAGEREF _Toc150858572 \h </w:instrText>
        </w:r>
        <w:r w:rsidR="00FF5F3C">
          <w:rPr>
            <w:noProof/>
            <w:webHidden/>
          </w:rPr>
        </w:r>
        <w:r w:rsidR="00FF5F3C">
          <w:rPr>
            <w:noProof/>
            <w:webHidden/>
          </w:rPr>
          <w:fldChar w:fldCharType="separate"/>
        </w:r>
        <w:r w:rsidR="00FF5F3C">
          <w:rPr>
            <w:noProof/>
            <w:webHidden/>
          </w:rPr>
          <w:t>1</w:t>
        </w:r>
        <w:r w:rsidR="00FF5F3C">
          <w:rPr>
            <w:noProof/>
            <w:webHidden/>
          </w:rPr>
          <w:fldChar w:fldCharType="end"/>
        </w:r>
      </w:hyperlink>
    </w:p>
    <w:p w14:paraId="1CF0393C" w14:textId="436FDD9E" w:rsidR="0026784B" w:rsidRPr="00524530" w:rsidRDefault="0026784B" w:rsidP="00524530">
      <w:pPr>
        <w:pStyle w:val="NormalGeob2021"/>
      </w:pPr>
      <w:r w:rsidRPr="00524530">
        <w:fldChar w:fldCharType="end"/>
      </w:r>
    </w:p>
    <w:p w14:paraId="3211F65B" w14:textId="68414214" w:rsidR="00674925" w:rsidRPr="00524530" w:rsidRDefault="00674925" w:rsidP="00524530">
      <w:pPr>
        <w:pStyle w:val="NormalGeob2021"/>
      </w:pPr>
    </w:p>
    <w:p w14:paraId="7624D041" w14:textId="77777777" w:rsidR="00A0338D" w:rsidRPr="00524530" w:rsidRDefault="00A0338D" w:rsidP="00524530">
      <w:pPr>
        <w:pStyle w:val="NormalGeob2021"/>
      </w:pPr>
    </w:p>
    <w:p w14:paraId="4F26B560" w14:textId="665B7296" w:rsidR="00E004AF" w:rsidRPr="00E004AF" w:rsidRDefault="00E004AF" w:rsidP="006A41CD">
      <w:pPr>
        <w:pStyle w:val="EstiloTitulondiceGeob2021"/>
        <w:sectPr w:rsidR="00E004AF" w:rsidRPr="00E004AF" w:rsidSect="004D7B88">
          <w:headerReference w:type="first" r:id="rId19"/>
          <w:footerReference w:type="first" r:id="rId20"/>
          <w:pgSz w:w="12240" w:h="15840"/>
          <w:pgMar w:top="284" w:right="1701" w:bottom="1701" w:left="1418" w:header="777" w:footer="0" w:gutter="0"/>
          <w:pgNumType w:fmt="lowerRoman"/>
          <w:cols w:space="708"/>
          <w:titlePg/>
          <w:docGrid w:linePitch="360"/>
        </w:sectPr>
      </w:pPr>
    </w:p>
    <w:p w14:paraId="4946BDCC" w14:textId="012E5F7E" w:rsidR="009C05FC" w:rsidRDefault="004B0E02" w:rsidP="009C05FC">
      <w:pPr>
        <w:pStyle w:val="Ttulo1"/>
      </w:pPr>
      <w:bookmarkStart w:id="0" w:name="_Toc150858569"/>
      <w:r>
        <w:lastRenderedPageBreak/>
        <w:t>Responsables y participantes del seguimiento ambiental</w:t>
      </w:r>
      <w:bookmarkEnd w:id="0"/>
    </w:p>
    <w:p w14:paraId="5559DDA0" w14:textId="77777777" w:rsidR="004B0E02" w:rsidRPr="00CE06BA" w:rsidRDefault="004B0E02" w:rsidP="004B0E02">
      <w:r w:rsidRPr="00301D1A">
        <w:t xml:space="preserve">A continuación, se presentan los responsables y participantes de las actividades de muestreo, medición, </w:t>
      </w:r>
      <w:r w:rsidRPr="00CE06BA">
        <w:t>análisis y/o control y elaboración del informe de seguimiento ambiental.</w:t>
      </w:r>
    </w:p>
    <w:tbl>
      <w:tblPr>
        <w:tblStyle w:val="Tablaconcuadrcula2"/>
        <w:tblW w:w="5000" w:type="pct"/>
        <w:tblLook w:val="04A0" w:firstRow="1" w:lastRow="0" w:firstColumn="1" w:lastColumn="0" w:noHBand="0" w:noVBand="1"/>
      </w:tblPr>
      <w:tblGrid>
        <w:gridCol w:w="1700"/>
        <w:gridCol w:w="1135"/>
        <w:gridCol w:w="2127"/>
        <w:gridCol w:w="1985"/>
        <w:gridCol w:w="2174"/>
      </w:tblGrid>
      <w:tr w:rsidR="004B0E02" w:rsidRPr="00301D1A" w14:paraId="2C76CE98" w14:textId="77777777" w:rsidTr="0DD0697E">
        <w:trPr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981552" w14:textId="77777777" w:rsidR="004B0E02" w:rsidRPr="0001382F" w:rsidRDefault="004B0E02" w:rsidP="002F3900">
            <w:pPr>
              <w:pStyle w:val="Tabla-TtuloGeo2021"/>
              <w:rPr>
                <w:sz w:val="20"/>
                <w:szCs w:val="20"/>
              </w:rPr>
            </w:pPr>
            <w:bookmarkStart w:id="1" w:name="_Toc453249057"/>
            <w:bookmarkStart w:id="2" w:name="_Toc454436297"/>
            <w:bookmarkStart w:id="3" w:name="_Toc77689092"/>
            <w:bookmarkStart w:id="4" w:name="_Toc110442672"/>
            <w:bookmarkStart w:id="5" w:name="_Toc150858572"/>
            <w:r w:rsidRPr="0001382F">
              <w:rPr>
                <w:sz w:val="20"/>
                <w:szCs w:val="20"/>
              </w:rPr>
              <w:t xml:space="preserve">Tabla </w:t>
            </w:r>
            <w:r w:rsidRPr="0001382F">
              <w:rPr>
                <w:sz w:val="20"/>
                <w:szCs w:val="20"/>
              </w:rPr>
              <w:fldChar w:fldCharType="begin"/>
            </w:r>
            <w:r w:rsidRPr="0001382F">
              <w:rPr>
                <w:sz w:val="20"/>
                <w:szCs w:val="20"/>
              </w:rPr>
              <w:instrText xml:space="preserve"> STYLEREF 1 \s </w:instrText>
            </w:r>
            <w:r w:rsidRPr="0001382F">
              <w:rPr>
                <w:sz w:val="20"/>
                <w:szCs w:val="20"/>
              </w:rPr>
              <w:fldChar w:fldCharType="separate"/>
            </w:r>
            <w:r w:rsidRPr="0001382F">
              <w:rPr>
                <w:noProof/>
                <w:sz w:val="20"/>
                <w:szCs w:val="20"/>
              </w:rPr>
              <w:t>1</w:t>
            </w:r>
            <w:r w:rsidRPr="0001382F">
              <w:rPr>
                <w:noProof/>
                <w:sz w:val="20"/>
                <w:szCs w:val="20"/>
              </w:rPr>
              <w:fldChar w:fldCharType="end"/>
            </w:r>
            <w:r w:rsidRPr="0001382F">
              <w:rPr>
                <w:sz w:val="20"/>
                <w:szCs w:val="20"/>
              </w:rPr>
              <w:noBreakHyphen/>
            </w:r>
            <w:r w:rsidRPr="0001382F">
              <w:rPr>
                <w:sz w:val="20"/>
                <w:szCs w:val="20"/>
              </w:rPr>
              <w:fldChar w:fldCharType="begin"/>
            </w:r>
            <w:r w:rsidRPr="0001382F">
              <w:rPr>
                <w:sz w:val="20"/>
                <w:szCs w:val="20"/>
              </w:rPr>
              <w:instrText xml:space="preserve"> SEQ Tabla \* ARABIC \s 1 </w:instrText>
            </w:r>
            <w:r w:rsidRPr="0001382F">
              <w:rPr>
                <w:sz w:val="20"/>
                <w:szCs w:val="20"/>
              </w:rPr>
              <w:fldChar w:fldCharType="separate"/>
            </w:r>
            <w:r w:rsidRPr="0001382F">
              <w:rPr>
                <w:noProof/>
                <w:sz w:val="20"/>
                <w:szCs w:val="20"/>
              </w:rPr>
              <w:t>1</w:t>
            </w:r>
            <w:r w:rsidRPr="0001382F">
              <w:rPr>
                <w:noProof/>
                <w:sz w:val="20"/>
                <w:szCs w:val="20"/>
              </w:rPr>
              <w:fldChar w:fldCharType="end"/>
            </w:r>
            <w:r w:rsidRPr="0001382F">
              <w:rPr>
                <w:sz w:val="20"/>
                <w:szCs w:val="20"/>
              </w:rPr>
              <w:t>. Responsable y participantes del seguimiento ambiental.</w:t>
            </w:r>
            <w:bookmarkEnd w:id="1"/>
            <w:bookmarkEnd w:id="2"/>
            <w:bookmarkEnd w:id="3"/>
            <w:bookmarkEnd w:id="4"/>
            <w:bookmarkEnd w:id="5"/>
          </w:p>
        </w:tc>
      </w:tr>
      <w:tr w:rsidR="003D3E63" w:rsidRPr="00301D1A" w14:paraId="689BE082" w14:textId="77777777" w:rsidTr="0DD0697E">
        <w:trPr>
          <w:tblHeader/>
        </w:trPr>
        <w:tc>
          <w:tcPr>
            <w:tcW w:w="932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4E074F5" w14:textId="77777777" w:rsidR="004B0E02" w:rsidRPr="00D22731" w:rsidRDefault="004B0E02" w:rsidP="00D22731">
            <w:pPr>
              <w:pStyle w:val="Tabla-TtuloGeo2021"/>
              <w:jc w:val="center"/>
              <w:rPr>
                <w:sz w:val="18"/>
                <w:szCs w:val="18"/>
              </w:rPr>
            </w:pPr>
            <w:r w:rsidRPr="00D22731">
              <w:rPr>
                <w:sz w:val="18"/>
                <w:szCs w:val="18"/>
              </w:rPr>
              <w:t>Responsable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3CFBF" w14:textId="77777777" w:rsidR="004B0E02" w:rsidRPr="00D22731" w:rsidRDefault="004B0E02" w:rsidP="00D22731">
            <w:pPr>
              <w:pStyle w:val="Tabla-TtuloGeo2021"/>
              <w:jc w:val="center"/>
              <w:rPr>
                <w:sz w:val="18"/>
                <w:szCs w:val="18"/>
              </w:rPr>
            </w:pPr>
            <w:r w:rsidRPr="00D22731">
              <w:rPr>
                <w:sz w:val="18"/>
                <w:szCs w:val="18"/>
              </w:rPr>
              <w:t>Empresa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585B6" w14:textId="77777777" w:rsidR="004B0E02" w:rsidRPr="00D22731" w:rsidRDefault="004B0E02" w:rsidP="00D22731">
            <w:pPr>
              <w:pStyle w:val="Tabla-TtuloGeo2021"/>
              <w:jc w:val="center"/>
              <w:rPr>
                <w:sz w:val="18"/>
                <w:szCs w:val="18"/>
              </w:rPr>
            </w:pPr>
            <w:r w:rsidRPr="00D22731">
              <w:rPr>
                <w:sz w:val="18"/>
                <w:szCs w:val="18"/>
              </w:rPr>
              <w:t>Cargo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978138" w14:textId="77777777" w:rsidR="004B0E02" w:rsidRPr="00D22731" w:rsidRDefault="004B0E02" w:rsidP="00D22731">
            <w:pPr>
              <w:pStyle w:val="Tabla-TtuloGeo2021"/>
              <w:jc w:val="center"/>
              <w:rPr>
                <w:sz w:val="18"/>
                <w:szCs w:val="18"/>
              </w:rPr>
            </w:pPr>
            <w:r w:rsidRPr="00D22731">
              <w:rPr>
                <w:sz w:val="18"/>
                <w:szCs w:val="18"/>
              </w:rPr>
              <w:t>Profesión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344FC9C" w14:textId="77777777" w:rsidR="004B0E02" w:rsidRPr="00D22731" w:rsidRDefault="004B0E02" w:rsidP="00D22731">
            <w:pPr>
              <w:pStyle w:val="Tabla-TtuloGeo2021"/>
              <w:jc w:val="center"/>
              <w:rPr>
                <w:sz w:val="18"/>
                <w:szCs w:val="18"/>
              </w:rPr>
            </w:pPr>
            <w:r w:rsidRPr="00D22731">
              <w:rPr>
                <w:sz w:val="18"/>
                <w:szCs w:val="18"/>
              </w:rPr>
              <w:t>Función desempeñada</w:t>
            </w:r>
          </w:p>
        </w:tc>
      </w:tr>
      <w:tr w:rsidR="00510182" w:rsidRPr="00301D1A" w14:paraId="4F8350A2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F00D463" w14:textId="3911CBF0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Ingrid Zelaya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E0A8CB" w14:textId="2305DE70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B82A85" w14:textId="50C5BC79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Jefa de Proyectos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4401B1" w14:textId="3C395212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Ingeniera Ambiental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E01A0D0" w14:textId="07E38F9A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Revisión y aprobación de informe</w:t>
            </w:r>
          </w:p>
        </w:tc>
      </w:tr>
      <w:tr w:rsidR="00510182" w:rsidRPr="00301D1A" w14:paraId="70EBD892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BB94777" w14:textId="2B6001D6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Luis Valdevenito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F7A0A9" w14:textId="525A9A79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DB33C1" w14:textId="047A5AA5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Coordinador Logístico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5D7470" w14:textId="0249B5DC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Ingeniero Ambiental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748DA4E" w14:textId="04A38A94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Coordinación logística de terreno</w:t>
            </w:r>
          </w:p>
        </w:tc>
      </w:tr>
      <w:tr w:rsidR="00510182" w:rsidRPr="00301D1A" w14:paraId="26D0F20A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073C4DD" w14:textId="7882F4F2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Catalina Izquierdo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540A42" w14:textId="2529F6E4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1A53C0" w14:textId="260A46D3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Coordinadora técnica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BDB6A" w14:textId="3E9D4690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Ingeniera forestal y Conservación de la Naturaleza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9ED7C92" w14:textId="120A21BE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Revisión de informe.</w:t>
            </w:r>
          </w:p>
        </w:tc>
      </w:tr>
      <w:tr w:rsidR="00510182" w:rsidRPr="00301D1A" w14:paraId="2E157809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69AB1CC" w14:textId="58302DB5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Yerthi Gerlach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A3BFD8" w14:textId="4A1E5DB8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03880E" w14:textId="769820AD" w:rsidR="00510182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Ingeniera de Proyectos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87389C" w14:textId="0C38800F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Ingeniera en recursos naturales renovables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8938300" w14:textId="783B4AB0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Toma de datos en terreno: COT y flora. Elaboración de informe.</w:t>
            </w:r>
          </w:p>
        </w:tc>
      </w:tr>
      <w:tr w:rsidR="00510182" w:rsidRPr="00301D1A" w14:paraId="32158B07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E49C0B9" w14:textId="2FD2933A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Diego Recaman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736879" w14:textId="66789BEE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7BE00C" w14:textId="102BF297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Ingeniero de Proyectos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EEA07" w14:textId="6B5AC8F7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Ingeniero Ambiental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974D4D4" w14:textId="6F837B21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Toma de datos de terreno: COT y flora.</w:t>
            </w:r>
          </w:p>
        </w:tc>
      </w:tr>
      <w:tr w:rsidR="00510182" w:rsidRPr="00301D1A" w14:paraId="51D4E89C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F83665A" w14:textId="7DA9DC7A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Martín Inostroza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FA9097" w14:textId="53E3FD78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89E17A" w14:textId="66396291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Ingeniero de Proyectos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9BB918" w14:textId="5B829C69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Ingeniero forestal y Conservación de la Naturaleza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A18BB43" w14:textId="60005479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Toma de datos de terreno: COT y flora</w:t>
            </w:r>
          </w:p>
        </w:tc>
      </w:tr>
      <w:tr w:rsidR="00510182" w:rsidRPr="00301D1A" w14:paraId="71790F13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4B4B98F" w14:textId="5A927428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Natalie Troncoso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3F6183" w14:textId="7FB30C36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8CD221" w14:textId="2C6AB765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Ingeniero de Proyectos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66196D" w14:textId="4914E211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Geógrafa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6EA317B" w14:textId="2405DFBF" w:rsidR="00510182" w:rsidRPr="003D3E63" w:rsidRDefault="00510182" w:rsidP="0051018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Toma de datos de terreno: COT y flora</w:t>
            </w:r>
          </w:p>
        </w:tc>
      </w:tr>
      <w:tr w:rsidR="004802D2" w:rsidRPr="00301D1A" w14:paraId="2057A72C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9ED3FAD" w14:textId="4EA63327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Nicole García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B09E4D" w14:textId="590537F5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B5AA44" w14:textId="38409536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Ingeniera de proyectos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51D8AE" w14:textId="20A8FEFA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Ingeniera forestal y Conservación de la Naturaleza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5F26D4A" w14:textId="0E4A85CE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Toma de datos de terreno: COT y flora. Elaboración de informe</w:t>
            </w:r>
          </w:p>
        </w:tc>
      </w:tr>
      <w:tr w:rsidR="004802D2" w:rsidRPr="00301D1A" w14:paraId="77BBC866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D2F075D" w14:textId="70152C12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Clemente Luco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3A4051" w14:textId="77489470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C252D8" w14:textId="36738E17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Ingeniero de proyectos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F10620" w14:textId="0A1ED682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Ingeniero en Conservación de Recursos Naturales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B84FBC7" w14:textId="5C17FE02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Toma de datos de terreno: COT y flora</w:t>
            </w:r>
          </w:p>
        </w:tc>
      </w:tr>
      <w:tr w:rsidR="004802D2" w:rsidRPr="00301D1A" w14:paraId="42A4643D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A03D95A" w14:textId="0A8671DA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Andrés Aguilar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B64BE8" w14:textId="6E33D6F1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8AC0A5" w14:textId="55C9D9F4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Ingeniero de proyectos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D7115" w14:textId="3BBB4FF7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Ingeniera forestal y Conservación de la Naturaleza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8B7EA4C" w14:textId="73EB31C2" w:rsidR="004802D2" w:rsidRPr="003C4458" w:rsidRDefault="004802D2" w:rsidP="0DD0697E">
            <w:pPr>
              <w:pStyle w:val="Tabla-Cuerpo"/>
              <w:rPr>
                <w:rFonts w:ascii="Franklin Gothic Book" w:hAnsi="Franklin Gothic Book"/>
                <w:color w:val="404040" w:themeColor="text1"/>
                <w:lang w:val="es-ES"/>
              </w:rPr>
            </w:pPr>
            <w:r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>Toma de datos de terreno: COT</w:t>
            </w:r>
            <w:r w:rsidR="009555C2"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 xml:space="preserve">, </w:t>
            </w:r>
            <w:r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>flora</w:t>
            </w:r>
            <w:r w:rsidR="009555C2"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 xml:space="preserve"> y Algarrobos (variables dendrométricas)</w:t>
            </w:r>
            <w:r w:rsidR="00A60D25"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>. Elaboración de informe</w:t>
            </w:r>
          </w:p>
        </w:tc>
      </w:tr>
      <w:tr w:rsidR="004802D2" w:rsidRPr="00301D1A" w14:paraId="6135346C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7A6511A" w14:textId="01FF3366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Cristian Cataldo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821D3A" w14:textId="47166DD2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A7F82F" w14:textId="21D6B44D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Ingeniero de proyectos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E9132B" w14:textId="44CFA44C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Ingeniera forestal y Conservación de la Naturaleza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A913F45" w14:textId="6CDEC588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Toma de datos de terreno: COT y flora</w:t>
            </w:r>
          </w:p>
        </w:tc>
      </w:tr>
      <w:tr w:rsidR="004802D2" w:rsidRPr="00301D1A" w14:paraId="2AE43CF0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12904D3" w14:textId="394CEF03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Jaime Donoso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AAFA94" w14:textId="3F555AAB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5BD723" w14:textId="038F3A7B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Ingeniero de proyectos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590540" w14:textId="28C338CE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Ingeniera forestal y Conservación de la Naturaleza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32B302F" w14:textId="6467128C" w:rsidR="004802D2" w:rsidRPr="003C4458" w:rsidRDefault="004802D2" w:rsidP="004802D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Toma de datos de terreno: COT y flora</w:t>
            </w:r>
          </w:p>
        </w:tc>
      </w:tr>
      <w:tr w:rsidR="00D97C22" w:rsidRPr="00301D1A" w14:paraId="5D499FD4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6EE709C" w14:textId="4257FD00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Alexis Molina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62C772" w14:textId="12BC80DA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A31C8" w14:textId="2925AA2C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Ingeniero de proyectos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4CFE6" w14:textId="24FE2909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Ingeniera forestal y Conservación de la Naturaleza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9C88957" w14:textId="4CB25D04" w:rsidR="00D97C22" w:rsidRPr="003C4458" w:rsidRDefault="00D97C22" w:rsidP="0DD0697E">
            <w:pPr>
              <w:pStyle w:val="Tabla-Cuerpo"/>
              <w:rPr>
                <w:rFonts w:ascii="Franklin Gothic Book" w:hAnsi="Franklin Gothic Book"/>
                <w:color w:val="404040" w:themeColor="text1"/>
                <w:lang w:val="es-ES"/>
              </w:rPr>
            </w:pPr>
            <w:r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>Toma de datos de terreno: COT, flora y Algarrobos (variables dendrométricas)</w:t>
            </w:r>
          </w:p>
        </w:tc>
      </w:tr>
      <w:tr w:rsidR="00D97C22" w:rsidRPr="00301D1A" w14:paraId="38616A06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C855DF5" w14:textId="4F7F7449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Ricardo Puebla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266F4" w14:textId="17443C17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E48EA8" w14:textId="0C1D5DD4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Ingeniero de proyectos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41B213" w14:textId="5DA540D1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Ingeniera forestal y Conservación de la Naturaleza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8596416" w14:textId="27B4719C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Toma de datos de terreno: COT y flora</w:t>
            </w:r>
          </w:p>
        </w:tc>
      </w:tr>
      <w:tr w:rsidR="00D97C22" w:rsidRPr="00301D1A" w14:paraId="170598E1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81C601B" w14:textId="51275A6F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Andrea Rocha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9FB41E" w14:textId="3FF3F834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CDA13E" w14:textId="40E1EEEC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Ingeniera de proyectos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F7FCC" w14:textId="3697A089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Ingeniera forestal y Conservación de la Naturaleza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6C67865" w14:textId="71F68893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Toma de datos de terreno: COT y flora</w:t>
            </w:r>
          </w:p>
        </w:tc>
      </w:tr>
      <w:tr w:rsidR="00D97C22" w:rsidRPr="00301D1A" w14:paraId="72E00968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312139B" w14:textId="2EDF7D8D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Primo Jara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71035" w14:textId="264D7230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856E23" w14:textId="35148358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Ingeniero de proyectos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DF06FD" w14:textId="25246A2A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Ingeniero Agrónomo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7602739" w14:textId="77777777" w:rsidR="00D97C22" w:rsidRPr="009555C2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9555C2">
              <w:rPr>
                <w:rFonts w:ascii="Franklin Gothic Book" w:hAnsi="Franklin Gothic Book"/>
                <w:color w:val="404040" w:themeColor="text1"/>
              </w:rPr>
              <w:t xml:space="preserve">Toma de datos de terreno: </w:t>
            </w:r>
          </w:p>
          <w:p w14:paraId="271BDC52" w14:textId="61D3BD3E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9555C2">
              <w:rPr>
                <w:rFonts w:ascii="Franklin Gothic Book" w:hAnsi="Franklin Gothic Book"/>
                <w:color w:val="404040" w:themeColor="text1"/>
              </w:rPr>
              <w:lastRenderedPageBreak/>
              <w:t>Algarrobos (vitalidad)</w:t>
            </w:r>
          </w:p>
        </w:tc>
      </w:tr>
      <w:tr w:rsidR="00D97C22" w:rsidRPr="00301D1A" w14:paraId="6ED37EA1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4E095FD" w14:textId="01096BD3" w:rsidR="00D97C22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lastRenderedPageBreak/>
              <w:t>Gloria Anfruns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6E0EE" w14:textId="48889168" w:rsidR="00D97C22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4FD206" w14:textId="1300EC9A" w:rsidR="00D97C22" w:rsidRPr="003C4458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Ingeniera de proyectos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38CF33" w14:textId="46F4E4D9" w:rsidR="00D97C22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4458">
              <w:rPr>
                <w:rFonts w:ascii="Franklin Gothic Book" w:hAnsi="Franklin Gothic Book"/>
                <w:color w:val="404040" w:themeColor="text1"/>
              </w:rPr>
              <w:t>Ingeniera forestal y Conservación de la Naturaleza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592F6F8" w14:textId="77777777" w:rsidR="00D97C22" w:rsidRPr="009555C2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9555C2">
              <w:rPr>
                <w:rFonts w:ascii="Franklin Gothic Book" w:hAnsi="Franklin Gothic Book"/>
                <w:color w:val="404040" w:themeColor="text1"/>
              </w:rPr>
              <w:t xml:space="preserve">Toma de datos de terreno: </w:t>
            </w:r>
          </w:p>
          <w:p w14:paraId="5D71B903" w14:textId="79E89CAC" w:rsidR="00D97C22" w:rsidRPr="009555C2" w:rsidRDefault="00D97C22" w:rsidP="0DD0697E">
            <w:pPr>
              <w:pStyle w:val="Tabla-Cuerpo"/>
              <w:rPr>
                <w:rFonts w:ascii="Franklin Gothic Book" w:hAnsi="Franklin Gothic Book"/>
                <w:color w:val="404040" w:themeColor="text1"/>
                <w:lang w:val="es-ES"/>
              </w:rPr>
            </w:pPr>
            <w:r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>Algarrobos (variables dendrométricas)</w:t>
            </w:r>
          </w:p>
        </w:tc>
      </w:tr>
      <w:tr w:rsidR="00D97C22" w:rsidRPr="00301D1A" w14:paraId="14DDA807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3B6EA22" w14:textId="1A671BEC" w:rsidR="00D97C22" w:rsidRPr="003D3E63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Vania Osses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0BE3F" w14:textId="2186355C" w:rsidR="00D97C22" w:rsidRPr="003D3E63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CF2A97" w14:textId="18BD034D" w:rsidR="00D97C22" w:rsidRPr="003D3E63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Especialista de fauna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A1A312" w14:textId="2DE9D459" w:rsidR="00D97C22" w:rsidRPr="00885840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885840">
              <w:rPr>
                <w:rFonts w:ascii="Franklin Gothic Book" w:hAnsi="Franklin Gothic Book"/>
                <w:color w:val="404040" w:themeColor="text1"/>
              </w:rPr>
              <w:t>Bióloga Ambiental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6F9B690" w14:textId="371D8428" w:rsidR="00D97C22" w:rsidRPr="003D3E63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Monitoreo de Fauna en terreno y Elaboración de informe (Fauna)</w:t>
            </w:r>
          </w:p>
        </w:tc>
      </w:tr>
      <w:tr w:rsidR="00D97C22" w:rsidRPr="00301D1A" w14:paraId="16508072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3C3730C" w14:textId="0BA7CFC4" w:rsidR="00D97C22" w:rsidRDefault="00524BE1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Sandra Uribe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216D6D" w14:textId="07AAA518" w:rsidR="00D97C22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6FAECF" w14:textId="51C5AEA9" w:rsidR="00D97C22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Especialista de fauna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922E97" w14:textId="3FDA44DB" w:rsidR="00D97C22" w:rsidRPr="00885840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F122635" w14:textId="36F1D0FA" w:rsidR="00D97C22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Toma de datos de Fauna en terreno</w:t>
            </w:r>
          </w:p>
        </w:tc>
      </w:tr>
      <w:tr w:rsidR="00D97C22" w:rsidRPr="00301D1A" w14:paraId="1D7C7111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87B30C8" w14:textId="68B508B6" w:rsidR="00D97C22" w:rsidRDefault="00524BE1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Pilar Fernández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0B4FD6" w14:textId="3F5F480C" w:rsidR="00D97C22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027CCB" w14:textId="2EC8B928" w:rsidR="00D97C22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Especialista de fauna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7A2621" w14:textId="026AEA30" w:rsidR="00D97C22" w:rsidRPr="000B5600" w:rsidRDefault="00C15CBF" w:rsidP="00D97C22">
            <w:pPr>
              <w:pStyle w:val="Tabla-Cuerpo"/>
              <w:rPr>
                <w:rFonts w:ascii="Franklin Gothic Book" w:hAnsi="Franklin Gothic Book"/>
                <w:color w:val="404040" w:themeColor="text1"/>
                <w:highlight w:val="yellow"/>
              </w:rPr>
            </w:pPr>
            <w:r w:rsidRPr="00C15CBF">
              <w:rPr>
                <w:rFonts w:ascii="Franklin Gothic Book" w:hAnsi="Franklin Gothic Book"/>
                <w:color w:val="404040" w:themeColor="text1"/>
              </w:rPr>
              <w:t>Ingeniera en recursos naturales renovables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D15842C" w14:textId="5A343CAA" w:rsidR="00D97C22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Toma de datos de Fauna en terreno</w:t>
            </w:r>
          </w:p>
        </w:tc>
      </w:tr>
      <w:tr w:rsidR="00D97C22" w:rsidRPr="00301D1A" w14:paraId="699102A3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E35BF1F" w14:textId="7145A147" w:rsidR="00D97C22" w:rsidRDefault="00524BE1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Roberto Thompson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F1DFA0" w14:textId="388C4463" w:rsidR="00D97C22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CF563" w14:textId="6573FD09" w:rsidR="00D97C22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Especialista de fauna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FE9EF9" w14:textId="484F2FC8" w:rsidR="00D97C22" w:rsidRPr="001975F1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0257F49" w14:textId="75EAD7E4" w:rsidR="00D97C22" w:rsidRDefault="00D97C22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Toma de datos de Fauna en terreno</w:t>
            </w:r>
          </w:p>
        </w:tc>
      </w:tr>
      <w:tr w:rsidR="003A3220" w:rsidRPr="00301D1A" w14:paraId="7F7A4C09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96E0C94" w14:textId="575D3309" w:rsidR="003A3220" w:rsidRDefault="003A3220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Eduardo Soto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E53440" w14:textId="0E2CC9DA" w:rsidR="003A3220" w:rsidRDefault="003A3220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1254B7" w14:textId="0E95E22D" w:rsidR="003A3220" w:rsidRDefault="003A3220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Especialista de fauna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48C5AE" w14:textId="20917793" w:rsidR="001A28C2" w:rsidRPr="00B05163" w:rsidRDefault="001A28C2" w:rsidP="0DD0697E">
            <w:pPr>
              <w:pStyle w:val="Tabla-Cuerpo"/>
              <w:rPr>
                <w:rFonts w:ascii="Franklin Gothic Book" w:hAnsi="Franklin Gothic Book"/>
                <w:color w:val="404040" w:themeColor="text1"/>
                <w:lang w:val="es-ES"/>
              </w:rPr>
            </w:pPr>
            <w:r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 xml:space="preserve">Dr. Mg. Lcd. Ciencias. 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9D4457B" w14:textId="2F6F73C1" w:rsidR="003A3220" w:rsidRDefault="003A3220" w:rsidP="00D97C2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Revisión informe</w:t>
            </w:r>
          </w:p>
        </w:tc>
      </w:tr>
      <w:tr w:rsidR="003A3220" w:rsidRPr="00301D1A" w14:paraId="10DB813A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2AAE4BE" w14:textId="1E17DE2E" w:rsid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Oscar Chacón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6115C" w14:textId="3F43CF64" w:rsid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A4C314" w14:textId="512D5BBA" w:rsid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Especialista de fauna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4E723" w14:textId="18A40235" w:rsidR="001A28C2" w:rsidRDefault="001A28C2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1A28C2">
              <w:rPr>
                <w:rFonts w:ascii="Franklin Gothic Book" w:hAnsi="Franklin Gothic Book"/>
                <w:color w:val="404040" w:themeColor="text1"/>
              </w:rPr>
              <w:t>Médico Veterinario</w:t>
            </w:r>
            <w:r>
              <w:rPr>
                <w:rFonts w:ascii="Franklin Gothic Book" w:hAnsi="Franklin Gothic Book"/>
                <w:color w:val="404040" w:themeColor="text1"/>
              </w:rPr>
              <w:t>.</w:t>
            </w:r>
            <w:r w:rsidRPr="001A28C2">
              <w:rPr>
                <w:rFonts w:ascii="Franklin Gothic Book" w:hAnsi="Franklin Gothic Book"/>
                <w:color w:val="404040" w:themeColor="text1"/>
              </w:rPr>
              <w:t xml:space="preserve"> </w:t>
            </w:r>
          </w:p>
          <w:p w14:paraId="49DC82C6" w14:textId="6AEA09BF" w:rsidR="003A3220" w:rsidRPr="00B05163" w:rsidRDefault="003A3220" w:rsidP="0DD0697E">
            <w:pPr>
              <w:pStyle w:val="Tabla-Cuerpo"/>
              <w:rPr>
                <w:rFonts w:ascii="Franklin Gothic Book" w:hAnsi="Franklin Gothic Book"/>
                <w:color w:val="404040" w:themeColor="text1"/>
                <w:lang w:val="es-ES"/>
              </w:rPr>
            </w:pPr>
            <w:r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>Doctor en Ciencias Silvo-agropecuarias y Veterina-rias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B91BBB9" w14:textId="67EBBDE5" w:rsid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Revisión informe</w:t>
            </w:r>
          </w:p>
        </w:tc>
      </w:tr>
      <w:tr w:rsidR="003A3220" w:rsidRPr="00301D1A" w14:paraId="7DB9E568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282C225" w14:textId="5C731610" w:rsid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Francisco Santander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5EEC05" w14:textId="716B3345" w:rsid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148EB" w14:textId="5439E0E8" w:rsid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Jefe especialidad de Fauna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A2973B" w14:textId="77777777" w:rsidR="003A3220" w:rsidRPr="00B05163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B05163">
              <w:rPr>
                <w:rFonts w:ascii="Franklin Gothic Book" w:hAnsi="Franklin Gothic Book"/>
                <w:color w:val="404040" w:themeColor="text1"/>
              </w:rPr>
              <w:t>Doctor en Ciencias Silvoagropecuarias y Veterinarias</w:t>
            </w:r>
          </w:p>
          <w:p w14:paraId="29A735B1" w14:textId="39AD163B" w:rsid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  <w:highlight w:val="yellow"/>
              </w:rPr>
            </w:pPr>
            <w:r w:rsidRPr="00885840">
              <w:rPr>
                <w:rFonts w:ascii="Franklin Gothic Book" w:hAnsi="Franklin Gothic Book"/>
                <w:color w:val="404040" w:themeColor="text1"/>
              </w:rPr>
              <w:t>Licenciado en Educación en Biología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EC3845F" w14:textId="5CE75AA7" w:rsid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Revisión informe</w:t>
            </w:r>
          </w:p>
        </w:tc>
      </w:tr>
      <w:tr w:rsidR="003A3220" w:rsidRPr="00301D1A" w14:paraId="099AC45F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5C28161" w14:textId="177375F9" w:rsidR="003A3220" w:rsidRPr="009710A8" w:rsidRDefault="003A3220" w:rsidP="003A3220">
            <w:pPr>
              <w:pStyle w:val="Tabla-Cuerpo"/>
            </w:pPr>
            <w:r w:rsidRPr="009710A8">
              <w:rPr>
                <w:color w:val="404040" w:themeColor="accent5"/>
              </w:rPr>
              <w:t>Sótero Astaburuaga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EA66E4" w14:textId="7AB8493E" w:rsidR="003A3220" w:rsidRPr="003D3E63" w:rsidRDefault="003A3220" w:rsidP="0DD0697E">
            <w:pPr>
              <w:pStyle w:val="Tabla-Cuerpo"/>
              <w:rPr>
                <w:rFonts w:ascii="Franklin Gothic Book" w:hAnsi="Franklin Gothic Book"/>
                <w:color w:val="404040" w:themeColor="text1"/>
                <w:lang w:val="es-ES"/>
              </w:rPr>
            </w:pPr>
            <w:r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>Laboratorio SAP UChile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7A0E05" w14:textId="0CCB4281" w:rsidR="003A3220" w:rsidRPr="003D3E63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Investigador de laboratorio SAP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78C3CF" w14:textId="5C53BE44" w:rsidR="003A3220" w:rsidRPr="003D3E63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Ingeniero en Recursos Renovables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CFCCEE9" w14:textId="2A46F79D" w:rsidR="003A3220" w:rsidRPr="003D3E63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Toma de datos en terreno: Fisiología Algarrobos</w:t>
            </w:r>
          </w:p>
        </w:tc>
      </w:tr>
      <w:tr w:rsidR="003A3220" w:rsidRPr="00301D1A" w14:paraId="46053594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D3F7B68" w14:textId="356F2F34" w:rsidR="003A3220" w:rsidRPr="003D3E63" w:rsidRDefault="003A3220" w:rsidP="0DD0697E">
            <w:pPr>
              <w:pStyle w:val="Tabla-Cuerpo"/>
              <w:rPr>
                <w:rFonts w:ascii="Franklin Gothic Book" w:hAnsi="Franklin Gothic Book"/>
                <w:color w:val="404040" w:themeColor="text1"/>
                <w:lang w:val="es-ES"/>
              </w:rPr>
            </w:pPr>
            <w:r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>José Ayamante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6DFE8D" w14:textId="74F331A9" w:rsidR="003A3220" w:rsidRPr="003D3E63" w:rsidRDefault="003A3220" w:rsidP="0DD0697E">
            <w:pPr>
              <w:pStyle w:val="Tabla-Cuerpo"/>
              <w:rPr>
                <w:rFonts w:ascii="Franklin Gothic Book" w:hAnsi="Franklin Gothic Book"/>
                <w:color w:val="404040" w:themeColor="text1"/>
                <w:lang w:val="es-ES"/>
              </w:rPr>
            </w:pPr>
            <w:r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>Laboratorio SAP UChile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CB42C9" w14:textId="619F5CDE" w:rsidR="003A3220" w:rsidRPr="003D3E63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Investigador de laboratorio SAP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CDF182" w14:textId="5ADDE0BE" w:rsidR="003A3220" w:rsidRPr="003D3E63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Ingeniero en Recursos Renovables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0B6F5EC" w14:textId="0B3E538F" w:rsidR="003A3220" w:rsidRPr="003D3E63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Toma de datos en terreno, análisis de datos y elaboración de informe Fisiología Algarrobos</w:t>
            </w:r>
          </w:p>
        </w:tc>
      </w:tr>
      <w:tr w:rsidR="003A3220" w:rsidRPr="00301D1A" w14:paraId="185E6D00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BF26010" w14:textId="2FBB6805" w:rsid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Paola Silva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BF158" w14:textId="08BB2277" w:rsidR="003A3220" w:rsidRDefault="003A3220" w:rsidP="0DD0697E">
            <w:pPr>
              <w:pStyle w:val="Tabla-Cuerpo"/>
              <w:rPr>
                <w:rFonts w:ascii="Franklin Gothic Book" w:hAnsi="Franklin Gothic Book"/>
                <w:color w:val="404040" w:themeColor="text1"/>
                <w:lang w:val="es-ES"/>
              </w:rPr>
            </w:pPr>
            <w:r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>Laboratorio SAP UChile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46AB44" w14:textId="7DD65EE7" w:rsid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Investigadora de laboratorio SAP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251191" w14:textId="2D7AD96B" w:rsid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Dra. Mg. Cs. Ingeniera Agrónoma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11FB48D" w14:textId="472EC8E2" w:rsid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Revisión de informe: Fisiología Algarrobos</w:t>
            </w:r>
          </w:p>
        </w:tc>
      </w:tr>
      <w:tr w:rsidR="003A3220" w:rsidRPr="00301D1A" w14:paraId="3597F262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3B764A0" w14:textId="0D15E6D0" w:rsidR="003A3220" w:rsidRPr="00FF5F3C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Miguel Cortés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9C1E39" w14:textId="12B75A38" w:rsidR="003A3220" w:rsidRPr="00FF5F3C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ALS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405138" w14:textId="5D62964B" w:rsidR="003A3220" w:rsidRPr="00FF5F3C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FF5F3C">
              <w:rPr>
                <w:rFonts w:ascii="Franklin Gothic Book" w:hAnsi="Franklin Gothic Book"/>
                <w:color w:val="404040" w:themeColor="text1"/>
              </w:rPr>
              <w:t>Inspector Ambiental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88305" w14:textId="483EA123" w:rsidR="003A3220" w:rsidRPr="00FF5F3C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Operador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1474110" w14:textId="0FDB5ECE" w:rsidR="003A3220" w:rsidRPr="00FF5F3C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bookmarkStart w:id="6" w:name="_Hlk150858570"/>
            <w:r w:rsidRPr="00FF5F3C">
              <w:rPr>
                <w:rFonts w:ascii="Franklin Gothic Book" w:hAnsi="Franklin Gothic Book"/>
                <w:color w:val="404040" w:themeColor="text1"/>
              </w:rPr>
              <w:t>Toma de muestras de suelo</w:t>
            </w:r>
            <w:bookmarkEnd w:id="6"/>
          </w:p>
        </w:tc>
      </w:tr>
      <w:tr w:rsidR="001B4C2A" w:rsidRPr="00301D1A" w14:paraId="522E5A39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EC01186" w14:textId="33CF5BC9" w:rsidR="001B4C2A" w:rsidRDefault="001B4C2A" w:rsidP="001B4C2A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F20A7">
              <w:rPr>
                <w:rFonts w:ascii="Franklin Gothic Book" w:hAnsi="Franklin Gothic Book"/>
                <w:color w:val="404040" w:themeColor="text1"/>
              </w:rPr>
              <w:t>German Borjas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6D28B4" w14:textId="3500FEF1" w:rsidR="001B4C2A" w:rsidRDefault="001B4C2A" w:rsidP="001B4C2A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F20A7">
              <w:rPr>
                <w:rFonts w:ascii="Franklin Gothic Book" w:hAnsi="Franklin Gothic Book"/>
                <w:color w:val="404040" w:themeColor="text1"/>
              </w:rPr>
              <w:t>ALS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BF783B" w14:textId="024143FD" w:rsidR="001B4C2A" w:rsidRPr="00FF5F3C" w:rsidRDefault="001B4C2A" w:rsidP="001B4C2A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F20A7">
              <w:rPr>
                <w:rFonts w:ascii="Franklin Gothic Book" w:hAnsi="Franklin Gothic Book"/>
                <w:color w:val="404040" w:themeColor="text1"/>
              </w:rPr>
              <w:t>Inspector Ambiental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74260F" w14:textId="1CD9EB9F" w:rsidR="001B4C2A" w:rsidRDefault="001B4C2A" w:rsidP="001B4C2A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F20A7">
              <w:rPr>
                <w:rFonts w:ascii="Franklin Gothic Book" w:hAnsi="Franklin Gothic Book"/>
                <w:color w:val="404040" w:themeColor="text1"/>
              </w:rPr>
              <w:t>Operador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1E4D0E2" w14:textId="6F30FAC5" w:rsidR="001B4C2A" w:rsidRPr="00FF5F3C" w:rsidRDefault="001B4C2A" w:rsidP="001B4C2A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F20A7">
              <w:rPr>
                <w:rFonts w:ascii="Franklin Gothic Book" w:hAnsi="Franklin Gothic Book"/>
                <w:color w:val="404040" w:themeColor="text1"/>
              </w:rPr>
              <w:t>Técnico muestreador (agua)</w:t>
            </w:r>
            <w:r>
              <w:rPr>
                <w:rFonts w:ascii="Franklin Gothic Book" w:hAnsi="Franklin Gothic Book"/>
                <w:color w:val="404040" w:themeColor="text1"/>
              </w:rPr>
              <w:t xml:space="preserve">, </w:t>
            </w:r>
            <w:r w:rsidRPr="00193157">
              <w:rPr>
                <w:rFonts w:ascii="Franklin Gothic Book" w:hAnsi="Franklin Gothic Book"/>
                <w:color w:val="404040" w:themeColor="text1"/>
              </w:rPr>
              <w:t>Toma de muestras de suelo</w:t>
            </w:r>
          </w:p>
        </w:tc>
      </w:tr>
      <w:tr w:rsidR="001B4C2A" w:rsidRPr="00301D1A" w14:paraId="6809F77C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8C80479" w14:textId="45113766" w:rsidR="001B4C2A" w:rsidRDefault="001B4C2A" w:rsidP="001B4C2A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F20A7">
              <w:rPr>
                <w:rFonts w:ascii="Franklin Gothic Book" w:hAnsi="Franklin Gothic Book"/>
                <w:color w:val="404040" w:themeColor="text1"/>
              </w:rPr>
              <w:t>Fabian Soto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604469" w14:textId="40872A2F" w:rsidR="001B4C2A" w:rsidRDefault="001B4C2A" w:rsidP="001B4C2A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F20A7">
              <w:rPr>
                <w:rFonts w:ascii="Franklin Gothic Book" w:hAnsi="Franklin Gothic Book"/>
                <w:color w:val="404040" w:themeColor="text1"/>
              </w:rPr>
              <w:t>ALS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2D61AA" w14:textId="1C6A16A8" w:rsidR="001B4C2A" w:rsidRPr="00FF5F3C" w:rsidRDefault="001B4C2A" w:rsidP="001B4C2A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F20A7">
              <w:rPr>
                <w:rFonts w:ascii="Franklin Gothic Book" w:hAnsi="Franklin Gothic Book"/>
                <w:color w:val="404040" w:themeColor="text1"/>
              </w:rPr>
              <w:t>Inspector Ambiental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08716E" w14:textId="2CF3ECBF" w:rsidR="001B4C2A" w:rsidRDefault="001B4C2A" w:rsidP="001B4C2A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F20A7">
              <w:rPr>
                <w:rFonts w:ascii="Franklin Gothic Book" w:hAnsi="Franklin Gothic Book"/>
                <w:color w:val="404040" w:themeColor="text1"/>
              </w:rPr>
              <w:t>Operador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AF4450D" w14:textId="24CE1A54" w:rsidR="001B4C2A" w:rsidRPr="00FF5F3C" w:rsidRDefault="001B4C2A" w:rsidP="001B4C2A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F20A7">
              <w:rPr>
                <w:rFonts w:ascii="Franklin Gothic Book" w:hAnsi="Franklin Gothic Book"/>
                <w:color w:val="404040" w:themeColor="text1"/>
              </w:rPr>
              <w:t>Técnico muestreador (agua)</w:t>
            </w:r>
          </w:p>
        </w:tc>
      </w:tr>
      <w:tr w:rsidR="003A3220" w:rsidRPr="00301D1A" w14:paraId="41AC917C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081E298" w14:textId="0604DDC4" w:rsidR="003A3220" w:rsidRPr="003C7981" w:rsidRDefault="003A3220" w:rsidP="0DD0697E">
            <w:pPr>
              <w:pStyle w:val="Tabla-Cuerpo"/>
              <w:rPr>
                <w:rFonts w:ascii="Franklin Gothic Book" w:hAnsi="Franklin Gothic Book"/>
                <w:color w:val="404040" w:themeColor="text1"/>
                <w:lang w:val="es-ES"/>
              </w:rPr>
            </w:pPr>
            <w:r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>Poliana Strange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ED92E" w14:textId="45760832" w:rsidR="003A3220" w:rsidRPr="003C7981" w:rsidRDefault="003A3220" w:rsidP="0DD0697E">
            <w:pPr>
              <w:pStyle w:val="Tabla-Cuerpo"/>
              <w:rPr>
                <w:rFonts w:ascii="Franklin Gothic Book" w:hAnsi="Franklin Gothic Book"/>
                <w:color w:val="404040" w:themeColor="text1"/>
                <w:lang w:val="es-ES"/>
              </w:rPr>
            </w:pPr>
            <w:r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>Catchpole y Asociados Ltda.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3E8C36" w14:textId="2B9D57A7" w:rsidR="003A3220" w:rsidRPr="003C7981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Especialista de biota acuática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95A693" w14:textId="304B19DE" w:rsidR="003A3220" w:rsidRPr="003C7981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7981">
              <w:rPr>
                <w:rFonts w:ascii="Franklin Gothic Book" w:hAnsi="Franklin Gothic Book"/>
                <w:color w:val="404040" w:themeColor="text1"/>
              </w:rPr>
              <w:t>Bióloga Marina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F23F64C" w14:textId="7CC93D6C" w:rsidR="003A3220" w:rsidRP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A3220">
              <w:rPr>
                <w:rFonts w:ascii="Franklin Gothic Book" w:hAnsi="Franklin Gothic Book"/>
                <w:color w:val="404040" w:themeColor="text1"/>
              </w:rPr>
              <w:t>Toma de datos biota acuática en terreno</w:t>
            </w:r>
          </w:p>
        </w:tc>
      </w:tr>
      <w:tr w:rsidR="003A3220" w:rsidRPr="00301D1A" w14:paraId="2C1924C7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8F2D1EF" w14:textId="0EE94A1D" w:rsidR="003A3220" w:rsidRPr="003C7981" w:rsidRDefault="003A3220" w:rsidP="0DD0697E">
            <w:pPr>
              <w:pStyle w:val="Tabla-Cuerpo"/>
              <w:rPr>
                <w:rFonts w:ascii="Franklin Gothic Book" w:hAnsi="Franklin Gothic Book"/>
                <w:color w:val="404040" w:themeColor="text1"/>
                <w:lang w:val="es-ES"/>
              </w:rPr>
            </w:pPr>
            <w:r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>Ivan Soto Rojas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6C9412" w14:textId="1E3A8110" w:rsidR="003A3220" w:rsidRPr="003C7981" w:rsidRDefault="003A3220" w:rsidP="0DD0697E">
            <w:pPr>
              <w:pStyle w:val="Tabla-Cuerpo"/>
              <w:rPr>
                <w:rFonts w:ascii="Franklin Gothic Book" w:hAnsi="Franklin Gothic Book"/>
                <w:color w:val="404040" w:themeColor="text1"/>
                <w:lang w:val="es-ES"/>
              </w:rPr>
            </w:pPr>
            <w:r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>Catchpole y Asociados Ltda.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792CA4" w14:textId="08F586DD" w:rsidR="003A3220" w:rsidRPr="003C7981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Especialista de biota acuática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B24898" w14:textId="21645055" w:rsidR="003A3220" w:rsidRPr="003C7981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Ingeniero Ambiental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797F830" w14:textId="184DD3F6" w:rsidR="003A3220" w:rsidRP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A3220">
              <w:rPr>
                <w:rFonts w:ascii="Franklin Gothic Book" w:hAnsi="Franklin Gothic Book"/>
                <w:color w:val="404040" w:themeColor="text1"/>
              </w:rPr>
              <w:t>Toma de datos biota acuática en terreno</w:t>
            </w:r>
          </w:p>
        </w:tc>
      </w:tr>
      <w:tr w:rsidR="003A3220" w:rsidRPr="00301D1A" w14:paraId="0747BF6E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C760D36" w14:textId="68DDA2AF" w:rsidR="003A3220" w:rsidRPr="003C7981" w:rsidRDefault="003A3220" w:rsidP="0DD0697E">
            <w:pPr>
              <w:pStyle w:val="Tabla-Cuerpo"/>
              <w:rPr>
                <w:rFonts w:ascii="Franklin Gothic Book" w:hAnsi="Franklin Gothic Book"/>
                <w:color w:val="404040" w:themeColor="text1"/>
                <w:lang w:val="es-ES"/>
              </w:rPr>
            </w:pPr>
            <w:r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>Nicolás Bierwirth Costa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E5C775" w14:textId="6147E574" w:rsidR="003A3220" w:rsidRPr="003C7981" w:rsidRDefault="003A3220" w:rsidP="0DD0697E">
            <w:pPr>
              <w:pStyle w:val="Tabla-Cuerpo"/>
              <w:rPr>
                <w:rFonts w:ascii="Franklin Gothic Book" w:hAnsi="Franklin Gothic Book"/>
                <w:color w:val="404040" w:themeColor="text1"/>
                <w:lang w:val="es-ES"/>
              </w:rPr>
            </w:pPr>
            <w:r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>Catchpole y Asociados Ltda.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218A48" w14:textId="40655F2C" w:rsidR="003A3220" w:rsidRPr="003C7981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Especialista de biota acuática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C2972A" w14:textId="0B10A91C" w:rsidR="003A3220" w:rsidRPr="003C7981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0C43EE">
              <w:rPr>
                <w:rFonts w:ascii="Franklin Gothic Book" w:hAnsi="Franklin Gothic Book"/>
                <w:color w:val="404040" w:themeColor="text1"/>
              </w:rPr>
              <w:t>Ingeniero en Medio Ambiente y Recursos Naturales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E2E0A23" w14:textId="18965C08" w:rsidR="003A3220" w:rsidRP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A3220">
              <w:rPr>
                <w:rFonts w:ascii="Franklin Gothic Book" w:hAnsi="Franklin Gothic Book"/>
                <w:color w:val="404040" w:themeColor="text1"/>
              </w:rPr>
              <w:t>Toma de datos biota acuática en terreno</w:t>
            </w:r>
          </w:p>
        </w:tc>
      </w:tr>
      <w:tr w:rsidR="003A3220" w:rsidRPr="00301D1A" w14:paraId="0A8EB13A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8614423" w14:textId="486D42AA" w:rsid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Brayan Bravo Bustamante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7FBD44" w14:textId="1F53424E" w:rsidR="003A3220" w:rsidRDefault="003A3220" w:rsidP="0DD0697E">
            <w:pPr>
              <w:pStyle w:val="Tabla-Cuerpo"/>
              <w:rPr>
                <w:rFonts w:ascii="Franklin Gothic Book" w:hAnsi="Franklin Gothic Book"/>
                <w:color w:val="404040" w:themeColor="text1"/>
                <w:lang w:val="es-ES"/>
              </w:rPr>
            </w:pPr>
            <w:r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t>Catchpole y Asociados Ltda.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8CCFA3" w14:textId="58235EB6" w:rsid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0C43EE">
              <w:rPr>
                <w:rFonts w:ascii="Franklin Gothic Book" w:hAnsi="Franklin Gothic Book"/>
                <w:color w:val="404040" w:themeColor="text1"/>
              </w:rPr>
              <w:t>Especialista de biota acuática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069CAC" w14:textId="5FF544AE" w:rsidR="003A3220" w:rsidRPr="000C43EE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0C43EE">
              <w:rPr>
                <w:rFonts w:ascii="Franklin Gothic Book" w:hAnsi="Franklin Gothic Book"/>
                <w:color w:val="404040" w:themeColor="text1"/>
              </w:rPr>
              <w:t>Ingeniero en Medio Ambiente y Recursos Naturales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EB54115" w14:textId="5F58BBDF" w:rsidR="003A3220" w:rsidRP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A3220">
              <w:rPr>
                <w:rFonts w:ascii="Franklin Gothic Book" w:hAnsi="Franklin Gothic Book"/>
                <w:color w:val="404040" w:themeColor="text1"/>
              </w:rPr>
              <w:t>Toma de datos biota acuática en terreno</w:t>
            </w:r>
          </w:p>
        </w:tc>
      </w:tr>
      <w:tr w:rsidR="003A3220" w:rsidRPr="00301D1A" w14:paraId="5007DEE1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402C8AC" w14:textId="43678E44" w:rsidR="003A3220" w:rsidRPr="003C7981" w:rsidRDefault="003A3220" w:rsidP="0DD0697E">
            <w:pPr>
              <w:pStyle w:val="Tabla-Cuerpo"/>
              <w:rPr>
                <w:rFonts w:ascii="Franklin Gothic Book" w:hAnsi="Franklin Gothic Book"/>
                <w:color w:val="404040" w:themeColor="text1"/>
                <w:lang w:val="es-ES"/>
              </w:rPr>
            </w:pPr>
            <w:r w:rsidRPr="0DD0697E">
              <w:rPr>
                <w:rFonts w:ascii="Franklin Gothic Book" w:hAnsi="Franklin Gothic Book"/>
                <w:color w:val="404040" w:themeColor="accent5"/>
                <w:lang w:val="es-ES"/>
              </w:rPr>
              <w:lastRenderedPageBreak/>
              <w:t>Javiera Avila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D9337D" w14:textId="76889031" w:rsidR="003A3220" w:rsidRPr="003C7981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994DC7" w14:textId="152912FA" w:rsidR="003A3220" w:rsidRPr="003C7981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Especialista de biota acuática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15F16C" w14:textId="5C1495F1" w:rsidR="0DD0697E" w:rsidRDefault="0DD0697E" w:rsidP="0DD0697E">
            <w:pPr>
              <w:spacing w:before="60" w:after="60"/>
            </w:pPr>
            <w:r w:rsidRPr="0DD0697E">
              <w:rPr>
                <w:rFonts w:eastAsia="Franklin Gothic Book" w:cs="Franklin Gothic Book"/>
                <w:color w:val="404040" w:themeColor="accent5"/>
                <w:sz w:val="16"/>
                <w:szCs w:val="16"/>
              </w:rPr>
              <w:t>Ingenier</w:t>
            </w:r>
            <w:r w:rsidR="0E1A937E" w:rsidRPr="0DD0697E">
              <w:rPr>
                <w:rFonts w:eastAsia="Franklin Gothic Book" w:cs="Franklin Gothic Book"/>
                <w:color w:val="404040" w:themeColor="accent5"/>
                <w:sz w:val="16"/>
                <w:szCs w:val="16"/>
              </w:rPr>
              <w:t>a</w:t>
            </w:r>
            <w:r w:rsidRPr="0DD0697E">
              <w:rPr>
                <w:rFonts w:eastAsia="Franklin Gothic Book" w:cs="Franklin Gothic Book"/>
                <w:color w:val="404040" w:themeColor="accent5"/>
                <w:sz w:val="16"/>
                <w:szCs w:val="16"/>
              </w:rPr>
              <w:t xml:space="preserve"> en Medio Ambiente y Recursos Naturales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388216F" w14:textId="77777777" w:rsidR="003A3220" w:rsidRP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A3220">
              <w:rPr>
                <w:rFonts w:ascii="Franklin Gothic Book" w:hAnsi="Franklin Gothic Book"/>
                <w:color w:val="404040" w:themeColor="text1"/>
              </w:rPr>
              <w:t>Toma de datos biota acuática en terreno</w:t>
            </w:r>
          </w:p>
          <w:p w14:paraId="637664DA" w14:textId="0189F408" w:rsidR="003A3220" w:rsidRPr="003A3220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A3220">
              <w:rPr>
                <w:rFonts w:ascii="Franklin Gothic Book" w:hAnsi="Franklin Gothic Book"/>
                <w:color w:val="404040" w:themeColor="text1"/>
              </w:rPr>
              <w:t>Elaboración informe</w:t>
            </w:r>
          </w:p>
        </w:tc>
      </w:tr>
      <w:tr w:rsidR="003A3220" w:rsidRPr="00301D1A" w14:paraId="71EC9378" w14:textId="77777777" w:rsidTr="0DD0697E">
        <w:tc>
          <w:tcPr>
            <w:tcW w:w="932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AEE162C" w14:textId="06E7C92C" w:rsidR="003A3220" w:rsidRPr="003C7981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7981">
              <w:rPr>
                <w:rFonts w:ascii="Franklin Gothic Book" w:hAnsi="Franklin Gothic Book"/>
                <w:color w:val="404040" w:themeColor="text1"/>
              </w:rPr>
              <w:t>Jose Miguel Bogdanovich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D57226" w14:textId="63D56C6E" w:rsidR="003A3220" w:rsidRPr="003C7981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1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8DF50" w14:textId="25AD1875" w:rsidR="003A3220" w:rsidRPr="003C7981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Jefe Especialidad Biota Acuática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EBF326" w14:textId="2E90EAFF" w:rsidR="003A3220" w:rsidRPr="003C7981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C7981">
              <w:rPr>
                <w:rFonts w:ascii="Franklin Gothic Book" w:hAnsi="Franklin Gothic Book"/>
                <w:color w:val="404040" w:themeColor="text1"/>
              </w:rPr>
              <w:t>Técnico en medio ambientes</w:t>
            </w:r>
          </w:p>
        </w:tc>
        <w:tc>
          <w:tcPr>
            <w:tcW w:w="1192" w:type="pc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0DBF901" w14:textId="1C508D2C" w:rsidR="003A3220" w:rsidRPr="00C66B98" w:rsidRDefault="003A3220" w:rsidP="003A3220">
            <w:pPr>
              <w:pStyle w:val="Tabla-Cuerpo"/>
              <w:rPr>
                <w:rFonts w:ascii="Franklin Gothic Book" w:hAnsi="Franklin Gothic Book"/>
                <w:color w:val="404040" w:themeColor="text1"/>
                <w:highlight w:val="yellow"/>
              </w:rPr>
            </w:pPr>
            <w:r w:rsidRPr="003A3220">
              <w:rPr>
                <w:rFonts w:ascii="Franklin Gothic Book" w:hAnsi="Franklin Gothic Book"/>
                <w:color w:val="404040" w:themeColor="text1"/>
              </w:rPr>
              <w:t>Revisión informe</w:t>
            </w:r>
          </w:p>
        </w:tc>
      </w:tr>
    </w:tbl>
    <w:p w14:paraId="5F56EEDA" w14:textId="77777777" w:rsidR="00BF7AC4" w:rsidRPr="00765CE5" w:rsidRDefault="00BF7AC4" w:rsidP="00765CE5"/>
    <w:sectPr w:rsidR="00BF7AC4" w:rsidRPr="00765CE5" w:rsidSect="00765CE5">
      <w:headerReference w:type="default" r:id="rId21"/>
      <w:footerReference w:type="default" r:id="rId22"/>
      <w:pgSz w:w="12240" w:h="15840"/>
      <w:pgMar w:top="284" w:right="1701" w:bottom="1701" w:left="1418" w:header="77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06BC4" w14:textId="77777777" w:rsidR="00AC0587" w:rsidRDefault="00AC0587" w:rsidP="00FA6676">
      <w:r>
        <w:separator/>
      </w:r>
    </w:p>
    <w:p w14:paraId="0202F8F3" w14:textId="77777777" w:rsidR="00AC0587" w:rsidRDefault="00AC0587" w:rsidP="00FA6676"/>
    <w:p w14:paraId="47154557" w14:textId="77777777" w:rsidR="00AC0587" w:rsidRDefault="00AC0587" w:rsidP="00FA6676"/>
    <w:p w14:paraId="1611E3E4" w14:textId="77777777" w:rsidR="00AC0587" w:rsidRDefault="00AC0587" w:rsidP="00FA6676"/>
    <w:p w14:paraId="47605EAB" w14:textId="77777777" w:rsidR="00AC0587" w:rsidRDefault="00AC0587" w:rsidP="00FA6676"/>
    <w:p w14:paraId="571CB2D7" w14:textId="77777777" w:rsidR="00AC0587" w:rsidRDefault="00AC0587" w:rsidP="00FA6676"/>
    <w:p w14:paraId="0305D174" w14:textId="77777777" w:rsidR="00AC0587" w:rsidRDefault="00AC0587" w:rsidP="00FA6676"/>
    <w:p w14:paraId="1140FF79" w14:textId="77777777" w:rsidR="00AC0587" w:rsidRDefault="00AC0587" w:rsidP="00FA6676"/>
    <w:p w14:paraId="05957E82" w14:textId="77777777" w:rsidR="00AC0587" w:rsidRDefault="00AC0587" w:rsidP="00FA6676"/>
  </w:endnote>
  <w:endnote w:type="continuationSeparator" w:id="0">
    <w:p w14:paraId="7FA50877" w14:textId="77777777" w:rsidR="00AC0587" w:rsidRDefault="00AC0587" w:rsidP="00FA6676">
      <w:r>
        <w:continuationSeparator/>
      </w:r>
    </w:p>
    <w:p w14:paraId="7942AA9F" w14:textId="77777777" w:rsidR="00AC0587" w:rsidRDefault="00AC0587" w:rsidP="00FA6676"/>
    <w:p w14:paraId="0D989D76" w14:textId="77777777" w:rsidR="00AC0587" w:rsidRDefault="00AC0587" w:rsidP="00FA6676"/>
    <w:p w14:paraId="32DD698C" w14:textId="77777777" w:rsidR="00AC0587" w:rsidRDefault="00AC0587" w:rsidP="00FA6676"/>
    <w:p w14:paraId="7326E3BE" w14:textId="77777777" w:rsidR="00AC0587" w:rsidRDefault="00AC0587" w:rsidP="00FA6676"/>
    <w:p w14:paraId="35FBDF98" w14:textId="77777777" w:rsidR="00AC0587" w:rsidRDefault="00AC0587" w:rsidP="00FA6676"/>
    <w:p w14:paraId="1ABD8F88" w14:textId="77777777" w:rsidR="00AC0587" w:rsidRDefault="00AC0587" w:rsidP="00FA6676"/>
    <w:p w14:paraId="7538088E" w14:textId="77777777" w:rsidR="00AC0587" w:rsidRDefault="00AC0587" w:rsidP="00FA6676"/>
    <w:p w14:paraId="01AD199D" w14:textId="77777777" w:rsidR="00AC0587" w:rsidRDefault="00AC0587" w:rsidP="00FA66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chivo">
    <w:altName w:val="Calibri"/>
    <w:charset w:val="00"/>
    <w:family w:val="swiss"/>
    <w:pitch w:val="variable"/>
    <w:sig w:usb0="2000000F" w:usb1="00000001" w:usb2="00000000" w:usb3="00000000" w:csb0="00000193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imes New Roman (Cuerpo en alfa">
    <w:altName w:val="Times New Roman"/>
    <w:panose1 w:val="00000000000000000000"/>
    <w:charset w:val="00"/>
    <w:family w:val="roman"/>
    <w:notTrueType/>
    <w:pitch w:val="default"/>
  </w:font>
  <w:font w:name="Calibri (Cuerpo)">
    <w:altName w:val="Calibri"/>
    <w:charset w:val="00"/>
    <w:family w:val="roman"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D018" w14:textId="77777777" w:rsidR="00D741A1" w:rsidRDefault="00F84EA9" w:rsidP="00FA6676">
    <w:pPr>
      <w:pStyle w:val="TercerTtuloPortada"/>
    </w:pPr>
    <w:r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794432" behindDoc="0" locked="0" layoutInCell="1" allowOverlap="1" wp14:anchorId="7D4293C4" wp14:editId="7E2BB5EB">
              <wp:simplePos x="0" y="0"/>
              <wp:positionH relativeFrom="column">
                <wp:posOffset>-1204686</wp:posOffset>
              </wp:positionH>
              <wp:positionV relativeFrom="paragraph">
                <wp:posOffset>95975</wp:posOffset>
              </wp:positionV>
              <wp:extent cx="7897384" cy="0"/>
              <wp:effectExtent l="0" t="0" r="27940" b="19050"/>
              <wp:wrapNone/>
              <wp:docPr id="10" name="Conector rect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97384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371A4D26">
            <v:line id="Conector recto 10" style="position:absolute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969696 [3209]" strokeweight=".5pt" from="-94.85pt,7.55pt" to="527pt,7.55pt" w14:anchorId="43BEAF9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">
              <v:stroke joinstyle="miter"/>
            </v:line>
          </w:pict>
        </mc:Fallback>
      </mc:AlternateContent>
    </w:r>
  </w:p>
  <w:p w14:paraId="5133EF3A" w14:textId="77777777" w:rsidR="00D741A1" w:rsidRPr="002D5781" w:rsidRDefault="00A910E3" w:rsidP="00FA6676">
    <w:pPr>
      <w:pStyle w:val="TercerTtuloPortada"/>
      <w:rPr>
        <w:color w:val="404040"/>
        <w:sz w:val="18"/>
        <w:szCs w:val="20"/>
      </w:rPr>
    </w:pPr>
    <w:r>
      <w:rPr>
        <w:noProof/>
        <w:color w:val="C8B4A0"/>
        <w:sz w:val="18"/>
        <w:szCs w:val="20"/>
      </w:rPr>
      <mc:AlternateContent>
        <mc:Choice Requires="wps">
          <w:drawing>
            <wp:anchor distT="0" distB="0" distL="114300" distR="114300" simplePos="0" relativeHeight="251828224" behindDoc="0" locked="0" layoutInCell="1" allowOverlap="1" wp14:anchorId="6DEEF1FA" wp14:editId="716366E9">
              <wp:simplePos x="0" y="0"/>
              <wp:positionH relativeFrom="column">
                <wp:posOffset>4835635</wp:posOffset>
              </wp:positionH>
              <wp:positionV relativeFrom="paragraph">
                <wp:posOffset>11817</wp:posOffset>
              </wp:positionV>
              <wp:extent cx="972820" cy="548640"/>
              <wp:effectExtent l="0" t="0" r="0" b="381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2820" cy="5486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32274A9" w14:textId="0D408715" w:rsidR="00A910E3" w:rsidRDefault="00D739BA" w:rsidP="00A910E3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F8AD7E3" wp14:editId="085788C5">
                                <wp:extent cx="447152" cy="439168"/>
                                <wp:effectExtent l="0" t="0" r="0" b="0"/>
                                <wp:docPr id="597820380" name="Gráfico 112670153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26701537" name="Gráfico 1126701537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47152" cy="43916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EF1F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80.75pt;margin-top:.95pt;width:76.6pt;height:43.2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" filled="f" stroked="f" strokeweight=".5pt">
              <v:textbox>
                <w:txbxContent>
                  <w:p w14:paraId="032274A9" w14:textId="0D408715" w:rsidR="00A910E3" w:rsidRDefault="00D739BA" w:rsidP="00A910E3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F8AD7E3" wp14:editId="085788C5">
                          <wp:extent cx="447152" cy="439168"/>
                          <wp:effectExtent l="0" t="0" r="0" b="0"/>
                          <wp:docPr id="597820380" name="Gráfico 112670153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26701537" name="Gráfico 112670153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47152" cy="43916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D741A1" w:rsidRPr="002D5781">
      <w:rPr>
        <w:color w:val="404040"/>
        <w:sz w:val="18"/>
        <w:szCs w:val="20"/>
      </w:rPr>
      <w:t xml:space="preserve">Preparado por </w:t>
    </w:r>
    <w:r w:rsidR="00D741A1" w:rsidRPr="002D5781">
      <w:rPr>
        <w:b/>
        <w:color w:val="404040"/>
        <w:spacing w:val="6"/>
        <w:sz w:val="18"/>
        <w:szCs w:val="20"/>
      </w:rPr>
      <w:t xml:space="preserve">geobiota </w:t>
    </w:r>
  </w:p>
  <w:p w14:paraId="506D5AFD" w14:textId="388F452A" w:rsidR="00D741A1" w:rsidRPr="002D5781" w:rsidRDefault="00C72DC1" w:rsidP="00FA6676">
    <w:pPr>
      <w:pStyle w:val="TercerTtuloPortada"/>
      <w:rPr>
        <w:color w:val="404040"/>
        <w:sz w:val="18"/>
        <w:szCs w:val="20"/>
      </w:rPr>
    </w:pPr>
    <w:r w:rsidRPr="002D5781">
      <w:rPr>
        <w:color w:val="404040"/>
        <w:sz w:val="18"/>
        <w:szCs w:val="20"/>
      </w:rPr>
      <w:t>para</w:t>
    </w:r>
    <w:r w:rsidRPr="002D5781">
      <w:rPr>
        <w:b/>
        <w:bCs/>
        <w:color w:val="404040"/>
        <w:sz w:val="18"/>
        <w:szCs w:val="20"/>
      </w:rPr>
      <w:t xml:space="preserve"> </w:t>
    </w:r>
    <w:r w:rsidR="006D1D99">
      <w:rPr>
        <w:b/>
        <w:bCs/>
        <w:color w:val="404040"/>
        <w:sz w:val="18"/>
        <w:szCs w:val="20"/>
      </w:rPr>
      <w:t>SQM Salar S</w:t>
    </w:r>
    <w:r w:rsidR="0095204F">
      <w:rPr>
        <w:b/>
        <w:bCs/>
        <w:color w:val="404040"/>
        <w:sz w:val="18"/>
        <w:szCs w:val="20"/>
      </w:rPr>
      <w:t>p</w:t>
    </w:r>
    <w:r w:rsidR="006D1D99">
      <w:rPr>
        <w:b/>
        <w:bCs/>
        <w:color w:val="404040"/>
        <w:sz w:val="18"/>
        <w:szCs w:val="20"/>
      </w:rPr>
      <w:t>A</w:t>
    </w:r>
  </w:p>
  <w:p w14:paraId="0E486A5D" w14:textId="21B6B9E1" w:rsidR="00D741A1" w:rsidRPr="002530DE" w:rsidRDefault="009F066E" w:rsidP="00FA6676">
    <w:pPr>
      <w:pStyle w:val="TercerTtuloPortada"/>
      <w:rPr>
        <w:color w:val="A0968C"/>
        <w:sz w:val="18"/>
        <w:szCs w:val="20"/>
      </w:rPr>
    </w:pPr>
    <w:r>
      <w:rPr>
        <w:color w:val="A0968C"/>
        <w:sz w:val="18"/>
        <w:szCs w:val="20"/>
      </w:rPr>
      <w:t>GEOB.</w:t>
    </w:r>
    <w:r w:rsidR="006D1D99">
      <w:rPr>
        <w:color w:val="A0968C"/>
        <w:sz w:val="18"/>
        <w:szCs w:val="20"/>
      </w:rPr>
      <w:t>SQMSL</w:t>
    </w:r>
    <w:r w:rsidR="000B5600">
      <w:rPr>
        <w:color w:val="A0968C"/>
        <w:sz w:val="18"/>
        <w:szCs w:val="20"/>
      </w:rPr>
      <w:t>8</w:t>
    </w:r>
    <w:r w:rsidR="00A60D25">
      <w:rPr>
        <w:color w:val="A0968C"/>
        <w:sz w:val="18"/>
        <w:szCs w:val="20"/>
      </w:rPr>
      <w:t>6</w:t>
    </w:r>
    <w:r w:rsidR="000B5600">
      <w:rPr>
        <w:color w:val="A0968C"/>
        <w:sz w:val="18"/>
        <w:szCs w:val="20"/>
      </w:rPr>
      <w:t>1</w:t>
    </w:r>
    <w:r w:rsidR="003238CE">
      <w:rPr>
        <w:color w:val="A0968C"/>
        <w:sz w:val="18"/>
        <w:szCs w:val="20"/>
      </w:rPr>
      <w:t>.INF</w:t>
    </w:r>
    <w:r w:rsidR="00885840">
      <w:rPr>
        <w:color w:val="A0968C"/>
        <w:sz w:val="18"/>
        <w:szCs w:val="20"/>
      </w:rPr>
      <w:t>0</w:t>
    </w:r>
    <w:r w:rsidR="006A77EF">
      <w:rPr>
        <w:color w:val="A0968C"/>
        <w:sz w:val="18"/>
        <w:szCs w:val="20"/>
      </w:rPr>
      <w:t>0</w:t>
    </w:r>
    <w:r w:rsidR="003238CE">
      <w:rPr>
        <w:color w:val="A0968C"/>
        <w:sz w:val="18"/>
        <w:szCs w:val="20"/>
      </w:rPr>
      <w:t>1.</w:t>
    </w:r>
    <w:r w:rsidR="006A41CD">
      <w:rPr>
        <w:color w:val="A0968C"/>
        <w:sz w:val="18"/>
        <w:szCs w:val="20"/>
      </w:rPr>
      <w:t>ANX</w:t>
    </w:r>
    <w:r w:rsidR="00F91B3C">
      <w:rPr>
        <w:color w:val="A0968C"/>
        <w:sz w:val="18"/>
        <w:szCs w:val="20"/>
      </w:rPr>
      <w:t>1</w:t>
    </w:r>
  </w:p>
  <w:p w14:paraId="0B252C15" w14:textId="1233BD20" w:rsidR="00D741A1" w:rsidRPr="000B4E8B" w:rsidRDefault="003D0319" w:rsidP="00FA6676">
    <w:pPr>
      <w:pStyle w:val="TercerTtuloPortada"/>
      <w:rPr>
        <w:color w:val="404040"/>
      </w:rPr>
    </w:pPr>
    <w:r>
      <w:rPr>
        <w:color w:val="404040"/>
        <w:sz w:val="18"/>
        <w:szCs w:val="20"/>
      </w:rPr>
      <w:t>Febrero</w:t>
    </w:r>
    <w:r w:rsidR="00D741A1" w:rsidRPr="002D5781">
      <w:rPr>
        <w:color w:val="404040"/>
        <w:sz w:val="18"/>
        <w:szCs w:val="20"/>
      </w:rPr>
      <w:t>, 202</w:t>
    </w:r>
    <w:r w:rsidR="001B4C2A">
      <w:rPr>
        <w:color w:val="404040"/>
        <w:sz w:val="18"/>
        <w:szCs w:val="20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327" w:type="dxa"/>
      <w:tblInd w:w="-1418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2410"/>
      <w:gridCol w:w="6662"/>
      <w:gridCol w:w="1837"/>
    </w:tblGrid>
    <w:tr w:rsidR="008C703F" w14:paraId="64E34525" w14:textId="77777777" w:rsidTr="000F4814">
      <w:trPr>
        <w:trHeight w:hRule="exact" w:val="815"/>
      </w:trPr>
      <w:tc>
        <w:tcPr>
          <w:tcW w:w="1418" w:type="dxa"/>
        </w:tcPr>
        <w:p w14:paraId="2BEE0E1D" w14:textId="77777777" w:rsidR="008C703F" w:rsidRDefault="008C703F" w:rsidP="008C703F">
          <w:pPr>
            <w:pStyle w:val="Piedepgina"/>
            <w:rPr>
              <w:noProof/>
              <w:color w:val="C8B4A0"/>
              <w:sz w:val="18"/>
              <w:szCs w:val="20"/>
            </w:rPr>
          </w:pPr>
        </w:p>
      </w:tc>
      <w:tc>
        <w:tcPr>
          <w:tcW w:w="2410" w:type="dxa"/>
          <w:shd w:val="clear" w:color="auto" w:fill="auto"/>
        </w:tcPr>
        <w:p w14:paraId="66A03650" w14:textId="77777777" w:rsidR="008C703F" w:rsidRDefault="008C703F" w:rsidP="008C703F">
          <w:pPr>
            <w:pStyle w:val="Piedepgina"/>
          </w:pPr>
          <w:r>
            <w:rPr>
              <w:noProof/>
              <w:color w:val="C8B4A0"/>
              <w:sz w:val="18"/>
              <w:szCs w:val="20"/>
            </w:rPr>
            <mc:AlternateContent>
              <mc:Choice Requires="wps">
                <w:drawing>
                  <wp:anchor distT="0" distB="0" distL="114300" distR="114300" simplePos="0" relativeHeight="251857920" behindDoc="0" locked="0" layoutInCell="1" allowOverlap="1" wp14:anchorId="54992C54" wp14:editId="13466FBB">
                    <wp:simplePos x="0" y="0"/>
                    <wp:positionH relativeFrom="column">
                      <wp:posOffset>-52400</wp:posOffset>
                    </wp:positionH>
                    <wp:positionV relativeFrom="paragraph">
                      <wp:posOffset>84277</wp:posOffset>
                    </wp:positionV>
                    <wp:extent cx="790041" cy="380390"/>
                    <wp:effectExtent l="0" t="0" r="10160" b="13335"/>
                    <wp:wrapNone/>
                    <wp:docPr id="53" name="Cuadro de texto 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90041" cy="3803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101D4CF9" w14:textId="77777777" w:rsidR="008C703F" w:rsidRDefault="008C703F" w:rsidP="008C703F">
                                <w:pPr>
                                  <w:jc w:val="center"/>
                                </w:pPr>
                                <w:r>
                                  <w:t>LOGO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54992C54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53" o:spid="_x0000_s1027" type="#_x0000_t202" style="position:absolute;left:0;text-align:left;margin-left:-4.15pt;margin-top:6.65pt;width:62.2pt;height:29.95pt;z-index:251857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" fillcolor="#fafafa [3201]" strokeweight=".5pt">
                    <v:textbox>
                      <w:txbxContent>
                        <w:p w14:paraId="101D4CF9" w14:textId="77777777" w:rsidR="008C703F" w:rsidRDefault="008C703F" w:rsidP="008C703F">
                          <w:pPr>
                            <w:jc w:val="center"/>
                          </w:pPr>
                          <w:r>
                            <w:t>LOGO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6662" w:type="dxa"/>
          <w:shd w:val="clear" w:color="auto" w:fill="auto"/>
        </w:tcPr>
        <w:p w14:paraId="2B509BB7" w14:textId="77777777" w:rsidR="008C703F" w:rsidRPr="00AD7E5B" w:rsidRDefault="008C703F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fldChar w:fldCharType="begin"/>
          </w:r>
          <w:r>
            <w:rPr>
              <w:b/>
              <w:bCs/>
              <w:sz w:val="16"/>
              <w:szCs w:val="18"/>
            </w:rPr>
            <w:instrText xml:space="preserve"> TITLE   \* MERGEFORMAT </w:instrText>
          </w:r>
          <w:r>
            <w:rPr>
              <w:b/>
              <w:bCs/>
              <w:sz w:val="16"/>
              <w:szCs w:val="18"/>
            </w:rPr>
            <w:fldChar w:fldCharType="separate"/>
          </w:r>
          <w:r w:rsidR="00407C46">
            <w:rPr>
              <w:b/>
              <w:bCs/>
              <w:sz w:val="16"/>
              <w:szCs w:val="18"/>
            </w:rPr>
            <w:t>&lt;Nombre del Documento&gt;</w:t>
          </w:r>
          <w:r>
            <w:rPr>
              <w:b/>
              <w:bCs/>
              <w:sz w:val="16"/>
              <w:szCs w:val="18"/>
            </w:rPr>
            <w:fldChar w:fldCharType="end"/>
          </w:r>
        </w:p>
        <w:p w14:paraId="4E729099" w14:textId="77777777" w:rsidR="008C703F" w:rsidRPr="002530DE" w:rsidRDefault="008C703F" w:rsidP="008C703F">
          <w:pPr>
            <w:pStyle w:val="Piedepgina"/>
            <w:jc w:val="right"/>
            <w:rPr>
              <w:color w:val="A0968C"/>
            </w:rPr>
          </w:pPr>
          <w:r w:rsidRPr="002530DE">
            <w:rPr>
              <w:color w:val="A0968C"/>
              <w:sz w:val="16"/>
              <w:szCs w:val="18"/>
            </w:rPr>
            <w:fldChar w:fldCharType="begin"/>
          </w:r>
          <w:r w:rsidRPr="002530DE">
            <w:rPr>
              <w:color w:val="A0968C"/>
              <w:sz w:val="16"/>
              <w:szCs w:val="18"/>
            </w:rPr>
            <w:instrText xml:space="preserve"> COMMENTS   \* MERGEFORMAT </w:instrText>
          </w:r>
          <w:r w:rsidRPr="002530DE">
            <w:rPr>
              <w:color w:val="A0968C"/>
              <w:sz w:val="16"/>
              <w:szCs w:val="18"/>
            </w:rPr>
            <w:fldChar w:fldCharType="separate"/>
          </w:r>
          <w:r w:rsidR="00407C46">
            <w:rPr>
              <w:color w:val="A0968C"/>
              <w:sz w:val="16"/>
              <w:szCs w:val="18"/>
            </w:rPr>
            <w:t>&lt;Código de documento&gt;</w:t>
          </w:r>
          <w:r w:rsidRPr="002530DE">
            <w:rPr>
              <w:color w:val="A0968C"/>
              <w:sz w:val="16"/>
              <w:szCs w:val="18"/>
            </w:rPr>
            <w:fldChar w:fldCharType="end"/>
          </w:r>
        </w:p>
      </w:tc>
      <w:tc>
        <w:tcPr>
          <w:tcW w:w="1837" w:type="dxa"/>
        </w:tcPr>
        <w:p w14:paraId="1C22249C" w14:textId="77777777" w:rsidR="008C703F" w:rsidRDefault="008C703F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</w:p>
      </w:tc>
    </w:tr>
  </w:tbl>
  <w:p w14:paraId="7DE0796D" w14:textId="77777777" w:rsidR="00D741A1" w:rsidRPr="002058D4" w:rsidRDefault="00D741A1" w:rsidP="00CB2F8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333" w:type="dxa"/>
      <w:tblInd w:w="-1418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2"/>
      <w:gridCol w:w="2835"/>
      <w:gridCol w:w="6237"/>
      <w:gridCol w:w="1559"/>
    </w:tblGrid>
    <w:tr w:rsidR="008C703F" w:rsidRPr="00F91B3C" w14:paraId="263EFC58" w14:textId="77777777" w:rsidTr="006477A1">
      <w:trPr>
        <w:trHeight w:hRule="exact" w:val="815"/>
      </w:trPr>
      <w:tc>
        <w:tcPr>
          <w:tcW w:w="1702" w:type="dxa"/>
        </w:tcPr>
        <w:p w14:paraId="2F29A07F" w14:textId="77777777" w:rsidR="008C703F" w:rsidRDefault="008C703F" w:rsidP="008C703F">
          <w:pPr>
            <w:pStyle w:val="Piedepgina"/>
            <w:rPr>
              <w:noProof/>
              <w:color w:val="C8B4A0"/>
              <w:sz w:val="18"/>
              <w:szCs w:val="20"/>
            </w:rPr>
          </w:pPr>
        </w:p>
      </w:tc>
      <w:tc>
        <w:tcPr>
          <w:tcW w:w="2835" w:type="dxa"/>
          <w:shd w:val="clear" w:color="auto" w:fill="auto"/>
        </w:tcPr>
        <w:p w14:paraId="6AFF04F8" w14:textId="77777777" w:rsidR="008C703F" w:rsidRDefault="008C703F" w:rsidP="008C703F">
          <w:pPr>
            <w:pStyle w:val="Piedepgina"/>
          </w:pPr>
          <w:r>
            <w:rPr>
              <w:noProof/>
              <w:color w:val="C8B4A0"/>
              <w:sz w:val="18"/>
              <w:szCs w:val="20"/>
            </w:rPr>
            <mc:AlternateContent>
              <mc:Choice Requires="wps">
                <w:drawing>
                  <wp:anchor distT="0" distB="0" distL="114300" distR="114300" simplePos="0" relativeHeight="251855872" behindDoc="0" locked="0" layoutInCell="1" allowOverlap="1" wp14:anchorId="629F8A80" wp14:editId="5B3628C2">
                    <wp:simplePos x="0" y="0"/>
                    <wp:positionH relativeFrom="column">
                      <wp:posOffset>-52070</wp:posOffset>
                    </wp:positionH>
                    <wp:positionV relativeFrom="paragraph">
                      <wp:posOffset>24737</wp:posOffset>
                    </wp:positionV>
                    <wp:extent cx="978010" cy="485030"/>
                    <wp:effectExtent l="0" t="0" r="0" b="0"/>
                    <wp:wrapNone/>
                    <wp:docPr id="51" name="Cuadro de texto 5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78010" cy="4850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42CAE08" w14:textId="40C0670B" w:rsidR="008C703F" w:rsidRDefault="00D739BA" w:rsidP="008C703F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03DF6AD" wp14:editId="5438D9D7">
                                      <wp:extent cx="396097" cy="389024"/>
                                      <wp:effectExtent l="0" t="0" r="4445" b="0"/>
                                      <wp:docPr id="377704405" name="Gráfico 37770440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377704405" name="Gráfico 377704405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96097" cy="38902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29F8A80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51" o:spid="_x0000_s1028" type="#_x0000_t202" style="position:absolute;left:0;text-align:left;margin-left:-4.1pt;margin-top:1.95pt;width:77pt;height:38.2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" filled="f" stroked="f" strokeweight=".5pt">
                    <v:textbox>
                      <w:txbxContent>
                        <w:p w14:paraId="642CAE08" w14:textId="40C0670B" w:rsidR="008C703F" w:rsidRDefault="00D739BA" w:rsidP="008C703F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03DF6AD" wp14:editId="5438D9D7">
                                <wp:extent cx="396097" cy="389024"/>
                                <wp:effectExtent l="0" t="0" r="4445" b="0"/>
                                <wp:docPr id="377704405" name="Gráfico 37770440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77704405" name="Gráfico 377704405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96097" cy="38902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6237" w:type="dxa"/>
          <w:shd w:val="clear" w:color="auto" w:fill="auto"/>
        </w:tcPr>
        <w:p w14:paraId="546EA051" w14:textId="3CADCB23" w:rsidR="008C703F" w:rsidRPr="00AD7E5B" w:rsidRDefault="002C6E26" w:rsidP="009D755F">
          <w:pPr>
            <w:pStyle w:val="EncabezadoyNumerodepginaGeob2021"/>
          </w:pPr>
          <w:fldSimple w:instr="TITLE   \* MERGEFORMAT">
            <w:r>
              <w:t>Anexo 1. Responsables y participantes del seguimiento ambiental</w:t>
            </w:r>
          </w:fldSimple>
        </w:p>
        <w:p w14:paraId="330937F1" w14:textId="47F38457" w:rsidR="008C703F" w:rsidRPr="00F91B3C" w:rsidRDefault="00F91B3C" w:rsidP="008C703F">
          <w:pPr>
            <w:pStyle w:val="Piedepgina"/>
            <w:jc w:val="right"/>
            <w:rPr>
              <w:color w:val="A0968C"/>
            </w:rPr>
          </w:pPr>
          <w:r w:rsidRPr="00F91B3C">
            <w:rPr>
              <w:color w:val="A0968C"/>
              <w:sz w:val="16"/>
              <w:szCs w:val="18"/>
            </w:rPr>
            <w:t>GEOB.SQMSL</w:t>
          </w:r>
          <w:r w:rsidR="000B5600">
            <w:rPr>
              <w:color w:val="A0968C"/>
              <w:sz w:val="16"/>
              <w:szCs w:val="18"/>
            </w:rPr>
            <w:t>810</w:t>
          </w:r>
          <w:r w:rsidRPr="00F91B3C">
            <w:rPr>
              <w:color w:val="A0968C"/>
              <w:sz w:val="16"/>
              <w:szCs w:val="18"/>
            </w:rPr>
            <w:t>.INF</w:t>
          </w:r>
          <w:r w:rsidR="006A77EF">
            <w:rPr>
              <w:color w:val="A0968C"/>
              <w:sz w:val="16"/>
              <w:szCs w:val="18"/>
            </w:rPr>
            <w:t>001</w:t>
          </w:r>
          <w:r w:rsidRPr="00F91B3C">
            <w:rPr>
              <w:color w:val="A0968C"/>
              <w:sz w:val="16"/>
              <w:szCs w:val="18"/>
            </w:rPr>
            <w:t>.ANX1</w:t>
          </w:r>
          <w:r w:rsidRPr="00F91B3C">
            <w:rPr>
              <w:color w:val="A0968C"/>
            </w:rPr>
            <w:t xml:space="preserve"> </w:t>
          </w:r>
        </w:p>
      </w:tc>
      <w:tc>
        <w:tcPr>
          <w:tcW w:w="1559" w:type="dxa"/>
        </w:tcPr>
        <w:p w14:paraId="03B3DD57" w14:textId="77777777" w:rsidR="008C703F" w:rsidRPr="00F91B3C" w:rsidRDefault="008C703F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</w:p>
      </w:tc>
    </w:tr>
  </w:tbl>
  <w:p w14:paraId="5963761D" w14:textId="77777777" w:rsidR="004F5DAD" w:rsidRPr="00F91B3C" w:rsidRDefault="004F5DAD" w:rsidP="00BB241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327" w:type="dxa"/>
      <w:tblInd w:w="-1418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2410"/>
      <w:gridCol w:w="6662"/>
      <w:gridCol w:w="1837"/>
    </w:tblGrid>
    <w:tr w:rsidR="004D7B88" w:rsidRPr="00F91B3C" w14:paraId="5398B071" w14:textId="77777777" w:rsidTr="008C703F">
      <w:trPr>
        <w:trHeight w:hRule="exact" w:val="815"/>
      </w:trPr>
      <w:tc>
        <w:tcPr>
          <w:tcW w:w="1418" w:type="dxa"/>
        </w:tcPr>
        <w:p w14:paraId="1BD75149" w14:textId="5F1BEBA2" w:rsidR="004D7B88" w:rsidRDefault="006477A1" w:rsidP="004D7B88">
          <w:pPr>
            <w:pStyle w:val="Piedepgina"/>
            <w:rPr>
              <w:noProof/>
              <w:color w:val="C8B4A0"/>
              <w:sz w:val="18"/>
              <w:szCs w:val="20"/>
            </w:rPr>
          </w:pPr>
          <w:r>
            <w:rPr>
              <w:noProof/>
              <w:color w:val="C8B4A0"/>
              <w:sz w:val="18"/>
              <w:szCs w:val="20"/>
            </w:rPr>
            <mc:AlternateContent>
              <mc:Choice Requires="wps">
                <w:drawing>
                  <wp:anchor distT="0" distB="0" distL="114300" distR="114300" simplePos="0" relativeHeight="251874304" behindDoc="0" locked="0" layoutInCell="1" allowOverlap="1" wp14:anchorId="613F0F85" wp14:editId="2D9EF886">
                    <wp:simplePos x="0" y="0"/>
                    <wp:positionH relativeFrom="column">
                      <wp:posOffset>823475</wp:posOffset>
                    </wp:positionH>
                    <wp:positionV relativeFrom="paragraph">
                      <wp:posOffset>5715</wp:posOffset>
                    </wp:positionV>
                    <wp:extent cx="978010" cy="485030"/>
                    <wp:effectExtent l="0" t="0" r="0" b="0"/>
                    <wp:wrapNone/>
                    <wp:docPr id="6" name="Cuadro de texto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78010" cy="4850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E8AF1EB" w14:textId="77777777" w:rsidR="00D739BA" w:rsidRDefault="00D739BA" w:rsidP="00D739BA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36F7F7E" wp14:editId="5FC776AF">
                                      <wp:extent cx="395731" cy="389024"/>
                                      <wp:effectExtent l="0" t="0" r="4445" b="0"/>
                                      <wp:docPr id="7" name="Gráfico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7" name="Gráfico 7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95731" cy="38902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13F0F85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6" o:spid="_x0000_s1029" type="#_x0000_t202" style="position:absolute;left:0;text-align:left;margin-left:64.85pt;margin-top:.45pt;width:77pt;height:38.2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" filled="f" stroked="f" strokeweight=".5pt">
                    <v:textbox>
                      <w:txbxContent>
                        <w:p w14:paraId="2E8AF1EB" w14:textId="77777777" w:rsidR="00D739BA" w:rsidRDefault="00D739BA" w:rsidP="00D739BA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36F7F7E" wp14:editId="5FC776AF">
                                <wp:extent cx="395731" cy="389024"/>
                                <wp:effectExtent l="0" t="0" r="4445" b="0"/>
                                <wp:docPr id="7" name="Gráfico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Gráfico 7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95731" cy="38902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2410" w:type="dxa"/>
          <w:shd w:val="clear" w:color="auto" w:fill="auto"/>
        </w:tcPr>
        <w:p w14:paraId="2E5622FB" w14:textId="0ECCBA83" w:rsidR="004D7B88" w:rsidRDefault="004D7B88" w:rsidP="004D7B88">
          <w:pPr>
            <w:pStyle w:val="Piedepgina"/>
          </w:pPr>
        </w:p>
      </w:tc>
      <w:tc>
        <w:tcPr>
          <w:tcW w:w="6662" w:type="dxa"/>
          <w:shd w:val="clear" w:color="auto" w:fill="auto"/>
        </w:tcPr>
        <w:p w14:paraId="3988B945" w14:textId="438A1541" w:rsidR="004D7B88" w:rsidRPr="00AD7E5B" w:rsidRDefault="004D7B88" w:rsidP="004D7B88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fldChar w:fldCharType="begin"/>
          </w:r>
          <w:r>
            <w:rPr>
              <w:b/>
              <w:bCs/>
              <w:sz w:val="16"/>
              <w:szCs w:val="18"/>
            </w:rPr>
            <w:instrText xml:space="preserve"> TITLE   \* MERGEFORMAT </w:instrText>
          </w:r>
          <w:r>
            <w:rPr>
              <w:b/>
              <w:bCs/>
              <w:sz w:val="16"/>
              <w:szCs w:val="18"/>
            </w:rPr>
            <w:fldChar w:fldCharType="separate"/>
          </w:r>
          <w:r w:rsidR="00F91B3C">
            <w:rPr>
              <w:b/>
              <w:bCs/>
              <w:sz w:val="16"/>
              <w:szCs w:val="18"/>
            </w:rPr>
            <w:t>Anexo 1 Responsables y participantes del seguimiento ambiental</w:t>
          </w:r>
          <w:r>
            <w:rPr>
              <w:b/>
              <w:bCs/>
              <w:sz w:val="16"/>
              <w:szCs w:val="18"/>
            </w:rPr>
            <w:fldChar w:fldCharType="end"/>
          </w:r>
        </w:p>
        <w:p w14:paraId="4D386DD9" w14:textId="6C8055A7" w:rsidR="004D7B88" w:rsidRPr="00F91B3C" w:rsidRDefault="00F91B3C" w:rsidP="004D7B88">
          <w:pPr>
            <w:pStyle w:val="Piedepgina"/>
            <w:jc w:val="right"/>
            <w:rPr>
              <w:color w:val="A0968C"/>
              <w:lang w:val="en-US"/>
            </w:rPr>
          </w:pPr>
          <w:r w:rsidRPr="00F91B3C">
            <w:rPr>
              <w:color w:val="A0968C"/>
              <w:sz w:val="16"/>
              <w:szCs w:val="18"/>
            </w:rPr>
            <w:t>GEOB.SQMSL</w:t>
          </w:r>
          <w:r w:rsidR="000B5600">
            <w:rPr>
              <w:color w:val="A0968C"/>
              <w:sz w:val="16"/>
              <w:szCs w:val="18"/>
            </w:rPr>
            <w:t>810.</w:t>
          </w:r>
          <w:r w:rsidRPr="00F91B3C">
            <w:rPr>
              <w:color w:val="A0968C"/>
              <w:sz w:val="16"/>
              <w:szCs w:val="18"/>
            </w:rPr>
            <w:t>INF</w:t>
          </w:r>
          <w:r w:rsidR="006A77EF">
            <w:rPr>
              <w:color w:val="A0968C"/>
              <w:sz w:val="16"/>
              <w:szCs w:val="18"/>
            </w:rPr>
            <w:t>001</w:t>
          </w:r>
          <w:r w:rsidRPr="00F91B3C">
            <w:rPr>
              <w:color w:val="A0968C"/>
              <w:sz w:val="16"/>
              <w:szCs w:val="18"/>
            </w:rPr>
            <w:t>.ANX1</w:t>
          </w:r>
        </w:p>
      </w:tc>
      <w:tc>
        <w:tcPr>
          <w:tcW w:w="1837" w:type="dxa"/>
        </w:tcPr>
        <w:p w14:paraId="08DAF940" w14:textId="77777777" w:rsidR="004D7B88" w:rsidRPr="00F91B3C" w:rsidRDefault="004D7B88" w:rsidP="004D7B88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  <w:lang w:val="en-US"/>
            </w:rPr>
          </w:pPr>
        </w:p>
      </w:tc>
    </w:tr>
  </w:tbl>
  <w:p w14:paraId="23B5AEA0" w14:textId="77777777" w:rsidR="005135E6" w:rsidRPr="00F91B3C" w:rsidRDefault="005135E6" w:rsidP="004D7B88">
    <w:pPr>
      <w:pStyle w:val="Piedepgina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327" w:type="dxa"/>
      <w:tblInd w:w="-1418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2410"/>
      <w:gridCol w:w="6662"/>
      <w:gridCol w:w="1837"/>
    </w:tblGrid>
    <w:tr w:rsidR="002E04D9" w:rsidRPr="00F91B3C" w14:paraId="581F75CE" w14:textId="77777777" w:rsidTr="000F4814">
      <w:trPr>
        <w:trHeight w:hRule="exact" w:val="815"/>
      </w:trPr>
      <w:tc>
        <w:tcPr>
          <w:tcW w:w="1418" w:type="dxa"/>
        </w:tcPr>
        <w:p w14:paraId="4C6BC581" w14:textId="77777777" w:rsidR="002E04D9" w:rsidRDefault="002E04D9" w:rsidP="002E04D9">
          <w:pPr>
            <w:pStyle w:val="Piedepgina"/>
            <w:rPr>
              <w:noProof/>
              <w:color w:val="C8B4A0"/>
              <w:sz w:val="18"/>
              <w:szCs w:val="20"/>
            </w:rPr>
          </w:pPr>
        </w:p>
      </w:tc>
      <w:tc>
        <w:tcPr>
          <w:tcW w:w="2410" w:type="dxa"/>
          <w:shd w:val="clear" w:color="auto" w:fill="auto"/>
        </w:tcPr>
        <w:p w14:paraId="5D84C35F" w14:textId="6CD5BCD3" w:rsidR="002E04D9" w:rsidRDefault="00D739BA" w:rsidP="002E04D9">
          <w:pPr>
            <w:pStyle w:val="Piedepgina"/>
          </w:pPr>
          <w:r>
            <w:rPr>
              <w:noProof/>
              <w:color w:val="C8B4A0"/>
              <w:sz w:val="18"/>
              <w:szCs w:val="20"/>
            </w:rPr>
            <mc:AlternateContent>
              <mc:Choice Requires="wps">
                <w:drawing>
                  <wp:anchor distT="0" distB="0" distL="114300" distR="114300" simplePos="0" relativeHeight="251876352" behindDoc="0" locked="0" layoutInCell="1" allowOverlap="1" wp14:anchorId="5EB9C9CF" wp14:editId="2CECD917">
                    <wp:simplePos x="0" y="0"/>
                    <wp:positionH relativeFrom="column">
                      <wp:posOffset>-67901</wp:posOffset>
                    </wp:positionH>
                    <wp:positionV relativeFrom="paragraph">
                      <wp:posOffset>5715</wp:posOffset>
                    </wp:positionV>
                    <wp:extent cx="978010" cy="485030"/>
                    <wp:effectExtent l="0" t="0" r="0" b="0"/>
                    <wp:wrapNone/>
                    <wp:docPr id="8" name="Cuadro de texto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78010" cy="4850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A7C48C6" w14:textId="77777777" w:rsidR="00D739BA" w:rsidRDefault="00D739BA" w:rsidP="00D739BA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D00AE5D" wp14:editId="67ED84EC">
                                      <wp:extent cx="395731" cy="389024"/>
                                      <wp:effectExtent l="0" t="0" r="4445" b="0"/>
                                      <wp:docPr id="9" name="Gráfico 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9" name="Gráfico 9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95731" cy="38902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EB9C9CF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8" o:spid="_x0000_s1030" type="#_x0000_t202" style="position:absolute;left:0;text-align:left;margin-left:-5.35pt;margin-top:.45pt;width:77pt;height:38.2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" filled="f" stroked="f" strokeweight=".5pt">
                    <v:textbox>
                      <w:txbxContent>
                        <w:p w14:paraId="2A7C48C6" w14:textId="77777777" w:rsidR="00D739BA" w:rsidRDefault="00D739BA" w:rsidP="00D739BA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D00AE5D" wp14:editId="67ED84EC">
                                <wp:extent cx="395731" cy="389024"/>
                                <wp:effectExtent l="0" t="0" r="4445" b="0"/>
                                <wp:docPr id="9" name="Gráfico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" name="Gráfico 9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95731" cy="38902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6662" w:type="dxa"/>
          <w:shd w:val="clear" w:color="auto" w:fill="auto"/>
        </w:tcPr>
        <w:p w14:paraId="494807BA" w14:textId="5A6E010A" w:rsidR="002E04D9" w:rsidRPr="00AD7E5B" w:rsidRDefault="002E04D9" w:rsidP="002E04D9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fldChar w:fldCharType="begin"/>
          </w:r>
          <w:r>
            <w:rPr>
              <w:b/>
              <w:bCs/>
              <w:sz w:val="16"/>
              <w:szCs w:val="18"/>
            </w:rPr>
            <w:instrText xml:space="preserve"> TITLE   \* MERGEFORMAT </w:instrText>
          </w:r>
          <w:r>
            <w:rPr>
              <w:b/>
              <w:bCs/>
              <w:sz w:val="16"/>
              <w:szCs w:val="18"/>
            </w:rPr>
            <w:fldChar w:fldCharType="separate"/>
          </w:r>
          <w:r w:rsidR="002C6E26">
            <w:rPr>
              <w:b/>
              <w:bCs/>
              <w:sz w:val="16"/>
              <w:szCs w:val="18"/>
            </w:rPr>
            <w:t>Anexo 1. Responsables y participantes del seguimiento ambiental</w:t>
          </w:r>
          <w:r>
            <w:rPr>
              <w:b/>
              <w:bCs/>
              <w:sz w:val="16"/>
              <w:szCs w:val="18"/>
            </w:rPr>
            <w:fldChar w:fldCharType="end"/>
          </w:r>
        </w:p>
        <w:p w14:paraId="6B5D39D8" w14:textId="6B207EBC" w:rsidR="002E04D9" w:rsidRPr="00F91B3C" w:rsidRDefault="00F91B3C" w:rsidP="002E04D9">
          <w:pPr>
            <w:pStyle w:val="Piedepgina"/>
            <w:jc w:val="right"/>
            <w:rPr>
              <w:color w:val="A0968C"/>
              <w:lang w:val="en-US"/>
            </w:rPr>
          </w:pPr>
          <w:r w:rsidRPr="00F91B3C">
            <w:rPr>
              <w:color w:val="A0968C"/>
              <w:sz w:val="16"/>
              <w:szCs w:val="18"/>
            </w:rPr>
            <w:t>GEOB.SQMSL</w:t>
          </w:r>
          <w:r w:rsidR="000B5600">
            <w:rPr>
              <w:color w:val="A0968C"/>
              <w:sz w:val="16"/>
              <w:szCs w:val="18"/>
            </w:rPr>
            <w:t>8</w:t>
          </w:r>
          <w:r w:rsidR="003C4458">
            <w:rPr>
              <w:color w:val="A0968C"/>
              <w:sz w:val="16"/>
              <w:szCs w:val="18"/>
            </w:rPr>
            <w:t>6</w:t>
          </w:r>
          <w:r w:rsidR="000B5600">
            <w:rPr>
              <w:color w:val="A0968C"/>
              <w:sz w:val="16"/>
              <w:szCs w:val="18"/>
            </w:rPr>
            <w:t>1</w:t>
          </w:r>
          <w:r w:rsidRPr="00F91B3C">
            <w:rPr>
              <w:color w:val="A0968C"/>
              <w:sz w:val="16"/>
              <w:szCs w:val="18"/>
            </w:rPr>
            <w:t>.INF</w:t>
          </w:r>
          <w:r w:rsidR="00FF5F3C">
            <w:rPr>
              <w:color w:val="A0968C"/>
              <w:sz w:val="16"/>
              <w:szCs w:val="18"/>
            </w:rPr>
            <w:t>001</w:t>
          </w:r>
          <w:r w:rsidRPr="00F91B3C">
            <w:rPr>
              <w:color w:val="A0968C"/>
              <w:sz w:val="16"/>
              <w:szCs w:val="18"/>
            </w:rPr>
            <w:t>.ANX1</w:t>
          </w:r>
        </w:p>
      </w:tc>
      <w:tc>
        <w:tcPr>
          <w:tcW w:w="1837" w:type="dxa"/>
        </w:tcPr>
        <w:p w14:paraId="7280F40C" w14:textId="77777777" w:rsidR="002E04D9" w:rsidRPr="00F91B3C" w:rsidRDefault="002E04D9" w:rsidP="002E04D9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  <w:lang w:val="en-US"/>
            </w:rPr>
          </w:pPr>
        </w:p>
      </w:tc>
    </w:tr>
  </w:tbl>
  <w:p w14:paraId="49F74D02" w14:textId="77777777" w:rsidR="002E04D9" w:rsidRPr="00F91B3C" w:rsidRDefault="002E04D9" w:rsidP="00CB2F8A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1DEC3" w14:textId="77777777" w:rsidR="00AC0587" w:rsidRDefault="00AC0587" w:rsidP="00E12D69">
      <w:pPr>
        <w:spacing w:after="60"/>
      </w:pPr>
      <w:r>
        <w:separator/>
      </w:r>
    </w:p>
  </w:footnote>
  <w:footnote w:type="continuationSeparator" w:id="0">
    <w:p w14:paraId="501DD4BC" w14:textId="77777777" w:rsidR="00AC0587" w:rsidRDefault="00AC0587" w:rsidP="00FA6676">
      <w:r>
        <w:continuationSeparator/>
      </w:r>
    </w:p>
    <w:p w14:paraId="2377129B" w14:textId="77777777" w:rsidR="00AC0587" w:rsidRDefault="00AC0587" w:rsidP="00FA6676"/>
    <w:p w14:paraId="2A1183C6" w14:textId="77777777" w:rsidR="00AC0587" w:rsidRDefault="00AC0587" w:rsidP="00FA6676"/>
    <w:p w14:paraId="7CF916FF" w14:textId="77777777" w:rsidR="00AC0587" w:rsidRDefault="00AC0587" w:rsidP="00FA6676"/>
    <w:p w14:paraId="7AF42D31" w14:textId="77777777" w:rsidR="00AC0587" w:rsidRDefault="00AC0587" w:rsidP="00FA6676"/>
    <w:p w14:paraId="0476BB0C" w14:textId="77777777" w:rsidR="00AC0587" w:rsidRDefault="00AC0587" w:rsidP="00FA6676"/>
    <w:p w14:paraId="59F273C7" w14:textId="77777777" w:rsidR="00AC0587" w:rsidRDefault="00AC0587" w:rsidP="00FA6676"/>
    <w:p w14:paraId="455090E1" w14:textId="77777777" w:rsidR="00AC0587" w:rsidRDefault="00AC0587" w:rsidP="00FA6676"/>
    <w:p w14:paraId="3ED2DDAE" w14:textId="77777777" w:rsidR="00AC0587" w:rsidRDefault="00AC0587" w:rsidP="00FA66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1329634809"/>
      <w:docPartObj>
        <w:docPartGallery w:val="Page Numbers (Top of Page)"/>
        <w:docPartUnique/>
      </w:docPartObj>
    </w:sdtPr>
    <w:sdtContent>
      <w:p w14:paraId="19C39DE3" w14:textId="561F9649" w:rsidR="00D741A1" w:rsidRDefault="00D741A1" w:rsidP="00FA6676">
        <w:pPr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6D1D99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008CBAA7" w14:textId="77777777" w:rsidR="00D741A1" w:rsidRDefault="00D741A1" w:rsidP="00FA66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2552"/>
    </w:tblGrid>
    <w:tr w:rsidR="00CA18ED" w:rsidRPr="00690C71" w14:paraId="6957C041" w14:textId="77777777" w:rsidTr="00CA18ED">
      <w:trPr>
        <w:trHeight w:val="907"/>
      </w:trPr>
      <w:tc>
        <w:tcPr>
          <w:tcW w:w="6804" w:type="dxa"/>
          <w:noWrap/>
          <w:tcMar>
            <w:left w:w="0" w:type="dxa"/>
            <w:right w:w="0" w:type="dxa"/>
          </w:tcMar>
        </w:tcPr>
        <w:p w14:paraId="7FD6F62A" w14:textId="77777777" w:rsidR="004942AD" w:rsidRPr="003B0C3E" w:rsidRDefault="003B0C3E" w:rsidP="003B0C3E">
          <w:pPr>
            <w:rPr>
              <w:szCs w:val="20"/>
            </w:rPr>
          </w:pPr>
          <w:r>
            <w:rPr>
              <w:szCs w:val="20"/>
            </w:rPr>
            <w:t xml:space="preserve"> </w:t>
          </w:r>
        </w:p>
      </w:tc>
      <w:tc>
        <w:tcPr>
          <w:tcW w:w="2552" w:type="dxa"/>
          <w:noWrap/>
          <w:tcMar>
            <w:top w:w="57" w:type="dxa"/>
            <w:right w:w="57" w:type="dxa"/>
          </w:tcMar>
        </w:tcPr>
        <w:p w14:paraId="74AE9A06" w14:textId="77777777" w:rsidR="00CA18ED" w:rsidRPr="00CA401B" w:rsidRDefault="00CA18ED" w:rsidP="004A08EE">
          <w:pPr>
            <w:pStyle w:val="EncabezadoGeob"/>
          </w:pPr>
        </w:p>
      </w:tc>
    </w:tr>
  </w:tbl>
  <w:p w14:paraId="667762FD" w14:textId="77777777" w:rsidR="00D741A1" w:rsidRDefault="00C852DB" w:rsidP="00FA6676">
    <w:pPr>
      <w:pStyle w:val="PrimerTituloPortadaGeob"/>
    </w:pPr>
    <w:r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762688" behindDoc="0" locked="0" layoutInCell="1" allowOverlap="1" wp14:anchorId="6590584A" wp14:editId="6D980D49">
              <wp:simplePos x="0" y="0"/>
              <wp:positionH relativeFrom="column">
                <wp:posOffset>-1111664</wp:posOffset>
              </wp:positionH>
              <wp:positionV relativeFrom="paragraph">
                <wp:posOffset>166370</wp:posOffset>
              </wp:positionV>
              <wp:extent cx="7897384" cy="0"/>
              <wp:effectExtent l="0" t="0" r="27940" b="19050"/>
              <wp:wrapNone/>
              <wp:docPr id="99" name="Conector recto 9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97384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4441653F">
            <v:line id="Conector recto 99" style="position:absolute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969696 [3209]" strokeweight=".5pt" from="-87.55pt,13.1pt" to="534.3pt,13.1pt" w14:anchorId="412E86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">
              <v:stroke joinstyle="miter"/>
            </v:line>
          </w:pict>
        </mc:Fallback>
      </mc:AlternateContent>
    </w:r>
  </w:p>
  <w:p w14:paraId="0D1D7AE6" w14:textId="77777777" w:rsidR="00D741A1" w:rsidRDefault="00D741A1" w:rsidP="00FA6676">
    <w:pPr>
      <w:pStyle w:val="TercerTtuloPortad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475" w:type="dxa"/>
      <w:tblInd w:w="-1560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60"/>
      <w:gridCol w:w="2369"/>
      <w:gridCol w:w="6703"/>
      <w:gridCol w:w="567"/>
      <w:gridCol w:w="1276"/>
    </w:tblGrid>
    <w:tr w:rsidR="008C703F" w:rsidRPr="00690C71" w14:paraId="02286B3E" w14:textId="77777777" w:rsidTr="000F4814">
      <w:trPr>
        <w:trHeight w:val="533"/>
      </w:trPr>
      <w:tc>
        <w:tcPr>
          <w:tcW w:w="1560" w:type="dxa"/>
        </w:tcPr>
        <w:p w14:paraId="5185E987" w14:textId="77777777" w:rsidR="008C703F" w:rsidRPr="00466A62" w:rsidRDefault="008C703F" w:rsidP="008C703F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2369" w:type="dxa"/>
          <w:noWrap/>
          <w:tcMar>
            <w:left w:w="0" w:type="dxa"/>
            <w:right w:w="0" w:type="dxa"/>
          </w:tcMar>
        </w:tcPr>
        <w:p w14:paraId="195CD05D" w14:textId="77777777" w:rsidR="008C703F" w:rsidRDefault="008C703F" w:rsidP="008C703F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inline distT="0" distB="0" distL="0" distR="0" wp14:anchorId="0075B8DD" wp14:editId="3F41A664">
                <wp:extent cx="745200" cy="187200"/>
                <wp:effectExtent l="0" t="0" r="4445" b="3810"/>
                <wp:docPr id="1821603692" name="Imagen 1821603692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3" w:type="dxa"/>
          <w:noWrap/>
        </w:tcPr>
        <w:p w14:paraId="18B23DFA" w14:textId="71B6FFF8" w:rsidR="008C703F" w:rsidRPr="008C703F" w:rsidRDefault="00000000" w:rsidP="009D755F">
          <w:pPr>
            <w:pStyle w:val="EncabezadoyNumerodepginaGeob2021"/>
            <w:rPr>
              <w:bCs/>
              <w:szCs w:val="18"/>
            </w:rPr>
          </w:pPr>
          <w:sdt>
            <w:sdtPr>
              <w:alias w:val="Asunto"/>
              <w:tag w:val=""/>
              <w:id w:val="-313419352"/>
              <w:placeholder>
                <w:docPart w:val="8E501D0D1FAD4BE994D86FF94CAE5ABB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6A77EF">
                <w:t>Informe Anual Plan de Seguimiento Ambiental Biótico – Proyecto Cambios y Mejoras en la Operación Minera del Salar de Atacama</w:t>
              </w:r>
            </w:sdtContent>
          </w:sdt>
          <w:r w:rsidR="008C703F" w:rsidRPr="008C703F">
            <w:rPr>
              <w:bCs/>
              <w:szCs w:val="18"/>
            </w:rPr>
            <w:t xml:space="preserve"> </w:t>
          </w:r>
        </w:p>
        <w:p w14:paraId="09007086" w14:textId="77777777" w:rsidR="008C703F" w:rsidRPr="00CA401B" w:rsidRDefault="008C703F" w:rsidP="008C703F">
          <w:pPr>
            <w:pStyle w:val="Piedepgina"/>
            <w:jc w:val="right"/>
          </w:pPr>
        </w:p>
      </w:tc>
      <w:tc>
        <w:tcPr>
          <w:tcW w:w="567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-317646143"/>
            <w:docPartObj>
              <w:docPartGallery w:val="Page Numbers (Bottom of Page)"/>
              <w:docPartUnique/>
            </w:docPartObj>
          </w:sdtPr>
          <w:sdtContent>
            <w:p w14:paraId="70E969D7" w14:textId="77777777" w:rsidR="008C703F" w:rsidRPr="00096CC6" w:rsidRDefault="008C703F" w:rsidP="009D755F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1276" w:type="dxa"/>
        </w:tcPr>
        <w:p w14:paraId="458E60E8" w14:textId="77777777" w:rsidR="008C703F" w:rsidRDefault="008C703F" w:rsidP="009D755F">
          <w:pPr>
            <w:pStyle w:val="EncabezadoyNumerodepginaGeob2021"/>
          </w:pPr>
        </w:p>
      </w:tc>
    </w:tr>
  </w:tbl>
  <w:p w14:paraId="63A6DD86" w14:textId="77777777" w:rsidR="00D741A1" w:rsidRPr="00ED6938" w:rsidRDefault="00D741A1" w:rsidP="008D346A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475" w:type="dxa"/>
      <w:tblInd w:w="-1560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4"/>
      <w:gridCol w:w="2369"/>
      <w:gridCol w:w="6703"/>
      <w:gridCol w:w="567"/>
      <w:gridCol w:w="992"/>
    </w:tblGrid>
    <w:tr w:rsidR="004D7B88" w:rsidRPr="00690C71" w14:paraId="6E6C7814" w14:textId="77777777" w:rsidTr="000F4814">
      <w:trPr>
        <w:trHeight w:val="533"/>
      </w:trPr>
      <w:tc>
        <w:tcPr>
          <w:tcW w:w="1844" w:type="dxa"/>
        </w:tcPr>
        <w:p w14:paraId="21A9F2D1" w14:textId="77777777" w:rsidR="004D7B88" w:rsidRPr="00466A62" w:rsidRDefault="004D7B88" w:rsidP="004D7B88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2369" w:type="dxa"/>
          <w:noWrap/>
          <w:tcMar>
            <w:left w:w="0" w:type="dxa"/>
            <w:right w:w="0" w:type="dxa"/>
          </w:tcMar>
        </w:tcPr>
        <w:p w14:paraId="0FD4F387" w14:textId="77777777" w:rsidR="004D7B88" w:rsidRDefault="004D7B88" w:rsidP="004D7B88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inline distT="0" distB="0" distL="0" distR="0" wp14:anchorId="10390AEA" wp14:editId="77646C66">
                <wp:extent cx="745200" cy="187200"/>
                <wp:effectExtent l="0" t="0" r="4445" b="3810"/>
                <wp:docPr id="836539757" name="Imagen 836539757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3" w:type="dxa"/>
          <w:noWrap/>
        </w:tcPr>
        <w:p w14:paraId="778F2CF9" w14:textId="77777777" w:rsidR="004D7B88" w:rsidRPr="009D755F" w:rsidRDefault="004D7B88" w:rsidP="009D755F">
          <w:pPr>
            <w:pStyle w:val="EncabezadoyNumerodepginaGeob2021"/>
          </w:pPr>
          <w:r w:rsidRPr="009D755F">
            <w:t>Control de revisiones</w:t>
          </w:r>
        </w:p>
      </w:tc>
      <w:tc>
        <w:tcPr>
          <w:tcW w:w="567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-314878693"/>
            <w:docPartObj>
              <w:docPartGallery w:val="Page Numbers (Bottom of Page)"/>
              <w:docPartUnique/>
            </w:docPartObj>
          </w:sdtPr>
          <w:sdtContent>
            <w:p w14:paraId="4ABD4FBB" w14:textId="77777777" w:rsidR="004D7B88" w:rsidRPr="00096CC6" w:rsidRDefault="004D7B88" w:rsidP="009D755F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992" w:type="dxa"/>
        </w:tcPr>
        <w:p w14:paraId="5BA89BC3" w14:textId="77777777" w:rsidR="004D7B88" w:rsidRDefault="004D7B88" w:rsidP="009D755F">
          <w:pPr>
            <w:pStyle w:val="EncabezadoyNumerodepginaGeob2021"/>
          </w:pPr>
        </w:p>
      </w:tc>
    </w:tr>
  </w:tbl>
  <w:p w14:paraId="52479B37" w14:textId="77777777" w:rsidR="00D741A1" w:rsidRPr="004F5DAD" w:rsidRDefault="00D741A1" w:rsidP="00BB2417">
    <w:pPr>
      <w:ind w:right="332"/>
      <w:rPr>
        <w:b/>
        <w:sz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475" w:type="dxa"/>
      <w:tblInd w:w="-1560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4"/>
      <w:gridCol w:w="2369"/>
      <w:gridCol w:w="6703"/>
      <w:gridCol w:w="567"/>
      <w:gridCol w:w="992"/>
    </w:tblGrid>
    <w:tr w:rsidR="004D7B88" w:rsidRPr="00690C71" w14:paraId="71EF9DE9" w14:textId="77777777" w:rsidTr="000F4814">
      <w:trPr>
        <w:trHeight w:val="533"/>
      </w:trPr>
      <w:tc>
        <w:tcPr>
          <w:tcW w:w="1844" w:type="dxa"/>
        </w:tcPr>
        <w:p w14:paraId="24B707A7" w14:textId="77777777" w:rsidR="004D7B88" w:rsidRPr="00466A62" w:rsidRDefault="004D7B88" w:rsidP="004D7B88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2369" w:type="dxa"/>
          <w:noWrap/>
          <w:tcMar>
            <w:left w:w="0" w:type="dxa"/>
            <w:right w:w="0" w:type="dxa"/>
          </w:tcMar>
        </w:tcPr>
        <w:p w14:paraId="1CAD5AE0" w14:textId="77777777" w:rsidR="004D7B88" w:rsidRDefault="004D7B88" w:rsidP="004D7B88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inline distT="0" distB="0" distL="0" distR="0" wp14:anchorId="67F7BBE9" wp14:editId="25F0BDFA">
                <wp:extent cx="745200" cy="187200"/>
                <wp:effectExtent l="0" t="0" r="4445" b="3810"/>
                <wp:docPr id="4" name="Imagen 4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3" w:type="dxa"/>
          <w:noWrap/>
        </w:tcPr>
        <w:p w14:paraId="4184089C" w14:textId="77777777" w:rsidR="004D7B88" w:rsidRPr="008C703F" w:rsidRDefault="008C703F" w:rsidP="004D7B88">
          <w:pPr>
            <w:pStyle w:val="Piedepgina"/>
            <w:jc w:val="right"/>
            <w:rPr>
              <w:rFonts w:eastAsia="Times New Roman"/>
              <w:b/>
              <w:sz w:val="16"/>
              <w:lang w:eastAsia="es-MX"/>
            </w:rPr>
          </w:pPr>
          <w:r w:rsidRPr="008C703F">
            <w:rPr>
              <w:rFonts w:eastAsia="Times New Roman"/>
              <w:b/>
              <w:sz w:val="16"/>
              <w:lang w:eastAsia="es-MX"/>
            </w:rPr>
            <w:t>Contenido</w:t>
          </w:r>
        </w:p>
      </w:tc>
      <w:tc>
        <w:tcPr>
          <w:tcW w:w="567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-59869407"/>
            <w:docPartObj>
              <w:docPartGallery w:val="Page Numbers (Bottom of Page)"/>
              <w:docPartUnique/>
            </w:docPartObj>
          </w:sdtPr>
          <w:sdtContent>
            <w:p w14:paraId="014B1C39" w14:textId="77777777" w:rsidR="004D7B88" w:rsidRPr="00096CC6" w:rsidRDefault="004D7B88" w:rsidP="009D755F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992" w:type="dxa"/>
        </w:tcPr>
        <w:p w14:paraId="39865820" w14:textId="77777777" w:rsidR="004D7B88" w:rsidRDefault="004D7B88" w:rsidP="009D755F">
          <w:pPr>
            <w:pStyle w:val="EncabezadoyNumerodepginaGeob2021"/>
          </w:pPr>
        </w:p>
      </w:tc>
    </w:tr>
  </w:tbl>
  <w:p w14:paraId="1089FA98" w14:textId="77777777" w:rsidR="004942AD" w:rsidRPr="004F5DAD" w:rsidRDefault="004942AD" w:rsidP="004D7B88">
    <w:pPr>
      <w:ind w:right="332"/>
      <w:rPr>
        <w:b/>
        <w:sz w:val="18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475" w:type="dxa"/>
      <w:tblInd w:w="-1560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60"/>
      <w:gridCol w:w="4253"/>
      <w:gridCol w:w="4819"/>
      <w:gridCol w:w="567"/>
      <w:gridCol w:w="1276"/>
    </w:tblGrid>
    <w:tr w:rsidR="002E04D9" w:rsidRPr="00690C71" w14:paraId="2EC4BB94" w14:textId="77777777" w:rsidTr="006477A1">
      <w:trPr>
        <w:trHeight w:val="533"/>
      </w:trPr>
      <w:tc>
        <w:tcPr>
          <w:tcW w:w="1560" w:type="dxa"/>
        </w:tcPr>
        <w:p w14:paraId="4E67EF7F" w14:textId="77777777" w:rsidR="002E04D9" w:rsidRPr="00466A62" w:rsidRDefault="002E04D9" w:rsidP="002E04D9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4253" w:type="dxa"/>
          <w:noWrap/>
          <w:tcMar>
            <w:left w:w="0" w:type="dxa"/>
            <w:right w:w="0" w:type="dxa"/>
          </w:tcMar>
        </w:tcPr>
        <w:p w14:paraId="045BAB2A" w14:textId="77777777" w:rsidR="002E04D9" w:rsidRDefault="002E04D9" w:rsidP="002E04D9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anchor distT="0" distB="0" distL="114300" distR="114300" simplePos="0" relativeHeight="251877376" behindDoc="0" locked="0" layoutInCell="1" allowOverlap="1" wp14:anchorId="353C7741" wp14:editId="654CAF82">
                <wp:simplePos x="0" y="0"/>
                <wp:positionH relativeFrom="column">
                  <wp:posOffset>0</wp:posOffset>
                </wp:positionH>
                <wp:positionV relativeFrom="paragraph">
                  <wp:posOffset>125</wp:posOffset>
                </wp:positionV>
                <wp:extent cx="745200" cy="187200"/>
                <wp:effectExtent l="0" t="0" r="0" b="3810"/>
                <wp:wrapSquare wrapText="bothSides"/>
                <wp:docPr id="95" name="Imagen 95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819" w:type="dxa"/>
          <w:noWrap/>
        </w:tcPr>
        <w:p w14:paraId="4BC21D6F" w14:textId="10EC4077" w:rsidR="002E04D9" w:rsidRPr="008C703F" w:rsidRDefault="00000000" w:rsidP="002E04D9">
          <w:pPr>
            <w:jc w:val="right"/>
            <w:rPr>
              <w:b/>
              <w:bCs/>
              <w:sz w:val="16"/>
              <w:szCs w:val="18"/>
            </w:rPr>
          </w:pPr>
          <w:sdt>
            <w:sdtPr>
              <w:rPr>
                <w:rFonts w:cs="Calibri (Cuerpo)"/>
                <w:b/>
                <w:sz w:val="16"/>
              </w:rPr>
              <w:alias w:val="Asunto"/>
              <w:tag w:val=""/>
              <w:id w:val="-1742869007"/>
              <w:placeholder>
                <w:docPart w:val="401D303EDA2346F7B12353DA8BABC2C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6A77EF">
                <w:rPr>
                  <w:rFonts w:cs="Calibri (Cuerpo)"/>
                  <w:b/>
                  <w:sz w:val="16"/>
                </w:rPr>
                <w:t>Informe Anual Plan de Seguimiento Ambiental Biótico – Proyecto Cambios y Mejoras en la Operación Minera del Salar de Atacama</w:t>
              </w:r>
            </w:sdtContent>
          </w:sdt>
          <w:r w:rsidR="002E04D9" w:rsidRPr="008C703F">
            <w:rPr>
              <w:b/>
              <w:bCs/>
              <w:sz w:val="16"/>
              <w:szCs w:val="18"/>
            </w:rPr>
            <w:t xml:space="preserve"> </w:t>
          </w:r>
        </w:p>
        <w:p w14:paraId="70F0077C" w14:textId="77777777" w:rsidR="002E04D9" w:rsidRPr="00CA401B" w:rsidRDefault="002E04D9" w:rsidP="002E04D9">
          <w:pPr>
            <w:pStyle w:val="Piedepgina"/>
            <w:jc w:val="right"/>
          </w:pPr>
        </w:p>
      </w:tc>
      <w:tc>
        <w:tcPr>
          <w:tcW w:w="567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-1418939941"/>
            <w:docPartObj>
              <w:docPartGallery w:val="Page Numbers (Bottom of Page)"/>
              <w:docPartUnique/>
            </w:docPartObj>
          </w:sdtPr>
          <w:sdtContent>
            <w:p w14:paraId="435C09EC" w14:textId="77777777" w:rsidR="002E04D9" w:rsidRPr="00096CC6" w:rsidRDefault="002E04D9" w:rsidP="002E04D9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1276" w:type="dxa"/>
        </w:tcPr>
        <w:p w14:paraId="3CF56F89" w14:textId="77777777" w:rsidR="002E04D9" w:rsidRDefault="002E04D9" w:rsidP="002E04D9">
          <w:pPr>
            <w:pStyle w:val="EncabezadoyNumerodepginaGeob2021"/>
          </w:pPr>
        </w:p>
      </w:tc>
    </w:tr>
  </w:tbl>
  <w:p w14:paraId="4C5CEA51" w14:textId="77777777" w:rsidR="002E04D9" w:rsidRPr="00ED6938" w:rsidRDefault="002E04D9" w:rsidP="008D346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213AD"/>
    <w:multiLevelType w:val="hybridMultilevel"/>
    <w:tmpl w:val="99BC654E"/>
    <w:lvl w:ilvl="0" w:tplc="8D1A7F7E">
      <w:start w:val="1"/>
      <w:numFmt w:val="lowerLetter"/>
      <w:pStyle w:val="VietaletraGeob"/>
      <w:lvlText w:val="%1."/>
      <w:lvlJc w:val="left"/>
      <w:pPr>
        <w:ind w:left="853" w:hanging="360"/>
      </w:pPr>
      <w:rPr>
        <w:rFonts w:ascii="Franklin Gothic Book" w:hAnsi="Franklin Gothic Book" w:hint="default"/>
        <w:b/>
        <w:i w:val="0"/>
        <w:color w:val="524B44" w:themeColor="text2" w:themeShade="80"/>
        <w:sz w:val="16"/>
      </w:rPr>
    </w:lvl>
    <w:lvl w:ilvl="1" w:tplc="340A0019">
      <w:start w:val="1"/>
      <w:numFmt w:val="lowerLetter"/>
      <w:lvlText w:val="%2."/>
      <w:lvlJc w:val="left"/>
      <w:pPr>
        <w:ind w:left="1866" w:hanging="360"/>
      </w:pPr>
    </w:lvl>
    <w:lvl w:ilvl="2" w:tplc="340A001B">
      <w:start w:val="1"/>
      <w:numFmt w:val="lowerRoman"/>
      <w:lvlText w:val="%3."/>
      <w:lvlJc w:val="right"/>
      <w:pPr>
        <w:ind w:left="2586" w:hanging="180"/>
      </w:pPr>
    </w:lvl>
    <w:lvl w:ilvl="3" w:tplc="340A000F" w:tentative="1">
      <w:start w:val="1"/>
      <w:numFmt w:val="decimal"/>
      <w:lvlText w:val="%4."/>
      <w:lvlJc w:val="left"/>
      <w:pPr>
        <w:ind w:left="3306" w:hanging="360"/>
      </w:pPr>
    </w:lvl>
    <w:lvl w:ilvl="4" w:tplc="340A0019" w:tentative="1">
      <w:start w:val="1"/>
      <w:numFmt w:val="lowerLetter"/>
      <w:lvlText w:val="%5."/>
      <w:lvlJc w:val="left"/>
      <w:pPr>
        <w:ind w:left="4026" w:hanging="360"/>
      </w:pPr>
    </w:lvl>
    <w:lvl w:ilvl="5" w:tplc="340A001B" w:tentative="1">
      <w:start w:val="1"/>
      <w:numFmt w:val="lowerRoman"/>
      <w:lvlText w:val="%6."/>
      <w:lvlJc w:val="right"/>
      <w:pPr>
        <w:ind w:left="4746" w:hanging="180"/>
      </w:pPr>
    </w:lvl>
    <w:lvl w:ilvl="6" w:tplc="340A000F" w:tentative="1">
      <w:start w:val="1"/>
      <w:numFmt w:val="decimal"/>
      <w:lvlText w:val="%7."/>
      <w:lvlJc w:val="left"/>
      <w:pPr>
        <w:ind w:left="5466" w:hanging="360"/>
      </w:pPr>
    </w:lvl>
    <w:lvl w:ilvl="7" w:tplc="340A0019" w:tentative="1">
      <w:start w:val="1"/>
      <w:numFmt w:val="lowerLetter"/>
      <w:lvlText w:val="%8."/>
      <w:lvlJc w:val="left"/>
      <w:pPr>
        <w:ind w:left="6186" w:hanging="360"/>
      </w:pPr>
    </w:lvl>
    <w:lvl w:ilvl="8" w:tplc="3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C3328CA"/>
    <w:multiLevelType w:val="multilevel"/>
    <w:tmpl w:val="58900724"/>
    <w:styleLink w:val="Listaactual7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5F8084E"/>
    <w:multiLevelType w:val="multilevel"/>
    <w:tmpl w:val="FEAA5C16"/>
    <w:styleLink w:val="Listaactual10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  <w:i w:val="0"/>
        <w:color w:val="524B44" w:themeColor="text2" w:themeShade="8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4186F9D"/>
    <w:multiLevelType w:val="multilevel"/>
    <w:tmpl w:val="5052E510"/>
    <w:styleLink w:val="Listaactual1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83EEA"/>
    <w:multiLevelType w:val="multilevel"/>
    <w:tmpl w:val="9D4C1920"/>
    <w:styleLink w:val="Listaactual5"/>
    <w:lvl w:ilvl="0">
      <w:start w:val="1"/>
      <w:numFmt w:val="decimal"/>
      <w:lvlText w:val="%1."/>
      <w:lvlJc w:val="left"/>
      <w:pPr>
        <w:ind w:left="1069" w:hanging="360"/>
      </w:pPr>
      <w:rPr>
        <w:rFonts w:ascii="Franklin Gothic Book" w:hAnsi="Franklin Gothic Book" w:hint="default"/>
        <w:b w:val="0"/>
        <w:i w:val="0"/>
        <w:color w:val="auto"/>
        <w:sz w:val="20"/>
      </w:rPr>
    </w:lvl>
    <w:lvl w:ilvl="1">
      <w:start w:val="1"/>
      <w:numFmt w:val="decimal"/>
      <w:lvlText w:val="%1.%2"/>
      <w:lvlJc w:val="left"/>
      <w:pPr>
        <w:ind w:left="993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57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093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29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65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0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237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738" w:hanging="360"/>
      </w:pPr>
      <w:rPr>
        <w:rFonts w:hint="default"/>
      </w:rPr>
    </w:lvl>
  </w:abstractNum>
  <w:abstractNum w:abstractNumId="5" w15:restartNumberingAfterBreak="0">
    <w:nsid w:val="28C83698"/>
    <w:multiLevelType w:val="multilevel"/>
    <w:tmpl w:val="ED846096"/>
    <w:styleLink w:val="Listaactual3"/>
    <w:lvl w:ilvl="0">
      <w:start w:val="1"/>
      <w:numFmt w:val="lowerLetter"/>
      <w:lvlText w:val="%1."/>
      <w:lvlJc w:val="left"/>
      <w:pPr>
        <w:ind w:left="284" w:hanging="284"/>
      </w:pPr>
      <w:rPr>
        <w:rFonts w:hint="default"/>
        <w:b w:val="0"/>
        <w:i w:val="0"/>
        <w:color w:val="auto"/>
        <w:sz w:val="18"/>
      </w:rPr>
    </w:lvl>
    <w:lvl w:ilvl="1">
      <w:start w:val="1"/>
      <w:numFmt w:val="decimal"/>
      <w:lvlText w:val="%1.%2"/>
      <w:lvlJc w:val="left"/>
      <w:pPr>
        <w:ind w:left="28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86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022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58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94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0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66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029" w:hanging="360"/>
      </w:pPr>
      <w:rPr>
        <w:rFonts w:hint="default"/>
      </w:rPr>
    </w:lvl>
  </w:abstractNum>
  <w:abstractNum w:abstractNumId="6" w15:restartNumberingAfterBreak="0">
    <w:nsid w:val="42283F8D"/>
    <w:multiLevelType w:val="multilevel"/>
    <w:tmpl w:val="4308034A"/>
    <w:styleLink w:val="Listaactual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F9961FF"/>
    <w:multiLevelType w:val="multilevel"/>
    <w:tmpl w:val="DF766366"/>
    <w:styleLink w:val="Listaactual6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4F877BB"/>
    <w:multiLevelType w:val="multilevel"/>
    <w:tmpl w:val="6A14E9BE"/>
    <w:styleLink w:val="Listaactual2"/>
    <w:lvl w:ilvl="0">
      <w:start w:val="1"/>
      <w:numFmt w:val="lowerLetter"/>
      <w:lvlText w:val="%1."/>
      <w:lvlJc w:val="left"/>
      <w:pPr>
        <w:ind w:left="720" w:hanging="360"/>
      </w:pPr>
      <w:rPr>
        <w:rFonts w:ascii="Franklin Gothic Book" w:hAnsi="Franklin Gothic Book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746CE"/>
    <w:multiLevelType w:val="multilevel"/>
    <w:tmpl w:val="6628768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59AF53B6"/>
    <w:multiLevelType w:val="multilevel"/>
    <w:tmpl w:val="FD9007AC"/>
    <w:lvl w:ilvl="0">
      <w:start w:val="1"/>
      <w:numFmt w:val="bullet"/>
      <w:pStyle w:val="VietapuntoGeob"/>
      <w:lvlText w:val=""/>
      <w:lvlJc w:val="left"/>
      <w:pPr>
        <w:ind w:left="1146" w:hanging="360"/>
      </w:pPr>
      <w:rPr>
        <w:rFonts w:ascii="Symbol" w:hAnsi="Symbol" w:hint="default"/>
        <w:b/>
        <w:i w:val="0"/>
        <w:color w:val="524B44" w:themeColor="text2" w:themeShade="80"/>
      </w:rPr>
    </w:lvl>
    <w:lvl w:ilvl="1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8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94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026" w:hanging="360"/>
      </w:pPr>
      <w:rPr>
        <w:rFonts w:ascii="Symbol" w:hAnsi="Symbol" w:hint="default"/>
      </w:rPr>
    </w:lvl>
  </w:abstractNum>
  <w:abstractNum w:abstractNumId="11" w15:restartNumberingAfterBreak="0">
    <w:nsid w:val="63410AD2"/>
    <w:multiLevelType w:val="multilevel"/>
    <w:tmpl w:val="E7B003D8"/>
    <w:styleLink w:val="Listaactual11"/>
    <w:lvl w:ilvl="0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  <w:b/>
        <w:i w:val="0"/>
        <w:color w:val="524B44" w:themeColor="text2" w:themeShade="80"/>
      </w:rPr>
    </w:lvl>
    <w:lvl w:ilvl="1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8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94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026" w:hanging="360"/>
      </w:pPr>
      <w:rPr>
        <w:rFonts w:ascii="Symbol" w:hAnsi="Symbol" w:hint="default"/>
      </w:rPr>
    </w:lvl>
  </w:abstractNum>
  <w:abstractNum w:abstractNumId="12" w15:restartNumberingAfterBreak="0">
    <w:nsid w:val="65D57046"/>
    <w:multiLevelType w:val="multilevel"/>
    <w:tmpl w:val="260AC1A8"/>
    <w:styleLink w:val="Listaactual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color w:val="auto"/>
        <w:sz w:val="18"/>
      </w:rPr>
    </w:lvl>
    <w:lvl w:ilvl="1">
      <w:start w:val="1"/>
      <w:numFmt w:val="decimal"/>
      <w:lvlText w:val="%1.%2"/>
      <w:lvlJc w:val="left"/>
      <w:pPr>
        <w:ind w:left="993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57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093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29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65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0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237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738" w:hanging="360"/>
      </w:pPr>
      <w:rPr>
        <w:rFonts w:hint="default"/>
      </w:rPr>
    </w:lvl>
  </w:abstractNum>
  <w:abstractNum w:abstractNumId="13" w15:restartNumberingAfterBreak="0">
    <w:nsid w:val="6DF76E39"/>
    <w:multiLevelType w:val="multilevel"/>
    <w:tmpl w:val="2E2EF3F8"/>
    <w:styleLink w:val="Listaactual9"/>
    <w:lvl w:ilvl="0">
      <w:start w:val="1"/>
      <w:numFmt w:val="bullet"/>
      <w:lvlText w:val="−"/>
      <w:lvlJc w:val="left"/>
      <w:pPr>
        <w:ind w:left="1146" w:hanging="360"/>
      </w:pPr>
      <w:rPr>
        <w:rFonts w:ascii="Archivo" w:hAnsi="Archivo" w:hint="default"/>
        <w:b/>
        <w:i w:val="0"/>
        <w:color w:val="524B44" w:themeColor="text2" w:themeShade="8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 w16cid:durableId="1249148493">
    <w:abstractNumId w:val="0"/>
  </w:num>
  <w:num w:numId="2" w16cid:durableId="269892596">
    <w:abstractNumId w:val="10"/>
  </w:num>
  <w:num w:numId="3" w16cid:durableId="1633361349">
    <w:abstractNumId w:val="3"/>
  </w:num>
  <w:num w:numId="4" w16cid:durableId="852690920">
    <w:abstractNumId w:val="8"/>
  </w:num>
  <w:num w:numId="5" w16cid:durableId="173960105">
    <w:abstractNumId w:val="5"/>
  </w:num>
  <w:num w:numId="6" w16cid:durableId="1736515248">
    <w:abstractNumId w:val="12"/>
  </w:num>
  <w:num w:numId="7" w16cid:durableId="863984209">
    <w:abstractNumId w:val="4"/>
  </w:num>
  <w:num w:numId="8" w16cid:durableId="2124835669">
    <w:abstractNumId w:val="9"/>
  </w:num>
  <w:num w:numId="9" w16cid:durableId="206644527">
    <w:abstractNumId w:val="7"/>
  </w:num>
  <w:num w:numId="10" w16cid:durableId="239408224">
    <w:abstractNumId w:val="1"/>
  </w:num>
  <w:num w:numId="11" w16cid:durableId="900099250">
    <w:abstractNumId w:val="6"/>
  </w:num>
  <w:num w:numId="12" w16cid:durableId="1717269358">
    <w:abstractNumId w:val="13"/>
  </w:num>
  <w:num w:numId="13" w16cid:durableId="1700471607">
    <w:abstractNumId w:val="2"/>
  </w:num>
  <w:num w:numId="14" w16cid:durableId="581717824">
    <w:abstractNumId w:val="11"/>
  </w:num>
  <w:num w:numId="15" w16cid:durableId="163363516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B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stylePaneSortMethod w:val="00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C46"/>
    <w:rsid w:val="000001BC"/>
    <w:rsid w:val="00004F35"/>
    <w:rsid w:val="00012AC2"/>
    <w:rsid w:val="00016B3F"/>
    <w:rsid w:val="000215DB"/>
    <w:rsid w:val="00034422"/>
    <w:rsid w:val="000360EE"/>
    <w:rsid w:val="00036B0E"/>
    <w:rsid w:val="00037084"/>
    <w:rsid w:val="0004353A"/>
    <w:rsid w:val="00043C0A"/>
    <w:rsid w:val="00046C24"/>
    <w:rsid w:val="00047B93"/>
    <w:rsid w:val="0005169C"/>
    <w:rsid w:val="0005631D"/>
    <w:rsid w:val="0006095F"/>
    <w:rsid w:val="00063094"/>
    <w:rsid w:val="000658CC"/>
    <w:rsid w:val="000664EB"/>
    <w:rsid w:val="0007540A"/>
    <w:rsid w:val="0008492D"/>
    <w:rsid w:val="00087242"/>
    <w:rsid w:val="00091309"/>
    <w:rsid w:val="00093DE4"/>
    <w:rsid w:val="0009416B"/>
    <w:rsid w:val="00096CC6"/>
    <w:rsid w:val="000A7398"/>
    <w:rsid w:val="000B260F"/>
    <w:rsid w:val="000B4E8B"/>
    <w:rsid w:val="000B5600"/>
    <w:rsid w:val="000C43EE"/>
    <w:rsid w:val="000D36EC"/>
    <w:rsid w:val="000D4E7B"/>
    <w:rsid w:val="000D7AB6"/>
    <w:rsid w:val="000E008C"/>
    <w:rsid w:val="000E0399"/>
    <w:rsid w:val="000E0F77"/>
    <w:rsid w:val="000E1085"/>
    <w:rsid w:val="000F02C6"/>
    <w:rsid w:val="000F23C4"/>
    <w:rsid w:val="000F4A7F"/>
    <w:rsid w:val="000F51E0"/>
    <w:rsid w:val="001011F7"/>
    <w:rsid w:val="00101306"/>
    <w:rsid w:val="001037BF"/>
    <w:rsid w:val="00104A96"/>
    <w:rsid w:val="00110A0B"/>
    <w:rsid w:val="001125A4"/>
    <w:rsid w:val="00117BEA"/>
    <w:rsid w:val="001208F5"/>
    <w:rsid w:val="001212E1"/>
    <w:rsid w:val="00122208"/>
    <w:rsid w:val="00122669"/>
    <w:rsid w:val="00125E2F"/>
    <w:rsid w:val="00126916"/>
    <w:rsid w:val="00130DD4"/>
    <w:rsid w:val="00131800"/>
    <w:rsid w:val="00131AA5"/>
    <w:rsid w:val="0013267F"/>
    <w:rsid w:val="00134BD3"/>
    <w:rsid w:val="00135154"/>
    <w:rsid w:val="0014034E"/>
    <w:rsid w:val="001429AB"/>
    <w:rsid w:val="0014540C"/>
    <w:rsid w:val="001458D2"/>
    <w:rsid w:val="00145F57"/>
    <w:rsid w:val="00150E3B"/>
    <w:rsid w:val="00156B37"/>
    <w:rsid w:val="001578E1"/>
    <w:rsid w:val="001643D5"/>
    <w:rsid w:val="001655E4"/>
    <w:rsid w:val="0017272C"/>
    <w:rsid w:val="00174450"/>
    <w:rsid w:val="0017459D"/>
    <w:rsid w:val="00180C96"/>
    <w:rsid w:val="001828CB"/>
    <w:rsid w:val="00184829"/>
    <w:rsid w:val="00187FD5"/>
    <w:rsid w:val="00193157"/>
    <w:rsid w:val="00194B86"/>
    <w:rsid w:val="00196C10"/>
    <w:rsid w:val="001975F1"/>
    <w:rsid w:val="001A03EA"/>
    <w:rsid w:val="001A184F"/>
    <w:rsid w:val="001A2606"/>
    <w:rsid w:val="001A28C2"/>
    <w:rsid w:val="001A2B60"/>
    <w:rsid w:val="001A5313"/>
    <w:rsid w:val="001A64E7"/>
    <w:rsid w:val="001A6716"/>
    <w:rsid w:val="001A7FF6"/>
    <w:rsid w:val="001B4C2A"/>
    <w:rsid w:val="001B5A2D"/>
    <w:rsid w:val="001B65B5"/>
    <w:rsid w:val="001C1089"/>
    <w:rsid w:val="001C135C"/>
    <w:rsid w:val="001C3790"/>
    <w:rsid w:val="001D0242"/>
    <w:rsid w:val="001D0CB0"/>
    <w:rsid w:val="001D4234"/>
    <w:rsid w:val="001D765A"/>
    <w:rsid w:val="001E111F"/>
    <w:rsid w:val="001E3363"/>
    <w:rsid w:val="001E35D5"/>
    <w:rsid w:val="001E47B6"/>
    <w:rsid w:val="001E5EA3"/>
    <w:rsid w:val="001E7ECD"/>
    <w:rsid w:val="001F0278"/>
    <w:rsid w:val="001F0353"/>
    <w:rsid w:val="001F0881"/>
    <w:rsid w:val="001F1AAD"/>
    <w:rsid w:val="001F6B8B"/>
    <w:rsid w:val="001F75AF"/>
    <w:rsid w:val="002005D2"/>
    <w:rsid w:val="002006E6"/>
    <w:rsid w:val="002019D9"/>
    <w:rsid w:val="002056B5"/>
    <w:rsid w:val="002058D4"/>
    <w:rsid w:val="00206FD3"/>
    <w:rsid w:val="002136A6"/>
    <w:rsid w:val="002136C4"/>
    <w:rsid w:val="00213A4D"/>
    <w:rsid w:val="002164E5"/>
    <w:rsid w:val="002171B1"/>
    <w:rsid w:val="00220067"/>
    <w:rsid w:val="00223D86"/>
    <w:rsid w:val="00224D48"/>
    <w:rsid w:val="002278EE"/>
    <w:rsid w:val="002318F5"/>
    <w:rsid w:val="00231F64"/>
    <w:rsid w:val="00232A21"/>
    <w:rsid w:val="00234500"/>
    <w:rsid w:val="00234637"/>
    <w:rsid w:val="002350CF"/>
    <w:rsid w:val="00235916"/>
    <w:rsid w:val="002423F7"/>
    <w:rsid w:val="00242F48"/>
    <w:rsid w:val="00245B22"/>
    <w:rsid w:val="0024693B"/>
    <w:rsid w:val="00247886"/>
    <w:rsid w:val="00251FB1"/>
    <w:rsid w:val="002530DE"/>
    <w:rsid w:val="0026703E"/>
    <w:rsid w:val="0026784B"/>
    <w:rsid w:val="002679D6"/>
    <w:rsid w:val="00271266"/>
    <w:rsid w:val="00273D98"/>
    <w:rsid w:val="00274128"/>
    <w:rsid w:val="00274DDB"/>
    <w:rsid w:val="0027774B"/>
    <w:rsid w:val="00280BD7"/>
    <w:rsid w:val="00280BE3"/>
    <w:rsid w:val="002817D6"/>
    <w:rsid w:val="00283291"/>
    <w:rsid w:val="00283B6A"/>
    <w:rsid w:val="00285DB0"/>
    <w:rsid w:val="00293758"/>
    <w:rsid w:val="002A5D92"/>
    <w:rsid w:val="002A68A3"/>
    <w:rsid w:val="002B2C9D"/>
    <w:rsid w:val="002B68AF"/>
    <w:rsid w:val="002C0A36"/>
    <w:rsid w:val="002C1098"/>
    <w:rsid w:val="002C44FB"/>
    <w:rsid w:val="002C4F77"/>
    <w:rsid w:val="002C50B0"/>
    <w:rsid w:val="002C615F"/>
    <w:rsid w:val="002C6E26"/>
    <w:rsid w:val="002C780C"/>
    <w:rsid w:val="002D3C46"/>
    <w:rsid w:val="002D5781"/>
    <w:rsid w:val="002D6FBD"/>
    <w:rsid w:val="002D7604"/>
    <w:rsid w:val="002E04D9"/>
    <w:rsid w:val="002E1B5E"/>
    <w:rsid w:val="002E304D"/>
    <w:rsid w:val="002E6483"/>
    <w:rsid w:val="002F0625"/>
    <w:rsid w:val="002F31EE"/>
    <w:rsid w:val="002F3820"/>
    <w:rsid w:val="0030347C"/>
    <w:rsid w:val="0030396E"/>
    <w:rsid w:val="0031163A"/>
    <w:rsid w:val="00312AC1"/>
    <w:rsid w:val="00313D13"/>
    <w:rsid w:val="003154A7"/>
    <w:rsid w:val="00315808"/>
    <w:rsid w:val="003161D1"/>
    <w:rsid w:val="003219C2"/>
    <w:rsid w:val="003238CE"/>
    <w:rsid w:val="0032615D"/>
    <w:rsid w:val="00330EB1"/>
    <w:rsid w:val="0033140C"/>
    <w:rsid w:val="00331782"/>
    <w:rsid w:val="00332011"/>
    <w:rsid w:val="00341CAA"/>
    <w:rsid w:val="0034235E"/>
    <w:rsid w:val="00347B6D"/>
    <w:rsid w:val="00352892"/>
    <w:rsid w:val="00354431"/>
    <w:rsid w:val="00356836"/>
    <w:rsid w:val="0036777D"/>
    <w:rsid w:val="00372BF5"/>
    <w:rsid w:val="00373979"/>
    <w:rsid w:val="0037600C"/>
    <w:rsid w:val="00380E6E"/>
    <w:rsid w:val="003827EC"/>
    <w:rsid w:val="003845B0"/>
    <w:rsid w:val="003922C6"/>
    <w:rsid w:val="00397089"/>
    <w:rsid w:val="00397E01"/>
    <w:rsid w:val="003A1787"/>
    <w:rsid w:val="003A1876"/>
    <w:rsid w:val="003A3220"/>
    <w:rsid w:val="003A7AD7"/>
    <w:rsid w:val="003B0A1C"/>
    <w:rsid w:val="003B0C3E"/>
    <w:rsid w:val="003B0F51"/>
    <w:rsid w:val="003B55E9"/>
    <w:rsid w:val="003B75C7"/>
    <w:rsid w:val="003C4458"/>
    <w:rsid w:val="003C5C08"/>
    <w:rsid w:val="003C793F"/>
    <w:rsid w:val="003C7981"/>
    <w:rsid w:val="003D0319"/>
    <w:rsid w:val="003D2835"/>
    <w:rsid w:val="003D290B"/>
    <w:rsid w:val="003D3E63"/>
    <w:rsid w:val="003D6019"/>
    <w:rsid w:val="003D7CF9"/>
    <w:rsid w:val="003E20B3"/>
    <w:rsid w:val="003E3F53"/>
    <w:rsid w:val="003E5AB2"/>
    <w:rsid w:val="003E5DCE"/>
    <w:rsid w:val="003F3F1D"/>
    <w:rsid w:val="00404FF6"/>
    <w:rsid w:val="00407187"/>
    <w:rsid w:val="0040724C"/>
    <w:rsid w:val="00407C46"/>
    <w:rsid w:val="004276E3"/>
    <w:rsid w:val="0046084E"/>
    <w:rsid w:val="00462952"/>
    <w:rsid w:val="00464153"/>
    <w:rsid w:val="00464BEC"/>
    <w:rsid w:val="00464E4B"/>
    <w:rsid w:val="00467487"/>
    <w:rsid w:val="00467A99"/>
    <w:rsid w:val="00467DB4"/>
    <w:rsid w:val="004715BA"/>
    <w:rsid w:val="00472248"/>
    <w:rsid w:val="00472324"/>
    <w:rsid w:val="00473FD3"/>
    <w:rsid w:val="00474B75"/>
    <w:rsid w:val="004802D2"/>
    <w:rsid w:val="00482F0A"/>
    <w:rsid w:val="0048563E"/>
    <w:rsid w:val="00487ABE"/>
    <w:rsid w:val="004914D8"/>
    <w:rsid w:val="00492836"/>
    <w:rsid w:val="004942AD"/>
    <w:rsid w:val="004951B2"/>
    <w:rsid w:val="004955E0"/>
    <w:rsid w:val="004A08EE"/>
    <w:rsid w:val="004A0D0B"/>
    <w:rsid w:val="004B0E02"/>
    <w:rsid w:val="004B2BB2"/>
    <w:rsid w:val="004B32F8"/>
    <w:rsid w:val="004B63F3"/>
    <w:rsid w:val="004C0138"/>
    <w:rsid w:val="004C1DE7"/>
    <w:rsid w:val="004C39AB"/>
    <w:rsid w:val="004D3323"/>
    <w:rsid w:val="004D77A6"/>
    <w:rsid w:val="004D7B88"/>
    <w:rsid w:val="004E0827"/>
    <w:rsid w:val="004E3D55"/>
    <w:rsid w:val="004E6276"/>
    <w:rsid w:val="004E7881"/>
    <w:rsid w:val="004F0E11"/>
    <w:rsid w:val="004F327B"/>
    <w:rsid w:val="004F375C"/>
    <w:rsid w:val="004F5DAD"/>
    <w:rsid w:val="00500528"/>
    <w:rsid w:val="00503923"/>
    <w:rsid w:val="0050639C"/>
    <w:rsid w:val="00510182"/>
    <w:rsid w:val="00512275"/>
    <w:rsid w:val="005135E6"/>
    <w:rsid w:val="0052065E"/>
    <w:rsid w:val="0052132F"/>
    <w:rsid w:val="00521BFE"/>
    <w:rsid w:val="00524530"/>
    <w:rsid w:val="0052474F"/>
    <w:rsid w:val="005247B4"/>
    <w:rsid w:val="00524BE1"/>
    <w:rsid w:val="00526364"/>
    <w:rsid w:val="00532B45"/>
    <w:rsid w:val="0054064A"/>
    <w:rsid w:val="005424C9"/>
    <w:rsid w:val="0054388F"/>
    <w:rsid w:val="005439A5"/>
    <w:rsid w:val="00546A2E"/>
    <w:rsid w:val="00553B36"/>
    <w:rsid w:val="0055654C"/>
    <w:rsid w:val="0055724F"/>
    <w:rsid w:val="00572D2A"/>
    <w:rsid w:val="00575722"/>
    <w:rsid w:val="00576172"/>
    <w:rsid w:val="005766A8"/>
    <w:rsid w:val="005910C1"/>
    <w:rsid w:val="005A0387"/>
    <w:rsid w:val="005A21B0"/>
    <w:rsid w:val="005A6B60"/>
    <w:rsid w:val="005A75AA"/>
    <w:rsid w:val="005B02A4"/>
    <w:rsid w:val="005B3954"/>
    <w:rsid w:val="005B6185"/>
    <w:rsid w:val="005B7FC7"/>
    <w:rsid w:val="005C16C9"/>
    <w:rsid w:val="005D06BD"/>
    <w:rsid w:val="005D338F"/>
    <w:rsid w:val="005E15BD"/>
    <w:rsid w:val="005E421C"/>
    <w:rsid w:val="005F0888"/>
    <w:rsid w:val="005F4A0D"/>
    <w:rsid w:val="006027DE"/>
    <w:rsid w:val="00605DD3"/>
    <w:rsid w:val="0062203C"/>
    <w:rsid w:val="0063265D"/>
    <w:rsid w:val="006330A4"/>
    <w:rsid w:val="006415F7"/>
    <w:rsid w:val="00642D08"/>
    <w:rsid w:val="006438A7"/>
    <w:rsid w:val="006477A1"/>
    <w:rsid w:val="006530C5"/>
    <w:rsid w:val="00655D29"/>
    <w:rsid w:val="00657CBE"/>
    <w:rsid w:val="00660A03"/>
    <w:rsid w:val="006652D3"/>
    <w:rsid w:val="00665AA8"/>
    <w:rsid w:val="00671887"/>
    <w:rsid w:val="006720C4"/>
    <w:rsid w:val="00674925"/>
    <w:rsid w:val="006759E5"/>
    <w:rsid w:val="006839D7"/>
    <w:rsid w:val="0068469B"/>
    <w:rsid w:val="006853EB"/>
    <w:rsid w:val="006869A8"/>
    <w:rsid w:val="00690C71"/>
    <w:rsid w:val="006928F9"/>
    <w:rsid w:val="00695B32"/>
    <w:rsid w:val="006A014A"/>
    <w:rsid w:val="006A02F7"/>
    <w:rsid w:val="006A41CD"/>
    <w:rsid w:val="006A77EF"/>
    <w:rsid w:val="006B028C"/>
    <w:rsid w:val="006B450E"/>
    <w:rsid w:val="006B6ACE"/>
    <w:rsid w:val="006B6CC8"/>
    <w:rsid w:val="006C1864"/>
    <w:rsid w:val="006C5C3A"/>
    <w:rsid w:val="006C60A4"/>
    <w:rsid w:val="006D111C"/>
    <w:rsid w:val="006D1D99"/>
    <w:rsid w:val="006D1FF1"/>
    <w:rsid w:val="006E11B7"/>
    <w:rsid w:val="006F2C47"/>
    <w:rsid w:val="006F4316"/>
    <w:rsid w:val="006F5A71"/>
    <w:rsid w:val="006F75D9"/>
    <w:rsid w:val="00701123"/>
    <w:rsid w:val="00703582"/>
    <w:rsid w:val="00711BBF"/>
    <w:rsid w:val="00712233"/>
    <w:rsid w:val="00712E36"/>
    <w:rsid w:val="00713A64"/>
    <w:rsid w:val="0072037B"/>
    <w:rsid w:val="00722B8E"/>
    <w:rsid w:val="00727B1E"/>
    <w:rsid w:val="00731885"/>
    <w:rsid w:val="00731BEC"/>
    <w:rsid w:val="00733310"/>
    <w:rsid w:val="00736166"/>
    <w:rsid w:val="00747EEC"/>
    <w:rsid w:val="00750308"/>
    <w:rsid w:val="00752B00"/>
    <w:rsid w:val="00752BD6"/>
    <w:rsid w:val="0076083A"/>
    <w:rsid w:val="00760E24"/>
    <w:rsid w:val="00765CE5"/>
    <w:rsid w:val="00766230"/>
    <w:rsid w:val="0076645E"/>
    <w:rsid w:val="0076778D"/>
    <w:rsid w:val="00772A53"/>
    <w:rsid w:val="00775EF2"/>
    <w:rsid w:val="00784046"/>
    <w:rsid w:val="00790EF7"/>
    <w:rsid w:val="00791324"/>
    <w:rsid w:val="00792546"/>
    <w:rsid w:val="00794304"/>
    <w:rsid w:val="00797953"/>
    <w:rsid w:val="007A06F9"/>
    <w:rsid w:val="007A38F0"/>
    <w:rsid w:val="007A653A"/>
    <w:rsid w:val="007B2B2B"/>
    <w:rsid w:val="007B2DD0"/>
    <w:rsid w:val="007B3574"/>
    <w:rsid w:val="007B5133"/>
    <w:rsid w:val="007C292F"/>
    <w:rsid w:val="007C46B8"/>
    <w:rsid w:val="007D1F9A"/>
    <w:rsid w:val="007D2069"/>
    <w:rsid w:val="007D248D"/>
    <w:rsid w:val="007D4AF8"/>
    <w:rsid w:val="007D4B74"/>
    <w:rsid w:val="007D785D"/>
    <w:rsid w:val="007D78A0"/>
    <w:rsid w:val="007D7D05"/>
    <w:rsid w:val="007E55E3"/>
    <w:rsid w:val="007F4395"/>
    <w:rsid w:val="007F4F84"/>
    <w:rsid w:val="007F5158"/>
    <w:rsid w:val="007F5B21"/>
    <w:rsid w:val="007F5E8F"/>
    <w:rsid w:val="007F71DB"/>
    <w:rsid w:val="008034FF"/>
    <w:rsid w:val="00804EB6"/>
    <w:rsid w:val="008065DD"/>
    <w:rsid w:val="00810150"/>
    <w:rsid w:val="0081057A"/>
    <w:rsid w:val="008156D5"/>
    <w:rsid w:val="008169DF"/>
    <w:rsid w:val="00817CAA"/>
    <w:rsid w:val="00821472"/>
    <w:rsid w:val="0082675B"/>
    <w:rsid w:val="00832F30"/>
    <w:rsid w:val="008378E1"/>
    <w:rsid w:val="008410E5"/>
    <w:rsid w:val="00841E59"/>
    <w:rsid w:val="008475EF"/>
    <w:rsid w:val="0085768B"/>
    <w:rsid w:val="008601AB"/>
    <w:rsid w:val="008603CA"/>
    <w:rsid w:val="008603D5"/>
    <w:rsid w:val="00864AE6"/>
    <w:rsid w:val="00864DA5"/>
    <w:rsid w:val="0086738F"/>
    <w:rsid w:val="00872ABB"/>
    <w:rsid w:val="00874829"/>
    <w:rsid w:val="00885840"/>
    <w:rsid w:val="00890F12"/>
    <w:rsid w:val="00893C5E"/>
    <w:rsid w:val="00894CD2"/>
    <w:rsid w:val="008A23AE"/>
    <w:rsid w:val="008A2D59"/>
    <w:rsid w:val="008A5316"/>
    <w:rsid w:val="008A73AC"/>
    <w:rsid w:val="008B2C59"/>
    <w:rsid w:val="008B3755"/>
    <w:rsid w:val="008B44D1"/>
    <w:rsid w:val="008B626A"/>
    <w:rsid w:val="008B64D9"/>
    <w:rsid w:val="008B7C22"/>
    <w:rsid w:val="008C0703"/>
    <w:rsid w:val="008C530F"/>
    <w:rsid w:val="008C5C16"/>
    <w:rsid w:val="008C703F"/>
    <w:rsid w:val="008D346A"/>
    <w:rsid w:val="008D5E94"/>
    <w:rsid w:val="008E0A22"/>
    <w:rsid w:val="008E26AA"/>
    <w:rsid w:val="008E5ED7"/>
    <w:rsid w:val="008E6012"/>
    <w:rsid w:val="008E7403"/>
    <w:rsid w:val="008E7BAB"/>
    <w:rsid w:val="008F0800"/>
    <w:rsid w:val="008F454D"/>
    <w:rsid w:val="008F7C1F"/>
    <w:rsid w:val="00907F83"/>
    <w:rsid w:val="009162CC"/>
    <w:rsid w:val="00917DE4"/>
    <w:rsid w:val="009223AE"/>
    <w:rsid w:val="00925198"/>
    <w:rsid w:val="00932839"/>
    <w:rsid w:val="00933A29"/>
    <w:rsid w:val="00934B9A"/>
    <w:rsid w:val="00937400"/>
    <w:rsid w:val="0094093D"/>
    <w:rsid w:val="0094095A"/>
    <w:rsid w:val="00941168"/>
    <w:rsid w:val="00942A2C"/>
    <w:rsid w:val="009461E8"/>
    <w:rsid w:val="009464BF"/>
    <w:rsid w:val="00947B4B"/>
    <w:rsid w:val="0095204F"/>
    <w:rsid w:val="009555C2"/>
    <w:rsid w:val="00955645"/>
    <w:rsid w:val="00961C0C"/>
    <w:rsid w:val="009657F5"/>
    <w:rsid w:val="009660FA"/>
    <w:rsid w:val="0096645A"/>
    <w:rsid w:val="009710A8"/>
    <w:rsid w:val="009732A6"/>
    <w:rsid w:val="00975220"/>
    <w:rsid w:val="00975289"/>
    <w:rsid w:val="00977830"/>
    <w:rsid w:val="00984CDB"/>
    <w:rsid w:val="0098557A"/>
    <w:rsid w:val="00987B1C"/>
    <w:rsid w:val="00994ED0"/>
    <w:rsid w:val="009A1132"/>
    <w:rsid w:val="009A56B8"/>
    <w:rsid w:val="009A7048"/>
    <w:rsid w:val="009A7835"/>
    <w:rsid w:val="009A7D6A"/>
    <w:rsid w:val="009B757D"/>
    <w:rsid w:val="009C026F"/>
    <w:rsid w:val="009C05FC"/>
    <w:rsid w:val="009C161C"/>
    <w:rsid w:val="009C2577"/>
    <w:rsid w:val="009C7415"/>
    <w:rsid w:val="009D3404"/>
    <w:rsid w:val="009D5B1F"/>
    <w:rsid w:val="009D755F"/>
    <w:rsid w:val="009E2EDB"/>
    <w:rsid w:val="009E3119"/>
    <w:rsid w:val="009E35CE"/>
    <w:rsid w:val="009E3AD8"/>
    <w:rsid w:val="009E3B75"/>
    <w:rsid w:val="009E445C"/>
    <w:rsid w:val="009E529E"/>
    <w:rsid w:val="009E5637"/>
    <w:rsid w:val="009F066E"/>
    <w:rsid w:val="009F3E1E"/>
    <w:rsid w:val="009F5BAC"/>
    <w:rsid w:val="00A00DB9"/>
    <w:rsid w:val="00A0338D"/>
    <w:rsid w:val="00A04BD9"/>
    <w:rsid w:val="00A112B3"/>
    <w:rsid w:val="00A13E6D"/>
    <w:rsid w:val="00A15022"/>
    <w:rsid w:val="00A17488"/>
    <w:rsid w:val="00A17B71"/>
    <w:rsid w:val="00A23F26"/>
    <w:rsid w:val="00A307CC"/>
    <w:rsid w:val="00A314A3"/>
    <w:rsid w:val="00A345D0"/>
    <w:rsid w:val="00A357AD"/>
    <w:rsid w:val="00A360D7"/>
    <w:rsid w:val="00A439F4"/>
    <w:rsid w:val="00A44648"/>
    <w:rsid w:val="00A451F7"/>
    <w:rsid w:val="00A46D57"/>
    <w:rsid w:val="00A50305"/>
    <w:rsid w:val="00A51750"/>
    <w:rsid w:val="00A5183F"/>
    <w:rsid w:val="00A52065"/>
    <w:rsid w:val="00A52A52"/>
    <w:rsid w:val="00A54076"/>
    <w:rsid w:val="00A5422A"/>
    <w:rsid w:val="00A545EC"/>
    <w:rsid w:val="00A604F2"/>
    <w:rsid w:val="00A60D25"/>
    <w:rsid w:val="00A626C0"/>
    <w:rsid w:val="00A76599"/>
    <w:rsid w:val="00A77AD9"/>
    <w:rsid w:val="00A813C2"/>
    <w:rsid w:val="00A84E8E"/>
    <w:rsid w:val="00A86DDA"/>
    <w:rsid w:val="00A87172"/>
    <w:rsid w:val="00A910E3"/>
    <w:rsid w:val="00A92FF9"/>
    <w:rsid w:val="00A97F2D"/>
    <w:rsid w:val="00AA05C9"/>
    <w:rsid w:val="00AA0697"/>
    <w:rsid w:val="00AA104B"/>
    <w:rsid w:val="00AA30B1"/>
    <w:rsid w:val="00AA7337"/>
    <w:rsid w:val="00AA76A4"/>
    <w:rsid w:val="00AB0E71"/>
    <w:rsid w:val="00AB6739"/>
    <w:rsid w:val="00AB6ACF"/>
    <w:rsid w:val="00AC0587"/>
    <w:rsid w:val="00AC20E9"/>
    <w:rsid w:val="00AC24D1"/>
    <w:rsid w:val="00AC2BB0"/>
    <w:rsid w:val="00AC3A15"/>
    <w:rsid w:val="00AC45CD"/>
    <w:rsid w:val="00AC5439"/>
    <w:rsid w:val="00AD3DAA"/>
    <w:rsid w:val="00AD7E5B"/>
    <w:rsid w:val="00AE0394"/>
    <w:rsid w:val="00AE230E"/>
    <w:rsid w:val="00AE3287"/>
    <w:rsid w:val="00AE362F"/>
    <w:rsid w:val="00AE3F7C"/>
    <w:rsid w:val="00AE51EC"/>
    <w:rsid w:val="00AE6FF1"/>
    <w:rsid w:val="00AE7B20"/>
    <w:rsid w:val="00AF0515"/>
    <w:rsid w:val="00AF5A3D"/>
    <w:rsid w:val="00AF77E4"/>
    <w:rsid w:val="00B00503"/>
    <w:rsid w:val="00B01096"/>
    <w:rsid w:val="00B05163"/>
    <w:rsid w:val="00B074FA"/>
    <w:rsid w:val="00B1036D"/>
    <w:rsid w:val="00B104C7"/>
    <w:rsid w:val="00B13C98"/>
    <w:rsid w:val="00B14DA8"/>
    <w:rsid w:val="00B21F90"/>
    <w:rsid w:val="00B245CF"/>
    <w:rsid w:val="00B258F8"/>
    <w:rsid w:val="00B30CAE"/>
    <w:rsid w:val="00B31502"/>
    <w:rsid w:val="00B31E92"/>
    <w:rsid w:val="00B33C25"/>
    <w:rsid w:val="00B40E8E"/>
    <w:rsid w:val="00B419C8"/>
    <w:rsid w:val="00B422E9"/>
    <w:rsid w:val="00B44299"/>
    <w:rsid w:val="00B45891"/>
    <w:rsid w:val="00B4663F"/>
    <w:rsid w:val="00B52972"/>
    <w:rsid w:val="00B529F5"/>
    <w:rsid w:val="00B56BCC"/>
    <w:rsid w:val="00B604B6"/>
    <w:rsid w:val="00B6271D"/>
    <w:rsid w:val="00B63557"/>
    <w:rsid w:val="00B645BF"/>
    <w:rsid w:val="00B65C4A"/>
    <w:rsid w:val="00B66A6B"/>
    <w:rsid w:val="00B75A52"/>
    <w:rsid w:val="00B75B64"/>
    <w:rsid w:val="00B80A65"/>
    <w:rsid w:val="00B9233B"/>
    <w:rsid w:val="00B93561"/>
    <w:rsid w:val="00B93B8F"/>
    <w:rsid w:val="00BA00F2"/>
    <w:rsid w:val="00BA4E73"/>
    <w:rsid w:val="00BA6161"/>
    <w:rsid w:val="00BA6B2A"/>
    <w:rsid w:val="00BB2417"/>
    <w:rsid w:val="00BB668A"/>
    <w:rsid w:val="00BB7DBF"/>
    <w:rsid w:val="00BC4179"/>
    <w:rsid w:val="00BC5F87"/>
    <w:rsid w:val="00BC63EE"/>
    <w:rsid w:val="00BC6B72"/>
    <w:rsid w:val="00BD0D22"/>
    <w:rsid w:val="00BD1A24"/>
    <w:rsid w:val="00BD4A51"/>
    <w:rsid w:val="00BD69DF"/>
    <w:rsid w:val="00BF369D"/>
    <w:rsid w:val="00BF486A"/>
    <w:rsid w:val="00BF6D99"/>
    <w:rsid w:val="00BF7AC4"/>
    <w:rsid w:val="00C014B7"/>
    <w:rsid w:val="00C01C49"/>
    <w:rsid w:val="00C0503B"/>
    <w:rsid w:val="00C052F6"/>
    <w:rsid w:val="00C06CD0"/>
    <w:rsid w:val="00C15CBF"/>
    <w:rsid w:val="00C16454"/>
    <w:rsid w:val="00C16F2E"/>
    <w:rsid w:val="00C233F0"/>
    <w:rsid w:val="00C24F1E"/>
    <w:rsid w:val="00C25D18"/>
    <w:rsid w:val="00C335CD"/>
    <w:rsid w:val="00C44AAD"/>
    <w:rsid w:val="00C467E2"/>
    <w:rsid w:val="00C47575"/>
    <w:rsid w:val="00C4761C"/>
    <w:rsid w:val="00C51956"/>
    <w:rsid w:val="00C519D8"/>
    <w:rsid w:val="00C5729D"/>
    <w:rsid w:val="00C63D45"/>
    <w:rsid w:val="00C642C5"/>
    <w:rsid w:val="00C64E1D"/>
    <w:rsid w:val="00C6514A"/>
    <w:rsid w:val="00C65D5C"/>
    <w:rsid w:val="00C66B98"/>
    <w:rsid w:val="00C71381"/>
    <w:rsid w:val="00C72DC1"/>
    <w:rsid w:val="00C73611"/>
    <w:rsid w:val="00C760D8"/>
    <w:rsid w:val="00C8072B"/>
    <w:rsid w:val="00C80987"/>
    <w:rsid w:val="00C81B77"/>
    <w:rsid w:val="00C82352"/>
    <w:rsid w:val="00C828F2"/>
    <w:rsid w:val="00C82A2D"/>
    <w:rsid w:val="00C8515B"/>
    <w:rsid w:val="00C852DB"/>
    <w:rsid w:val="00C941ED"/>
    <w:rsid w:val="00C970BC"/>
    <w:rsid w:val="00CA18ED"/>
    <w:rsid w:val="00CA1F88"/>
    <w:rsid w:val="00CA3E2E"/>
    <w:rsid w:val="00CA401B"/>
    <w:rsid w:val="00CA66D6"/>
    <w:rsid w:val="00CA7ACA"/>
    <w:rsid w:val="00CB24EB"/>
    <w:rsid w:val="00CB2F8A"/>
    <w:rsid w:val="00CB4B0A"/>
    <w:rsid w:val="00CB6FF3"/>
    <w:rsid w:val="00CC047B"/>
    <w:rsid w:val="00CC426F"/>
    <w:rsid w:val="00CC7573"/>
    <w:rsid w:val="00CD372F"/>
    <w:rsid w:val="00CD53E1"/>
    <w:rsid w:val="00CD5B7E"/>
    <w:rsid w:val="00CE6669"/>
    <w:rsid w:val="00CF20A7"/>
    <w:rsid w:val="00CF2F37"/>
    <w:rsid w:val="00CF3DDE"/>
    <w:rsid w:val="00CF42DB"/>
    <w:rsid w:val="00D03E67"/>
    <w:rsid w:val="00D04B81"/>
    <w:rsid w:val="00D05CFC"/>
    <w:rsid w:val="00D1105E"/>
    <w:rsid w:val="00D14943"/>
    <w:rsid w:val="00D17F9B"/>
    <w:rsid w:val="00D22731"/>
    <w:rsid w:val="00D22B22"/>
    <w:rsid w:val="00D22E68"/>
    <w:rsid w:val="00D27BCA"/>
    <w:rsid w:val="00D31159"/>
    <w:rsid w:val="00D36F00"/>
    <w:rsid w:val="00D40654"/>
    <w:rsid w:val="00D42276"/>
    <w:rsid w:val="00D432B9"/>
    <w:rsid w:val="00D44256"/>
    <w:rsid w:val="00D511C9"/>
    <w:rsid w:val="00D526DE"/>
    <w:rsid w:val="00D53368"/>
    <w:rsid w:val="00D54C2E"/>
    <w:rsid w:val="00D56B92"/>
    <w:rsid w:val="00D60D9F"/>
    <w:rsid w:val="00D648C2"/>
    <w:rsid w:val="00D70653"/>
    <w:rsid w:val="00D73475"/>
    <w:rsid w:val="00D739BA"/>
    <w:rsid w:val="00D741A1"/>
    <w:rsid w:val="00D746F8"/>
    <w:rsid w:val="00D81BB5"/>
    <w:rsid w:val="00D84661"/>
    <w:rsid w:val="00D850BF"/>
    <w:rsid w:val="00D8566F"/>
    <w:rsid w:val="00D86754"/>
    <w:rsid w:val="00D972FE"/>
    <w:rsid w:val="00D97C22"/>
    <w:rsid w:val="00DA0D18"/>
    <w:rsid w:val="00DA0ED2"/>
    <w:rsid w:val="00DA3736"/>
    <w:rsid w:val="00DA3A81"/>
    <w:rsid w:val="00DA49E3"/>
    <w:rsid w:val="00DA7829"/>
    <w:rsid w:val="00DB2454"/>
    <w:rsid w:val="00DB2644"/>
    <w:rsid w:val="00DB3C4D"/>
    <w:rsid w:val="00DB5081"/>
    <w:rsid w:val="00DB6DAA"/>
    <w:rsid w:val="00DC26B4"/>
    <w:rsid w:val="00DC2820"/>
    <w:rsid w:val="00DD12CA"/>
    <w:rsid w:val="00DD26CE"/>
    <w:rsid w:val="00DD6F4C"/>
    <w:rsid w:val="00DE6126"/>
    <w:rsid w:val="00DE720C"/>
    <w:rsid w:val="00DF4A0E"/>
    <w:rsid w:val="00DF644D"/>
    <w:rsid w:val="00E004AF"/>
    <w:rsid w:val="00E02BA7"/>
    <w:rsid w:val="00E030DE"/>
    <w:rsid w:val="00E0795E"/>
    <w:rsid w:val="00E12D69"/>
    <w:rsid w:val="00E134D9"/>
    <w:rsid w:val="00E17957"/>
    <w:rsid w:val="00E2088D"/>
    <w:rsid w:val="00E22014"/>
    <w:rsid w:val="00E2227D"/>
    <w:rsid w:val="00E240CA"/>
    <w:rsid w:val="00E266D3"/>
    <w:rsid w:val="00E27C4C"/>
    <w:rsid w:val="00E344D9"/>
    <w:rsid w:val="00E409BD"/>
    <w:rsid w:val="00E41E74"/>
    <w:rsid w:val="00E41FD7"/>
    <w:rsid w:val="00E42DC0"/>
    <w:rsid w:val="00E42F33"/>
    <w:rsid w:val="00E42F9B"/>
    <w:rsid w:val="00E4405F"/>
    <w:rsid w:val="00E44E67"/>
    <w:rsid w:val="00E60715"/>
    <w:rsid w:val="00E607DF"/>
    <w:rsid w:val="00E701EB"/>
    <w:rsid w:val="00E7237C"/>
    <w:rsid w:val="00E7282D"/>
    <w:rsid w:val="00E73F7A"/>
    <w:rsid w:val="00E7701D"/>
    <w:rsid w:val="00E772AF"/>
    <w:rsid w:val="00E823B9"/>
    <w:rsid w:val="00E824C2"/>
    <w:rsid w:val="00E84C55"/>
    <w:rsid w:val="00E8557D"/>
    <w:rsid w:val="00E906F9"/>
    <w:rsid w:val="00E90F58"/>
    <w:rsid w:val="00E92D64"/>
    <w:rsid w:val="00E93E74"/>
    <w:rsid w:val="00E95279"/>
    <w:rsid w:val="00E9724B"/>
    <w:rsid w:val="00EA28AB"/>
    <w:rsid w:val="00EA303D"/>
    <w:rsid w:val="00EC693F"/>
    <w:rsid w:val="00ED1FBB"/>
    <w:rsid w:val="00ED6938"/>
    <w:rsid w:val="00EE0677"/>
    <w:rsid w:val="00EE1C77"/>
    <w:rsid w:val="00EE2D6A"/>
    <w:rsid w:val="00EE3225"/>
    <w:rsid w:val="00EE53D9"/>
    <w:rsid w:val="00EE574F"/>
    <w:rsid w:val="00EF42BE"/>
    <w:rsid w:val="00EF4393"/>
    <w:rsid w:val="00EF5254"/>
    <w:rsid w:val="00EF597C"/>
    <w:rsid w:val="00EF646D"/>
    <w:rsid w:val="00F074B1"/>
    <w:rsid w:val="00F075DC"/>
    <w:rsid w:val="00F127C4"/>
    <w:rsid w:val="00F142C2"/>
    <w:rsid w:val="00F14BA2"/>
    <w:rsid w:val="00F217D4"/>
    <w:rsid w:val="00F242D3"/>
    <w:rsid w:val="00F25C11"/>
    <w:rsid w:val="00F305BF"/>
    <w:rsid w:val="00F319E7"/>
    <w:rsid w:val="00F32ACE"/>
    <w:rsid w:val="00F35DE4"/>
    <w:rsid w:val="00F371E0"/>
    <w:rsid w:val="00F43C30"/>
    <w:rsid w:val="00F448D8"/>
    <w:rsid w:val="00F45682"/>
    <w:rsid w:val="00F473B3"/>
    <w:rsid w:val="00F47720"/>
    <w:rsid w:val="00F6110A"/>
    <w:rsid w:val="00F65530"/>
    <w:rsid w:val="00F67473"/>
    <w:rsid w:val="00F80B4E"/>
    <w:rsid w:val="00F81620"/>
    <w:rsid w:val="00F84EA9"/>
    <w:rsid w:val="00F86347"/>
    <w:rsid w:val="00F91B3C"/>
    <w:rsid w:val="00F93434"/>
    <w:rsid w:val="00F95B57"/>
    <w:rsid w:val="00F97E73"/>
    <w:rsid w:val="00FA2049"/>
    <w:rsid w:val="00FA2190"/>
    <w:rsid w:val="00FA3DA1"/>
    <w:rsid w:val="00FA458B"/>
    <w:rsid w:val="00FA585B"/>
    <w:rsid w:val="00FA6458"/>
    <w:rsid w:val="00FA6676"/>
    <w:rsid w:val="00FB07D4"/>
    <w:rsid w:val="00FB1A70"/>
    <w:rsid w:val="00FB25F4"/>
    <w:rsid w:val="00FB4D7A"/>
    <w:rsid w:val="00FB6032"/>
    <w:rsid w:val="00FB6FC9"/>
    <w:rsid w:val="00FB6FFB"/>
    <w:rsid w:val="00FC2A98"/>
    <w:rsid w:val="00FD2276"/>
    <w:rsid w:val="00FD2417"/>
    <w:rsid w:val="00FD24F9"/>
    <w:rsid w:val="00FD5E8D"/>
    <w:rsid w:val="00FD6CD5"/>
    <w:rsid w:val="00FE2322"/>
    <w:rsid w:val="00FE7061"/>
    <w:rsid w:val="00FF02FA"/>
    <w:rsid w:val="00FF09D2"/>
    <w:rsid w:val="00FF4BB5"/>
    <w:rsid w:val="00FF4F26"/>
    <w:rsid w:val="00FF5F3C"/>
    <w:rsid w:val="00FF721C"/>
    <w:rsid w:val="0DD0697E"/>
    <w:rsid w:val="0E1A9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1C3FDB"/>
  <w15:docId w15:val="{1DC0FD98-ACFD-42E8-8081-E139CA5E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E3AD8"/>
    <w:pPr>
      <w:spacing w:after="120" w:line="312" w:lineRule="auto"/>
      <w:jc w:val="both"/>
    </w:pPr>
    <w:rPr>
      <w:rFonts w:ascii="Franklin Gothic Book" w:eastAsia="Times New Roman" w:hAnsi="Franklin Gothic Book" w:cs="Times New Roman"/>
      <w:color w:val="404040" w:themeColor="text1"/>
      <w:sz w:val="20"/>
      <w:lang w:eastAsia="es-MX"/>
    </w:rPr>
  </w:style>
  <w:style w:type="paragraph" w:styleId="Ttulo1">
    <w:name w:val="heading 1"/>
    <w:aliases w:val="Título 1 Geob. 2021"/>
    <w:basedOn w:val="Normal"/>
    <w:next w:val="Normal"/>
    <w:link w:val="Ttulo1Car"/>
    <w:autoRedefine/>
    <w:uiPriority w:val="9"/>
    <w:rsid w:val="009C05FC"/>
    <w:pPr>
      <w:numPr>
        <w:numId w:val="8"/>
      </w:numPr>
      <w:ind w:left="1134" w:hanging="1134"/>
      <w:outlineLvl w:val="0"/>
    </w:pPr>
    <w:rPr>
      <w:rFonts w:cs="Times New Roman (Cuerpo en alfa"/>
      <w:b/>
      <w:bCs/>
      <w:color w:val="A0968C"/>
      <w:spacing w:val="6"/>
      <w:sz w:val="28"/>
      <w:szCs w:val="28"/>
    </w:rPr>
  </w:style>
  <w:style w:type="paragraph" w:styleId="Ttulo2">
    <w:name w:val="heading 2"/>
    <w:aliases w:val="Título 2 Geob. 2021"/>
    <w:basedOn w:val="Normal"/>
    <w:next w:val="Normal"/>
    <w:link w:val="Ttulo2Car"/>
    <w:unhideWhenUsed/>
    <w:qFormat/>
    <w:rsid w:val="002530DE"/>
    <w:pPr>
      <w:numPr>
        <w:ilvl w:val="1"/>
        <w:numId w:val="8"/>
      </w:numPr>
      <w:spacing w:before="360" w:line="264" w:lineRule="auto"/>
      <w:outlineLvl w:val="1"/>
    </w:pPr>
    <w:rPr>
      <w:rFonts w:cs="Times New Roman (Cuerpo en alfa"/>
      <w:b/>
      <w:color w:val="A0968C"/>
      <w:spacing w:val="6"/>
      <w:sz w:val="28"/>
      <w:szCs w:val="28"/>
    </w:rPr>
  </w:style>
  <w:style w:type="paragraph" w:styleId="Ttulo3">
    <w:name w:val="heading 3"/>
    <w:aliases w:val="Título 3 Geob. 2021"/>
    <w:basedOn w:val="Normal"/>
    <w:next w:val="Normal"/>
    <w:link w:val="Ttulo3Car"/>
    <w:uiPriority w:val="9"/>
    <w:unhideWhenUsed/>
    <w:qFormat/>
    <w:rsid w:val="002530DE"/>
    <w:pPr>
      <w:numPr>
        <w:ilvl w:val="2"/>
        <w:numId w:val="8"/>
      </w:numPr>
      <w:spacing w:before="360" w:line="264" w:lineRule="auto"/>
      <w:outlineLvl w:val="2"/>
    </w:pPr>
    <w:rPr>
      <w:b/>
      <w:color w:val="A0968C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530DE"/>
    <w:pPr>
      <w:numPr>
        <w:ilvl w:val="3"/>
        <w:numId w:val="8"/>
      </w:numPr>
      <w:spacing w:before="240" w:line="264" w:lineRule="auto"/>
      <w:outlineLvl w:val="3"/>
    </w:pPr>
    <w:rPr>
      <w:b/>
      <w:color w:val="A0968C"/>
      <w:szCs w:val="18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2530DE"/>
    <w:pPr>
      <w:keepNext/>
      <w:keepLines/>
      <w:numPr>
        <w:ilvl w:val="4"/>
        <w:numId w:val="8"/>
      </w:numPr>
      <w:spacing w:before="240" w:line="264" w:lineRule="auto"/>
      <w:ind w:left="1418" w:hanging="1418"/>
      <w:outlineLvl w:val="4"/>
    </w:pPr>
    <w:rPr>
      <w:rFonts w:eastAsiaTheme="majorEastAsia" w:cstheme="majorBidi"/>
      <w:color w:val="A0968C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2530DE"/>
    <w:pPr>
      <w:keepNext/>
      <w:keepLines/>
      <w:numPr>
        <w:ilvl w:val="5"/>
        <w:numId w:val="8"/>
      </w:numPr>
      <w:spacing w:before="240" w:line="264" w:lineRule="auto"/>
      <w:ind w:left="1418" w:hanging="1418"/>
      <w:outlineLvl w:val="5"/>
    </w:pPr>
    <w:rPr>
      <w:rFonts w:eastAsiaTheme="majorEastAsia" w:cstheme="majorBidi"/>
      <w:color w:val="A0968C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2530DE"/>
    <w:pPr>
      <w:keepNext/>
      <w:keepLines/>
      <w:numPr>
        <w:ilvl w:val="6"/>
        <w:numId w:val="8"/>
      </w:numPr>
      <w:spacing w:before="240" w:line="264" w:lineRule="auto"/>
      <w:ind w:left="1418" w:hanging="1418"/>
      <w:outlineLvl w:val="6"/>
    </w:pPr>
    <w:rPr>
      <w:rFonts w:eastAsiaTheme="majorEastAsia" w:cstheme="majorBidi"/>
      <w:iCs/>
      <w:color w:val="A0968C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F597C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5D5D5D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F597C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5D5D5D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-LeyendaGeob">
    <w:name w:val="Tabla- Leyenda Geob."/>
    <w:basedOn w:val="Normal"/>
    <w:qFormat/>
    <w:rsid w:val="00932839"/>
    <w:pPr>
      <w:spacing w:before="60" w:after="60"/>
    </w:pPr>
    <w:rPr>
      <w:rFonts w:eastAsiaTheme="minorHAnsi" w:cs="Calibri (Cuerpo)"/>
      <w:sz w:val="18"/>
      <w:szCs w:val="16"/>
      <w:lang w:eastAsia="en-US"/>
    </w:rPr>
  </w:style>
  <w:style w:type="paragraph" w:customStyle="1" w:styleId="NotaalpieGeob2021">
    <w:name w:val="Nota al pie Geob. 2021"/>
    <w:basedOn w:val="Notaalpie"/>
    <w:qFormat/>
    <w:rsid w:val="009D755F"/>
  </w:style>
  <w:style w:type="table" w:styleId="Tablaconcuadrcula">
    <w:name w:val="Table Grid"/>
    <w:basedOn w:val="Tablanormal"/>
    <w:uiPriority w:val="59"/>
    <w:rsid w:val="00DB26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-CuerpoGeob2021">
    <w:name w:val="Tabla - Cuerpo Geob. 2021"/>
    <w:basedOn w:val="Normal"/>
    <w:autoRedefine/>
    <w:qFormat/>
    <w:rsid w:val="001655E4"/>
    <w:pPr>
      <w:spacing w:before="60" w:after="60"/>
    </w:pPr>
    <w:rPr>
      <w:rFonts w:eastAsiaTheme="minorHAnsi" w:cstheme="minorBidi"/>
      <w:sz w:val="16"/>
      <w:szCs w:val="22"/>
      <w:lang w:eastAsia="en-US"/>
    </w:rPr>
  </w:style>
  <w:style w:type="paragraph" w:customStyle="1" w:styleId="TtulodeTablaGeob">
    <w:name w:val="Título de Tabla Geob."/>
    <w:basedOn w:val="Normal"/>
    <w:qFormat/>
    <w:rsid w:val="00126916"/>
    <w:pPr>
      <w:spacing w:before="60" w:after="60"/>
    </w:pPr>
    <w:rPr>
      <w:rFonts w:eastAsiaTheme="minorHAnsi" w:cstheme="minorBidi"/>
      <w:b/>
      <w:color w:val="FAFAFA" w:themeColor="background1"/>
      <w:szCs w:val="22"/>
      <w:lang w:eastAsia="en-US"/>
    </w:rPr>
  </w:style>
  <w:style w:type="paragraph" w:customStyle="1" w:styleId="Tabla-TtuloGeo2021">
    <w:name w:val="Tabla - Título Geo. 2021"/>
    <w:basedOn w:val="TtulodeTablaGeob"/>
    <w:autoRedefine/>
    <w:qFormat/>
    <w:rsid w:val="002530DE"/>
    <w:pPr>
      <w:jc w:val="left"/>
    </w:pPr>
    <w:rPr>
      <w:color w:val="A0968C"/>
      <w:sz w:val="16"/>
      <w:szCs w:val="16"/>
    </w:rPr>
  </w:style>
  <w:style w:type="paragraph" w:customStyle="1" w:styleId="TextoPiedePgina">
    <w:name w:val="Texto Pie de Página"/>
    <w:basedOn w:val="Normal"/>
    <w:link w:val="TextoPiedePginaCar"/>
    <w:qFormat/>
    <w:rsid w:val="00AE3F7C"/>
    <w:pPr>
      <w:spacing w:before="60" w:after="60"/>
    </w:pPr>
    <w:rPr>
      <w:rFonts w:eastAsiaTheme="minorHAnsi" w:cs="Calibri (Cuerpo)"/>
      <w:bCs/>
      <w:color w:val="464646"/>
      <w:sz w:val="13"/>
      <w:szCs w:val="26"/>
      <w:lang w:eastAsia="en-US"/>
    </w:rPr>
  </w:style>
  <w:style w:type="character" w:customStyle="1" w:styleId="TextoPiedePginaCar">
    <w:name w:val="Texto Pie de Página Car"/>
    <w:basedOn w:val="Fuentedeprrafopredeter"/>
    <w:link w:val="TextoPiedePgina"/>
    <w:rsid w:val="00AE3F7C"/>
    <w:rPr>
      <w:rFonts w:ascii="Franklin Gothic Book" w:hAnsi="Franklin Gothic Book" w:cs="Calibri (Cuerpo)"/>
      <w:bCs/>
      <w:color w:val="464646"/>
      <w:sz w:val="13"/>
      <w:szCs w:val="26"/>
      <w:lang w:val="es-ES_tradnl"/>
    </w:rPr>
  </w:style>
  <w:style w:type="character" w:styleId="Nmerodepgina">
    <w:name w:val="page number"/>
    <w:basedOn w:val="Fuentedeprrafopredeter"/>
    <w:uiPriority w:val="99"/>
    <w:unhideWhenUsed/>
    <w:rsid w:val="00AF77E4"/>
  </w:style>
  <w:style w:type="character" w:customStyle="1" w:styleId="Ttulo2Car">
    <w:name w:val="Título 2 Car"/>
    <w:aliases w:val="Título 2 Geob. 2021 Car"/>
    <w:basedOn w:val="Fuentedeprrafopredeter"/>
    <w:link w:val="Ttulo2"/>
    <w:rsid w:val="002530DE"/>
    <w:rPr>
      <w:rFonts w:ascii="Franklin Gothic Book" w:eastAsia="Times New Roman" w:hAnsi="Franklin Gothic Book" w:cs="Times New Roman (Cuerpo en alfa"/>
      <w:b/>
      <w:color w:val="A0968C"/>
      <w:spacing w:val="6"/>
      <w:sz w:val="28"/>
      <w:szCs w:val="28"/>
      <w:lang w:eastAsia="es-MX"/>
    </w:rPr>
  </w:style>
  <w:style w:type="character" w:customStyle="1" w:styleId="Ttulo1Car">
    <w:name w:val="Título 1 Car"/>
    <w:aliases w:val="Título 1 Geob. 2021 Car"/>
    <w:basedOn w:val="Fuentedeprrafopredeter"/>
    <w:link w:val="Ttulo1"/>
    <w:uiPriority w:val="9"/>
    <w:rsid w:val="009C05FC"/>
    <w:rPr>
      <w:rFonts w:ascii="Franklin Gothic Book" w:eastAsia="Times New Roman" w:hAnsi="Franklin Gothic Book" w:cs="Times New Roman (Cuerpo en alfa"/>
      <w:b/>
      <w:bCs/>
      <w:color w:val="A0968C"/>
      <w:spacing w:val="6"/>
      <w:sz w:val="28"/>
      <w:szCs w:val="28"/>
      <w:lang w:eastAsia="es-MX"/>
    </w:rPr>
  </w:style>
  <w:style w:type="character" w:customStyle="1" w:styleId="Ttulo3Car">
    <w:name w:val="Título 3 Car"/>
    <w:aliases w:val="Título 3 Geob. 2021 Car"/>
    <w:basedOn w:val="Fuentedeprrafopredeter"/>
    <w:link w:val="Ttulo3"/>
    <w:uiPriority w:val="9"/>
    <w:rsid w:val="002530DE"/>
    <w:rPr>
      <w:rFonts w:ascii="Franklin Gothic Book" w:eastAsia="Times New Roman" w:hAnsi="Franklin Gothic Book" w:cs="Times New Roman"/>
      <w:b/>
      <w:color w:val="A0968C"/>
      <w:sz w:val="28"/>
      <w:szCs w:val="28"/>
      <w:lang w:eastAsia="es-MX"/>
    </w:rPr>
  </w:style>
  <w:style w:type="paragraph" w:styleId="Ttulo">
    <w:name w:val="Title"/>
    <w:aliases w:val="Figura Geob."/>
    <w:basedOn w:val="Tabla-TtuloGeo2021"/>
    <w:next w:val="Normal"/>
    <w:link w:val="TtuloCar"/>
    <w:uiPriority w:val="1"/>
    <w:qFormat/>
    <w:rsid w:val="0076083A"/>
    <w:pPr>
      <w:spacing w:before="0"/>
    </w:pPr>
    <w:rPr>
      <w:sz w:val="18"/>
    </w:rPr>
  </w:style>
  <w:style w:type="character" w:customStyle="1" w:styleId="TtuloCar">
    <w:name w:val="Título Car"/>
    <w:aliases w:val="Figura Geob. Car"/>
    <w:basedOn w:val="Fuentedeprrafopredeter"/>
    <w:link w:val="Ttulo"/>
    <w:uiPriority w:val="10"/>
    <w:rsid w:val="0076083A"/>
    <w:rPr>
      <w:rFonts w:ascii="Gill Sans MT" w:hAnsi="Gill Sans MT"/>
      <w:b/>
      <w:color w:val="DCC8B4" w:themeColor="accent2"/>
      <w:sz w:val="18"/>
      <w:szCs w:val="16"/>
    </w:rPr>
  </w:style>
  <w:style w:type="paragraph" w:styleId="TDC1">
    <w:name w:val="toc 1"/>
    <w:aliases w:val="Indice Nivel 1"/>
    <w:basedOn w:val="Normal"/>
    <w:next w:val="Normal"/>
    <w:autoRedefine/>
    <w:uiPriority w:val="39"/>
    <w:unhideWhenUsed/>
    <w:rsid w:val="009D755F"/>
    <w:pPr>
      <w:tabs>
        <w:tab w:val="left" w:pos="1134"/>
        <w:tab w:val="right" w:leader="dot" w:pos="9111"/>
      </w:tabs>
      <w:ind w:left="567"/>
    </w:pPr>
    <w:rPr>
      <w:rFonts w:eastAsiaTheme="minorHAnsi" w:cs="Calibri (Cuerpo)"/>
      <w:bCs/>
      <w:noProof/>
      <w:szCs w:val="20"/>
      <w:lang w:eastAsia="en-US"/>
    </w:rPr>
  </w:style>
  <w:style w:type="paragraph" w:styleId="TDC2">
    <w:name w:val="toc 2"/>
    <w:aliases w:val="Indice Nivel 2"/>
    <w:basedOn w:val="Normal"/>
    <w:next w:val="Normal"/>
    <w:autoRedefine/>
    <w:uiPriority w:val="39"/>
    <w:unhideWhenUsed/>
    <w:rsid w:val="009D755F"/>
    <w:pPr>
      <w:tabs>
        <w:tab w:val="left" w:pos="1701"/>
        <w:tab w:val="right" w:leader="dot" w:pos="9111"/>
      </w:tabs>
      <w:ind w:left="1134"/>
    </w:pPr>
    <w:rPr>
      <w:rFonts w:eastAsiaTheme="minorHAnsi" w:cs="Calibri (Cuerpo)"/>
      <w:bCs/>
      <w:noProof/>
      <w:szCs w:val="20"/>
      <w:lang w:eastAsia="en-US"/>
    </w:rPr>
  </w:style>
  <w:style w:type="character" w:styleId="Hipervnculo">
    <w:name w:val="Hyperlink"/>
    <w:basedOn w:val="Fuentedeprrafopredeter"/>
    <w:uiPriority w:val="99"/>
    <w:unhideWhenUsed/>
    <w:rsid w:val="00BB668A"/>
    <w:rPr>
      <w:color w:val="4562DB" w:themeColor="hyperlink"/>
      <w:u w:val="single"/>
    </w:rPr>
  </w:style>
  <w:style w:type="paragraph" w:styleId="TDC3">
    <w:name w:val="toc 3"/>
    <w:aliases w:val="Indice Nivel 3"/>
    <w:basedOn w:val="Normal"/>
    <w:next w:val="Normal"/>
    <w:autoRedefine/>
    <w:uiPriority w:val="39"/>
    <w:unhideWhenUsed/>
    <w:rsid w:val="009D755F"/>
    <w:pPr>
      <w:tabs>
        <w:tab w:val="left" w:pos="1804"/>
        <w:tab w:val="right" w:leader="dot" w:pos="9111"/>
      </w:tabs>
      <w:ind w:left="1134"/>
    </w:pPr>
    <w:rPr>
      <w:rFonts w:ascii="Helvetica" w:eastAsiaTheme="minorHAnsi" w:hAnsi="Helvetica" w:cs="Calibri (Cuerpo)"/>
      <w:iCs/>
      <w:szCs w:val="20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BB668A"/>
    <w:rPr>
      <w:color w:val="B5C0F1" w:themeColor="followedHyperlink"/>
      <w:u w:val="single"/>
    </w:rPr>
  </w:style>
  <w:style w:type="paragraph" w:customStyle="1" w:styleId="Portada2Geob2021">
    <w:name w:val="Portada 2 Geob. 2021"/>
    <w:basedOn w:val="Normal"/>
    <w:autoRedefine/>
    <w:qFormat/>
    <w:rsid w:val="002530DE"/>
    <w:pPr>
      <w:spacing w:before="1320" w:line="276" w:lineRule="auto"/>
      <w:ind w:right="709"/>
    </w:pPr>
    <w:rPr>
      <w:rFonts w:eastAsiaTheme="minorHAnsi" w:cs="Calibri (Cuerpo)"/>
      <w:bCs/>
      <w:color w:val="A0968C"/>
      <w:spacing w:val="-16"/>
      <w:sz w:val="36"/>
      <w:szCs w:val="38"/>
      <w:lang w:eastAsia="en-US"/>
    </w:rPr>
  </w:style>
  <w:style w:type="paragraph" w:customStyle="1" w:styleId="TtuloPortada">
    <w:name w:val="Título Portada"/>
    <w:basedOn w:val="Normal"/>
    <w:qFormat/>
    <w:rsid w:val="00126916"/>
    <w:rPr>
      <w:rFonts w:eastAsiaTheme="minorHAnsi" w:cs="Calibri (Cuerpo)"/>
      <w:b/>
      <w:bCs/>
      <w:sz w:val="48"/>
      <w:szCs w:val="48"/>
      <w:lang w:eastAsia="en-US"/>
    </w:rPr>
  </w:style>
  <w:style w:type="character" w:customStyle="1" w:styleId="Ttulo4Car">
    <w:name w:val="Título 4 Car"/>
    <w:basedOn w:val="Fuentedeprrafopredeter"/>
    <w:link w:val="Ttulo4"/>
    <w:uiPriority w:val="9"/>
    <w:rsid w:val="002530DE"/>
    <w:rPr>
      <w:rFonts w:ascii="Franklin Gothic Book" w:eastAsia="Times New Roman" w:hAnsi="Franklin Gothic Book" w:cs="Times New Roman"/>
      <w:b/>
      <w:color w:val="A0968C"/>
      <w:sz w:val="20"/>
      <w:szCs w:val="18"/>
      <w:lang w:eastAsia="es-MX"/>
    </w:rPr>
  </w:style>
  <w:style w:type="paragraph" w:styleId="TDC4">
    <w:name w:val="toc 4"/>
    <w:basedOn w:val="Normal"/>
    <w:next w:val="Normal"/>
    <w:autoRedefine/>
    <w:uiPriority w:val="39"/>
    <w:unhideWhenUsed/>
    <w:rsid w:val="008B7C22"/>
    <w:pPr>
      <w:ind w:left="54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5">
    <w:name w:val="toc 5"/>
    <w:basedOn w:val="Normal"/>
    <w:next w:val="Normal"/>
    <w:autoRedefine/>
    <w:uiPriority w:val="39"/>
    <w:unhideWhenUsed/>
    <w:rsid w:val="008B7C22"/>
    <w:pPr>
      <w:ind w:left="72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6">
    <w:name w:val="toc 6"/>
    <w:basedOn w:val="Normal"/>
    <w:next w:val="Normal"/>
    <w:autoRedefine/>
    <w:uiPriority w:val="39"/>
    <w:unhideWhenUsed/>
    <w:rsid w:val="008B7C22"/>
    <w:pPr>
      <w:ind w:left="90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7">
    <w:name w:val="toc 7"/>
    <w:basedOn w:val="Normal"/>
    <w:next w:val="Normal"/>
    <w:autoRedefine/>
    <w:uiPriority w:val="39"/>
    <w:unhideWhenUsed/>
    <w:rsid w:val="008B7C22"/>
    <w:pPr>
      <w:ind w:left="108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8">
    <w:name w:val="toc 8"/>
    <w:basedOn w:val="Normal"/>
    <w:next w:val="Normal"/>
    <w:autoRedefine/>
    <w:uiPriority w:val="39"/>
    <w:unhideWhenUsed/>
    <w:rsid w:val="008B7C22"/>
    <w:pPr>
      <w:ind w:left="126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9">
    <w:name w:val="toc 9"/>
    <w:basedOn w:val="Normal"/>
    <w:next w:val="Normal"/>
    <w:autoRedefine/>
    <w:uiPriority w:val="39"/>
    <w:unhideWhenUsed/>
    <w:rsid w:val="008B7C22"/>
    <w:pPr>
      <w:ind w:left="144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Piedepgina">
    <w:name w:val="footer"/>
    <w:aliases w:val="Pie de página Geob. 2021"/>
    <w:basedOn w:val="Normal"/>
    <w:link w:val="PiedepginaCar"/>
    <w:autoRedefine/>
    <w:uiPriority w:val="99"/>
    <w:unhideWhenUsed/>
    <w:qFormat/>
    <w:rsid w:val="008A5316"/>
    <w:pPr>
      <w:tabs>
        <w:tab w:val="center" w:pos="4419"/>
        <w:tab w:val="right" w:pos="8838"/>
      </w:tabs>
      <w:spacing w:after="0" w:line="240" w:lineRule="auto"/>
    </w:pPr>
    <w:rPr>
      <w:rFonts w:eastAsiaTheme="minorHAnsi" w:cs="Calibri (Cuerpo)"/>
      <w:szCs w:val="22"/>
      <w:lang w:eastAsia="en-US"/>
    </w:rPr>
  </w:style>
  <w:style w:type="paragraph" w:customStyle="1" w:styleId="TtuloFoto">
    <w:name w:val="Título Foto"/>
    <w:basedOn w:val="TtulodeTablaGeob"/>
    <w:qFormat/>
    <w:rsid w:val="00DC2820"/>
    <w:pPr>
      <w:spacing w:before="120" w:after="0"/>
    </w:pPr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7048"/>
    <w:rPr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048"/>
    <w:rPr>
      <w:rFonts w:ascii="Times New Roman" w:hAnsi="Times New Roman" w:cs="Times New Roman"/>
      <w:color w:val="404040"/>
      <w:sz w:val="18"/>
      <w:szCs w:val="18"/>
      <w:lang w:val="es-ES_tradnl"/>
    </w:rPr>
  </w:style>
  <w:style w:type="paragraph" w:customStyle="1" w:styleId="VietaletraGeob">
    <w:name w:val="Viñeta letra Geob."/>
    <w:basedOn w:val="Normal"/>
    <w:qFormat/>
    <w:rsid w:val="00C82352"/>
    <w:pPr>
      <w:numPr>
        <w:numId w:val="1"/>
      </w:numPr>
      <w:spacing w:before="120" w:line="360" w:lineRule="auto"/>
    </w:pPr>
    <w:rPr>
      <w:rFonts w:eastAsiaTheme="minorHAnsi" w:cstheme="minorHAnsi"/>
      <w:szCs w:val="18"/>
      <w:lang w:val="es-ES_tradnl" w:eastAsia="en-US"/>
    </w:rPr>
  </w:style>
  <w:style w:type="character" w:styleId="Refdecomentario">
    <w:name w:val="annotation reference"/>
    <w:basedOn w:val="Fuentedeprrafopredeter"/>
    <w:semiHidden/>
    <w:unhideWhenUsed/>
    <w:rsid w:val="001828CB"/>
    <w:rPr>
      <w:sz w:val="18"/>
      <w:szCs w:val="18"/>
    </w:rPr>
  </w:style>
  <w:style w:type="paragraph" w:styleId="Textocomentario">
    <w:name w:val="annotation text"/>
    <w:basedOn w:val="Normal"/>
    <w:link w:val="TextocomentarioCar"/>
    <w:unhideWhenUsed/>
    <w:rsid w:val="001828CB"/>
    <w:rPr>
      <w:rFonts w:cs="Arial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rsid w:val="001828CB"/>
    <w:rPr>
      <w:rFonts w:ascii="Helvetica Light" w:eastAsia="Times New Roman" w:hAnsi="Helvetica Light" w:cs="Arial"/>
      <w:lang w:val="es-ES" w:eastAsia="es-ES"/>
    </w:rPr>
  </w:style>
  <w:style w:type="paragraph" w:customStyle="1" w:styleId="Tabla-Fuente">
    <w:name w:val="Tabla - Fuente"/>
    <w:basedOn w:val="Normal"/>
    <w:qFormat/>
    <w:rsid w:val="00126916"/>
    <w:pPr>
      <w:spacing w:before="60" w:after="60"/>
      <w:jc w:val="center"/>
    </w:pPr>
    <w:rPr>
      <w:i/>
      <w:sz w:val="16"/>
      <w:szCs w:val="20"/>
      <w:lang w:eastAsia="es-ES"/>
    </w:rPr>
  </w:style>
  <w:style w:type="paragraph" w:styleId="Descripcin">
    <w:name w:val="caption"/>
    <w:basedOn w:val="Normal"/>
    <w:next w:val="Normal"/>
    <w:uiPriority w:val="35"/>
    <w:unhideWhenUsed/>
    <w:qFormat/>
    <w:rsid w:val="00A112B3"/>
    <w:pPr>
      <w:spacing w:before="60" w:after="60"/>
    </w:pPr>
    <w:rPr>
      <w:rFonts w:eastAsiaTheme="minorHAnsi" w:cs="Calibri (Cuerpo)"/>
      <w:b/>
      <w:iCs/>
      <w:color w:val="DCC8B4" w:themeColor="accent2"/>
      <w:szCs w:val="18"/>
      <w:lang w:eastAsia="en-US"/>
    </w:rPr>
  </w:style>
  <w:style w:type="paragraph" w:styleId="Tabladeilustraciones">
    <w:name w:val="table of figures"/>
    <w:basedOn w:val="Normal"/>
    <w:next w:val="Normal"/>
    <w:uiPriority w:val="99"/>
    <w:unhideWhenUsed/>
    <w:rsid w:val="009D755F"/>
    <w:pPr>
      <w:tabs>
        <w:tab w:val="right" w:leader="dot" w:pos="9111"/>
      </w:tabs>
      <w:ind w:left="567"/>
    </w:pPr>
    <w:rPr>
      <w:rFonts w:eastAsiaTheme="minorHAnsi" w:cs="Calibri (Cuerpo)"/>
      <w:szCs w:val="22"/>
      <w:lang w:eastAsia="en-US"/>
    </w:rPr>
  </w:style>
  <w:style w:type="paragraph" w:customStyle="1" w:styleId="EncabezadoGeob">
    <w:name w:val="Encabezado Geob."/>
    <w:basedOn w:val="Normal"/>
    <w:qFormat/>
    <w:rsid w:val="004A08EE"/>
    <w:pPr>
      <w:tabs>
        <w:tab w:val="center" w:pos="4419"/>
        <w:tab w:val="right" w:pos="8838"/>
      </w:tabs>
      <w:spacing w:after="0" w:line="240" w:lineRule="auto"/>
      <w:jc w:val="right"/>
    </w:pPr>
    <w:rPr>
      <w:rFonts w:eastAsiaTheme="minorHAnsi" w:cs="Calibri (Cuerpo)"/>
      <w:b/>
      <w:bCs/>
      <w:sz w:val="16"/>
      <w:szCs w:val="26"/>
      <w:lang w:eastAsia="en-US"/>
    </w:rPr>
  </w:style>
  <w:style w:type="character" w:customStyle="1" w:styleId="PiedepginaCar">
    <w:name w:val="Pie de página Car"/>
    <w:aliases w:val="Pie de página Geob. 2021 Car"/>
    <w:basedOn w:val="Fuentedeprrafopredeter"/>
    <w:link w:val="Piedepgina"/>
    <w:uiPriority w:val="99"/>
    <w:rsid w:val="008A5316"/>
    <w:rPr>
      <w:rFonts w:ascii="Franklin Gothic Book" w:hAnsi="Franklin Gothic Book" w:cs="Calibri (Cuerpo)"/>
      <w:color w:val="404040" w:themeColor="text1"/>
      <w:sz w:val="20"/>
      <w:szCs w:val="22"/>
    </w:rPr>
  </w:style>
  <w:style w:type="paragraph" w:customStyle="1" w:styleId="VietapuntoGeob">
    <w:name w:val="Viñeta punto Geob."/>
    <w:basedOn w:val="Normal"/>
    <w:qFormat/>
    <w:rsid w:val="00AB6739"/>
    <w:pPr>
      <w:numPr>
        <w:numId w:val="2"/>
      </w:numPr>
    </w:pPr>
    <w:rPr>
      <w:rFonts w:eastAsiaTheme="minorHAnsi" w:cs="Calibri (Cuerpo)"/>
      <w:sz w:val="18"/>
      <w:szCs w:val="22"/>
      <w:lang w:eastAsia="en-US"/>
    </w:rPr>
  </w:style>
  <w:style w:type="paragraph" w:customStyle="1" w:styleId="PrimerTituloPortadaGeob">
    <w:name w:val="Primer Titulo Portada Geob."/>
    <w:basedOn w:val="Normal"/>
    <w:qFormat/>
    <w:rsid w:val="00AE3F7C"/>
    <w:rPr>
      <w:rFonts w:eastAsiaTheme="minorHAnsi" w:cs="Helvetica"/>
      <w:bCs/>
      <w:szCs w:val="26"/>
      <w:lang w:eastAsia="en-US"/>
    </w:rPr>
  </w:style>
  <w:style w:type="paragraph" w:customStyle="1" w:styleId="TercerTtuloPortada">
    <w:name w:val="Tercer Título Portada"/>
    <w:basedOn w:val="Normal"/>
    <w:qFormat/>
    <w:rsid w:val="008A5316"/>
    <w:pPr>
      <w:spacing w:after="0" w:line="240" w:lineRule="auto"/>
    </w:pPr>
    <w:rPr>
      <w:rFonts w:eastAsiaTheme="minorHAnsi" w:cs="Calibri (Cuerpo)"/>
      <w:szCs w:val="22"/>
      <w:lang w:eastAsia="en-US"/>
    </w:rPr>
  </w:style>
  <w:style w:type="paragraph" w:customStyle="1" w:styleId="TituloCuerpoGeob">
    <w:name w:val="Titulo Cuerpo Geob."/>
    <w:basedOn w:val="TtulodeTablaGeob"/>
    <w:qFormat/>
    <w:rsid w:val="00126916"/>
    <w:pPr>
      <w:jc w:val="center"/>
    </w:pPr>
  </w:style>
  <w:style w:type="paragraph" w:customStyle="1" w:styleId="EncabezadoyNumerodepginaGeob2021">
    <w:name w:val="Encabezado y Numero de página Geob. 2021"/>
    <w:basedOn w:val="Piedepgina"/>
    <w:autoRedefine/>
    <w:qFormat/>
    <w:rsid w:val="009D755F"/>
    <w:pPr>
      <w:jc w:val="right"/>
    </w:pPr>
    <w:rPr>
      <w:rFonts w:eastAsia="Times New Roman"/>
      <w:b/>
      <w:sz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qFormat/>
    <w:rsid w:val="00C80987"/>
    <w:pPr>
      <w:tabs>
        <w:tab w:val="center" w:pos="4419"/>
        <w:tab w:val="right" w:pos="8838"/>
      </w:tabs>
    </w:pPr>
    <w:rPr>
      <w:rFonts w:eastAsiaTheme="minorHAnsi" w:cs="Calibri (Cuerpo)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80987"/>
    <w:rPr>
      <w:rFonts w:ascii="Helvetica Light" w:hAnsi="Helvetica Light" w:cs="Calibri (Cuerpo)"/>
      <w:color w:val="404040"/>
      <w:sz w:val="18"/>
      <w:szCs w:val="22"/>
      <w:lang w:val="es-ES_tradnl"/>
    </w:rPr>
  </w:style>
  <w:style w:type="character" w:styleId="nfasissutil">
    <w:name w:val="Subtle Emphasis"/>
    <w:basedOn w:val="Fuentedeprrafopredeter"/>
    <w:uiPriority w:val="19"/>
    <w:qFormat/>
    <w:rsid w:val="00AE3F7C"/>
    <w:rPr>
      <w:rFonts w:ascii="Franklin Gothic Book" w:hAnsi="Franklin Gothic Book"/>
      <w:i/>
      <w:iCs/>
      <w:color w:val="6F6F6F" w:themeColor="text1" w:themeTint="BF"/>
    </w:rPr>
  </w:style>
  <w:style w:type="character" w:styleId="Textoennegrita">
    <w:name w:val="Strong"/>
    <w:basedOn w:val="Fuentedeprrafopredeter"/>
    <w:uiPriority w:val="22"/>
    <w:qFormat/>
    <w:rsid w:val="00AE3F7C"/>
    <w:rPr>
      <w:rFonts w:ascii="Franklin Gothic Book" w:hAnsi="Franklin Gothic Book"/>
      <w:b/>
      <w:bCs/>
    </w:rPr>
  </w:style>
  <w:style w:type="character" w:styleId="Referenciasutil">
    <w:name w:val="Subtle Reference"/>
    <w:basedOn w:val="Fuentedeprrafopredeter"/>
    <w:uiPriority w:val="31"/>
    <w:qFormat/>
    <w:rsid w:val="00AE3F7C"/>
    <w:rPr>
      <w:rFonts w:ascii="Franklin Gothic Book" w:hAnsi="Franklin Gothic Book"/>
      <w:smallCaps/>
      <w:color w:val="838383" w:themeColor="text1" w:themeTint="A5"/>
    </w:rPr>
  </w:style>
  <w:style w:type="character" w:styleId="Ttulodellibro">
    <w:name w:val="Book Title"/>
    <w:basedOn w:val="Fuentedeprrafopredeter"/>
    <w:uiPriority w:val="33"/>
    <w:qFormat/>
    <w:rsid w:val="00126916"/>
    <w:rPr>
      <w:rFonts w:ascii="Franklin Gothic Book" w:hAnsi="Franklin Gothic Book"/>
      <w:b/>
      <w:bCs/>
      <w:i/>
      <w:iCs/>
      <w:spacing w:val="5"/>
    </w:rPr>
  </w:style>
  <w:style w:type="paragraph" w:styleId="Cita">
    <w:name w:val="Quote"/>
    <w:basedOn w:val="Normal"/>
    <w:next w:val="Normal"/>
    <w:link w:val="CitaCar"/>
    <w:uiPriority w:val="29"/>
    <w:qFormat/>
    <w:rsid w:val="00AE3F7C"/>
    <w:pPr>
      <w:spacing w:before="200" w:after="160"/>
      <w:ind w:left="864" w:right="864"/>
      <w:jc w:val="center"/>
    </w:pPr>
    <w:rPr>
      <w:rFonts w:eastAsiaTheme="minorHAnsi" w:cs="Calibri (Cuerpo)"/>
      <w:i/>
      <w:iCs/>
      <w:color w:val="6F6F6F" w:themeColor="text1" w:themeTint="BF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AE3F7C"/>
    <w:rPr>
      <w:rFonts w:ascii="Franklin Gothic Book" w:hAnsi="Franklin Gothic Book" w:cs="Calibri (Cuerpo)"/>
      <w:i/>
      <w:iCs/>
      <w:color w:val="6F6F6F" w:themeColor="text1" w:themeTint="BF"/>
      <w:sz w:val="20"/>
      <w:szCs w:val="22"/>
      <w:lang w:val="es-ES_tradnl"/>
    </w:rPr>
  </w:style>
  <w:style w:type="paragraph" w:customStyle="1" w:styleId="Portada1Geob2021">
    <w:name w:val="Portada 1 Geob. 2021"/>
    <w:basedOn w:val="TtuloPortada"/>
    <w:autoRedefine/>
    <w:qFormat/>
    <w:rsid w:val="004A08EE"/>
    <w:pPr>
      <w:spacing w:after="0"/>
      <w:ind w:right="1043"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2275"/>
    <w:pPr>
      <w:spacing w:line="240" w:lineRule="auto"/>
    </w:pPr>
    <w:rPr>
      <w:rFonts w:eastAsiaTheme="minorHAnsi" w:cs="Calibri (Cuerpo)"/>
      <w:b/>
      <w:bCs/>
      <w:szCs w:val="20"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2275"/>
    <w:rPr>
      <w:rFonts w:ascii="Franklin Gothic Book" w:eastAsia="Times New Roman" w:hAnsi="Franklin Gothic Book" w:cs="Calibri (Cuerpo)"/>
      <w:b/>
      <w:bCs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qFormat/>
    <w:rsid w:val="00512275"/>
    <w:rPr>
      <w:rFonts w:eastAsiaTheme="minorHAnsi" w:cs="Calibri (Cuerpo)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12275"/>
    <w:rPr>
      <w:rFonts w:ascii="Franklin Gothic Book" w:hAnsi="Franklin Gothic Book" w:cs="Calibri (Cuerpo)"/>
      <w:sz w:val="20"/>
      <w:szCs w:val="20"/>
    </w:rPr>
  </w:style>
  <w:style w:type="character" w:styleId="Refdenotaalpie">
    <w:name w:val="footnote reference"/>
    <w:aliases w:val="HAB06,de nota al pie,Nota de pie,Footnote Reference1,Footnote Reference,Ref.,nota,al,pie,de"/>
    <w:basedOn w:val="Fuentedeprrafopredeter"/>
    <w:uiPriority w:val="99"/>
    <w:unhideWhenUsed/>
    <w:qFormat/>
    <w:rsid w:val="00512275"/>
    <w:rPr>
      <w:vertAlign w:val="superscript"/>
    </w:rPr>
  </w:style>
  <w:style w:type="paragraph" w:customStyle="1" w:styleId="Default">
    <w:name w:val="Default"/>
    <w:rsid w:val="0098557A"/>
    <w:pPr>
      <w:autoSpaceDE w:val="0"/>
      <w:autoSpaceDN w:val="0"/>
      <w:adjustRightInd w:val="0"/>
    </w:pPr>
    <w:rPr>
      <w:rFonts w:ascii="Times" w:hAnsi="Times" w:cs="Times"/>
      <w:color w:val="000000"/>
      <w:lang w:val="es-MX"/>
    </w:rPr>
  </w:style>
  <w:style w:type="paragraph" w:styleId="Textoindependiente">
    <w:name w:val="Body Text"/>
    <w:basedOn w:val="Normal"/>
    <w:link w:val="TextoindependienteCar"/>
    <w:uiPriority w:val="1"/>
    <w:qFormat/>
    <w:rsid w:val="0098557A"/>
    <w:pPr>
      <w:autoSpaceDE w:val="0"/>
      <w:autoSpaceDN w:val="0"/>
      <w:adjustRightInd w:val="0"/>
      <w:ind w:left="40"/>
    </w:pPr>
    <w:rPr>
      <w:rFonts w:eastAsiaTheme="minorHAnsi"/>
      <w:b/>
      <w:bCs/>
      <w:sz w:val="16"/>
      <w:szCs w:val="16"/>
      <w:lang w:val="es-MX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8557A"/>
    <w:rPr>
      <w:rFonts w:ascii="Times New Roman" w:hAnsi="Times New Roman" w:cs="Times New Roman"/>
      <w:b/>
      <w:bCs/>
      <w:sz w:val="16"/>
      <w:szCs w:val="16"/>
      <w:lang w:val="es-MX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29F5"/>
    <w:pPr>
      <w:ind w:left="284" w:hanging="284"/>
      <w:jc w:val="both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alpie">
    <w:name w:val="Nota al pie"/>
    <w:basedOn w:val="Textonotapie"/>
    <w:rsid w:val="009D755F"/>
    <w:rPr>
      <w:sz w:val="16"/>
      <w:szCs w:val="16"/>
      <w:lang w:val="es-ES"/>
    </w:rPr>
  </w:style>
  <w:style w:type="paragraph" w:customStyle="1" w:styleId="Numeracina">
    <w:name w:val="Numeración a."/>
    <w:basedOn w:val="Normal"/>
    <w:next w:val="Normal"/>
    <w:autoRedefine/>
    <w:qFormat/>
    <w:rsid w:val="00CA1F88"/>
    <w:pPr>
      <w:ind w:left="284"/>
    </w:pPr>
    <w:rPr>
      <w:rFonts w:ascii="Helvetica Light" w:eastAsiaTheme="minorHAnsi" w:hAnsi="Helvetica Light" w:cstheme="minorBidi"/>
      <w:sz w:val="18"/>
      <w:szCs w:val="22"/>
      <w:lang w:eastAsia="en-US"/>
    </w:rPr>
  </w:style>
  <w:style w:type="character" w:customStyle="1" w:styleId="s2">
    <w:name w:val="s2"/>
    <w:basedOn w:val="Fuentedeprrafopredeter"/>
    <w:rsid w:val="009A56B8"/>
    <w:rPr>
      <w:u w:val="single"/>
    </w:rPr>
  </w:style>
  <w:style w:type="character" w:customStyle="1" w:styleId="s1">
    <w:name w:val="s1"/>
    <w:basedOn w:val="Fuentedeprrafopredeter"/>
    <w:rsid w:val="009A56B8"/>
  </w:style>
  <w:style w:type="numbering" w:customStyle="1" w:styleId="Listaactual1">
    <w:name w:val="Lista actual1"/>
    <w:uiPriority w:val="99"/>
    <w:rsid w:val="00B75B64"/>
    <w:pPr>
      <w:numPr>
        <w:numId w:val="3"/>
      </w:numPr>
    </w:pPr>
  </w:style>
  <w:style w:type="numbering" w:customStyle="1" w:styleId="Listaactual2">
    <w:name w:val="Lista actual2"/>
    <w:uiPriority w:val="99"/>
    <w:rsid w:val="00B75B64"/>
    <w:pPr>
      <w:numPr>
        <w:numId w:val="4"/>
      </w:numPr>
    </w:pPr>
  </w:style>
  <w:style w:type="numbering" w:customStyle="1" w:styleId="Listaactual3">
    <w:name w:val="Lista actual3"/>
    <w:uiPriority w:val="99"/>
    <w:rsid w:val="00A5183F"/>
    <w:pPr>
      <w:numPr>
        <w:numId w:val="5"/>
      </w:numPr>
    </w:pPr>
  </w:style>
  <w:style w:type="numbering" w:customStyle="1" w:styleId="Listaactual4">
    <w:name w:val="Lista actual4"/>
    <w:uiPriority w:val="99"/>
    <w:rsid w:val="00122669"/>
    <w:pPr>
      <w:numPr>
        <w:numId w:val="6"/>
      </w:numPr>
    </w:pPr>
  </w:style>
  <w:style w:type="numbering" w:customStyle="1" w:styleId="Listaactual5">
    <w:name w:val="Lista actual5"/>
    <w:uiPriority w:val="99"/>
    <w:rsid w:val="00122669"/>
    <w:pPr>
      <w:numPr>
        <w:numId w:val="7"/>
      </w:numPr>
    </w:pPr>
  </w:style>
  <w:style w:type="character" w:customStyle="1" w:styleId="Ttulo5Car">
    <w:name w:val="Título 5 Car"/>
    <w:basedOn w:val="Fuentedeprrafopredeter"/>
    <w:link w:val="Ttulo5"/>
    <w:uiPriority w:val="9"/>
    <w:rsid w:val="002530DE"/>
    <w:rPr>
      <w:rFonts w:ascii="Franklin Gothic Book" w:eastAsiaTheme="majorEastAsia" w:hAnsi="Franklin Gothic Book" w:cstheme="majorBidi"/>
      <w:color w:val="A0968C"/>
      <w:sz w:val="20"/>
      <w:lang w:eastAsia="es-MX"/>
    </w:rPr>
  </w:style>
  <w:style w:type="character" w:customStyle="1" w:styleId="Ttulo6Car">
    <w:name w:val="Título 6 Car"/>
    <w:basedOn w:val="Fuentedeprrafopredeter"/>
    <w:link w:val="Ttulo6"/>
    <w:uiPriority w:val="9"/>
    <w:rsid w:val="002530DE"/>
    <w:rPr>
      <w:rFonts w:ascii="Franklin Gothic Book" w:eastAsiaTheme="majorEastAsia" w:hAnsi="Franklin Gothic Book" w:cstheme="majorBidi"/>
      <w:color w:val="A0968C"/>
      <w:sz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rsid w:val="002530DE"/>
    <w:rPr>
      <w:rFonts w:ascii="Franklin Gothic Book" w:eastAsiaTheme="majorEastAsia" w:hAnsi="Franklin Gothic Book" w:cstheme="majorBidi"/>
      <w:iCs/>
      <w:color w:val="A0968C"/>
      <w:sz w:val="20"/>
      <w:lang w:eastAsia="es-MX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23F26"/>
    <w:rPr>
      <w:rFonts w:asciiTheme="majorHAnsi" w:eastAsiaTheme="majorEastAsia" w:hAnsiTheme="majorHAnsi" w:cstheme="majorBidi"/>
      <w:color w:val="5D5D5D" w:themeColor="text1" w:themeTint="D8"/>
      <w:sz w:val="21"/>
      <w:szCs w:val="21"/>
      <w:lang w:eastAsia="es-MX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23F26"/>
    <w:rPr>
      <w:rFonts w:asciiTheme="majorHAnsi" w:eastAsiaTheme="majorEastAsia" w:hAnsiTheme="majorHAnsi" w:cstheme="majorBidi"/>
      <w:i/>
      <w:iCs/>
      <w:color w:val="5D5D5D" w:themeColor="text1" w:themeTint="D8"/>
      <w:sz w:val="21"/>
      <w:szCs w:val="21"/>
      <w:lang w:eastAsia="es-MX"/>
    </w:rPr>
  </w:style>
  <w:style w:type="numbering" w:customStyle="1" w:styleId="Listaactual6">
    <w:name w:val="Lista actual6"/>
    <w:uiPriority w:val="99"/>
    <w:rsid w:val="00A23F26"/>
    <w:pPr>
      <w:numPr>
        <w:numId w:val="9"/>
      </w:numPr>
    </w:pPr>
  </w:style>
  <w:style w:type="numbering" w:customStyle="1" w:styleId="Listaactual7">
    <w:name w:val="Lista actual7"/>
    <w:uiPriority w:val="99"/>
    <w:rsid w:val="00EF597C"/>
    <w:pPr>
      <w:numPr>
        <w:numId w:val="10"/>
      </w:numPr>
    </w:pPr>
  </w:style>
  <w:style w:type="numbering" w:customStyle="1" w:styleId="Listaactual8">
    <w:name w:val="Lista actual8"/>
    <w:uiPriority w:val="99"/>
    <w:rsid w:val="00EF597C"/>
    <w:pPr>
      <w:numPr>
        <w:numId w:val="11"/>
      </w:numPr>
    </w:pPr>
  </w:style>
  <w:style w:type="table" w:customStyle="1" w:styleId="Geobiota">
    <w:name w:val="Geobiota"/>
    <w:basedOn w:val="Tablanormal"/>
    <w:uiPriority w:val="99"/>
    <w:rsid w:val="00101306"/>
    <w:rPr>
      <w:rFonts w:ascii="Franklin Gothic Book" w:hAnsi="Franklin Gothic Book" w:cs="Times New Roman (Cuerpo en alfa"/>
      <w:sz w:val="16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line="240" w:lineRule="auto"/>
      </w:pPr>
      <w:rPr>
        <w:rFonts w:ascii="Franklin Gothic Book" w:hAnsi="Franklin Gothic Book"/>
        <w:b w:val="0"/>
        <w:color w:val="auto"/>
        <w:sz w:val="16"/>
      </w:rPr>
    </w:tblStylePr>
  </w:style>
  <w:style w:type="table" w:styleId="Tablaconcuadrcula1clara">
    <w:name w:val="Grid Table 1 Light"/>
    <w:basedOn w:val="Tablanormal"/>
    <w:uiPriority w:val="46"/>
    <w:rsid w:val="003161D1"/>
    <w:tblPr>
      <w:tblStyleRowBandSize w:val="1"/>
      <w:tblStyleColBandSize w:val="1"/>
      <w:tblBorders>
        <w:top w:val="single" w:sz="4" w:space="0" w:color="B2B2B2" w:themeColor="text1" w:themeTint="66"/>
        <w:left w:val="single" w:sz="4" w:space="0" w:color="B2B2B2" w:themeColor="text1" w:themeTint="66"/>
        <w:bottom w:val="single" w:sz="4" w:space="0" w:color="B2B2B2" w:themeColor="text1" w:themeTint="66"/>
        <w:right w:val="single" w:sz="4" w:space="0" w:color="B2B2B2" w:themeColor="text1" w:themeTint="66"/>
        <w:insideH w:val="single" w:sz="4" w:space="0" w:color="B2B2B2" w:themeColor="text1" w:themeTint="66"/>
        <w:insideV w:val="single" w:sz="4" w:space="0" w:color="B2B2B2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Textodelmarcadordeposicin">
    <w:name w:val="Placeholder Text"/>
    <w:basedOn w:val="Fuentedeprrafopredeter"/>
    <w:uiPriority w:val="99"/>
    <w:semiHidden/>
    <w:rsid w:val="0068469B"/>
    <w:rPr>
      <w:color w:val="808080"/>
    </w:rPr>
  </w:style>
  <w:style w:type="numbering" w:customStyle="1" w:styleId="Listaactual9">
    <w:name w:val="Lista actual9"/>
    <w:uiPriority w:val="99"/>
    <w:rsid w:val="00AB6739"/>
    <w:pPr>
      <w:numPr>
        <w:numId w:val="12"/>
      </w:numPr>
    </w:pPr>
  </w:style>
  <w:style w:type="numbering" w:customStyle="1" w:styleId="Listaactual10">
    <w:name w:val="Lista actual10"/>
    <w:uiPriority w:val="99"/>
    <w:rsid w:val="00AB6739"/>
    <w:pPr>
      <w:numPr>
        <w:numId w:val="13"/>
      </w:numPr>
    </w:pPr>
  </w:style>
  <w:style w:type="numbering" w:customStyle="1" w:styleId="Listaactual11">
    <w:name w:val="Lista actual11"/>
    <w:uiPriority w:val="99"/>
    <w:rsid w:val="00AB6739"/>
    <w:pPr>
      <w:numPr>
        <w:numId w:val="14"/>
      </w:numPr>
    </w:pPr>
  </w:style>
  <w:style w:type="paragraph" w:customStyle="1" w:styleId="EstiloTitulondiceGeob2021">
    <w:name w:val="Estilo Titulo índice Geob. 2021"/>
    <w:basedOn w:val="Normal"/>
    <w:autoRedefine/>
    <w:qFormat/>
    <w:rsid w:val="009D755F"/>
    <w:pPr>
      <w:spacing w:before="240" w:line="264" w:lineRule="auto"/>
      <w:ind w:left="567"/>
    </w:pPr>
    <w:rPr>
      <w:rFonts w:eastAsiaTheme="minorHAnsi" w:cs="Helvetica"/>
      <w:b/>
      <w:bCs/>
      <w:color w:val="A0968C"/>
      <w:sz w:val="36"/>
      <w:szCs w:val="26"/>
      <w:lang w:eastAsia="en-US"/>
    </w:rPr>
  </w:style>
  <w:style w:type="paragraph" w:customStyle="1" w:styleId="EstiloDescripcinColorpersonalizadoRGB200">
    <w:name w:val="Estilo Descripción + Color personalizado(RGB(200"/>
    <w:aliases w:val="180,160))"/>
    <w:basedOn w:val="Descripcin"/>
    <w:rsid w:val="002530DE"/>
    <w:rPr>
      <w:bCs/>
      <w:iCs w:val="0"/>
      <w:color w:val="A0968C"/>
    </w:rPr>
  </w:style>
  <w:style w:type="paragraph" w:customStyle="1" w:styleId="TitulodeTablaGeob2021">
    <w:name w:val="Titulo de Tabla Geob. 2021"/>
    <w:basedOn w:val="EstiloDescripcinColorpersonalizadoRGB200"/>
    <w:autoRedefine/>
    <w:rsid w:val="008A73AC"/>
  </w:style>
  <w:style w:type="paragraph" w:customStyle="1" w:styleId="NormalGeob2021">
    <w:name w:val="Normal Geob. 2021"/>
    <w:basedOn w:val="Normal"/>
    <w:qFormat/>
    <w:rsid w:val="00660A03"/>
    <w:rPr>
      <w:rFonts w:eastAsiaTheme="minorHAnsi"/>
      <w:lang w:eastAsia="en-US"/>
    </w:rPr>
  </w:style>
  <w:style w:type="paragraph" w:customStyle="1" w:styleId="TablacontroldocGeob2021">
    <w:name w:val="Tabla control doc Geob. 2021"/>
    <w:basedOn w:val="Normal"/>
    <w:autoRedefine/>
    <w:qFormat/>
    <w:rsid w:val="0046084E"/>
    <w:pPr>
      <w:spacing w:after="0" w:line="240" w:lineRule="auto"/>
    </w:pPr>
    <w:rPr>
      <w:szCs w:val="20"/>
    </w:rPr>
  </w:style>
  <w:style w:type="paragraph" w:customStyle="1" w:styleId="AnexosGeob2021">
    <w:name w:val="Anexos Geob. 2021"/>
    <w:basedOn w:val="EstiloDescripcinColorpersonalizadoRGB200"/>
    <w:qFormat/>
    <w:rsid w:val="009D755F"/>
    <w:pPr>
      <w:ind w:left="567"/>
    </w:pPr>
  </w:style>
  <w:style w:type="paragraph" w:customStyle="1" w:styleId="Tabla-Cuerpo">
    <w:name w:val="Tabla - Cuerpo"/>
    <w:basedOn w:val="Normal"/>
    <w:qFormat/>
    <w:rsid w:val="00D04B81"/>
    <w:pPr>
      <w:spacing w:before="60" w:after="60" w:line="240" w:lineRule="auto"/>
      <w:jc w:val="left"/>
    </w:pPr>
    <w:rPr>
      <w:rFonts w:ascii="Helvetica Light" w:eastAsiaTheme="minorHAnsi" w:hAnsi="Helvetica Light" w:cstheme="minorBidi"/>
      <w:color w:val="auto"/>
      <w:sz w:val="16"/>
      <w:szCs w:val="22"/>
      <w:lang w:val="es-ES_tradnl" w:eastAsia="en-US"/>
    </w:rPr>
  </w:style>
  <w:style w:type="paragraph" w:customStyle="1" w:styleId="TtulodeTabla">
    <w:name w:val="Título de Tabla"/>
    <w:basedOn w:val="Normal"/>
    <w:qFormat/>
    <w:rsid w:val="00D04B81"/>
    <w:pPr>
      <w:spacing w:before="60" w:after="60"/>
    </w:pPr>
    <w:rPr>
      <w:rFonts w:ascii="Helvetica" w:eastAsiaTheme="minorHAnsi" w:hAnsi="Helvetica" w:cstheme="minorBidi"/>
      <w:b/>
      <w:color w:val="auto"/>
      <w:sz w:val="18"/>
      <w:szCs w:val="22"/>
      <w:lang w:eastAsia="en-US"/>
    </w:rPr>
  </w:style>
  <w:style w:type="paragraph" w:customStyle="1" w:styleId="Tabla-Ttulo">
    <w:name w:val="Tabla - Título"/>
    <w:basedOn w:val="Normal"/>
    <w:qFormat/>
    <w:rsid w:val="00D04B81"/>
    <w:pPr>
      <w:spacing w:before="60" w:after="60" w:line="240" w:lineRule="auto"/>
      <w:jc w:val="center"/>
    </w:pPr>
    <w:rPr>
      <w:rFonts w:ascii="Helvetica" w:eastAsiaTheme="minorHAnsi" w:hAnsi="Helvetica" w:cstheme="minorBidi"/>
      <w:b/>
      <w:color w:val="auto"/>
      <w:sz w:val="16"/>
      <w:szCs w:val="22"/>
      <w:lang w:eastAsia="en-US"/>
    </w:rPr>
  </w:style>
  <w:style w:type="paragraph" w:customStyle="1" w:styleId="msonormal0">
    <w:name w:val="msonormal"/>
    <w:basedOn w:val="Normal"/>
    <w:rsid w:val="00FB1A70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lang w:eastAsia="es-CL"/>
    </w:rPr>
  </w:style>
  <w:style w:type="paragraph" w:customStyle="1" w:styleId="xl63">
    <w:name w:val="xl63"/>
    <w:basedOn w:val="Normal"/>
    <w:rsid w:val="00FB1A70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auto"/>
      <w:sz w:val="24"/>
      <w:lang w:eastAsia="es-CL"/>
    </w:rPr>
  </w:style>
  <w:style w:type="paragraph" w:customStyle="1" w:styleId="xl65">
    <w:name w:val="xl65"/>
    <w:basedOn w:val="Normal"/>
    <w:rsid w:val="001655E4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auto"/>
      <w:sz w:val="24"/>
      <w:lang w:eastAsia="es-CL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4B0E0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0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967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313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5892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2.%20FORMATOS%20GEOBIOTA\1.%20Plantillas%20Informe\Plantilla%202021\GEOB.PLDOC.REVB_2021110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2A4B734953B43BEBF4045C8A215A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6C8A51-1EBA-441D-935C-623CFAECE471}"/>
      </w:docPartPr>
      <w:docPartBody>
        <w:p w:rsidR="00814AC4" w:rsidRDefault="00C014B7">
          <w:pPr>
            <w:pStyle w:val="E2A4B734953B43BEBF4045C8A215AB86"/>
          </w:pPr>
          <w:r w:rsidRPr="004E224A">
            <w:rPr>
              <w:rStyle w:val="Textodelmarcadordeposicin"/>
            </w:rPr>
            <w:t>[Título]</w:t>
          </w:r>
        </w:p>
      </w:docPartBody>
    </w:docPart>
    <w:docPart>
      <w:docPartPr>
        <w:name w:val="0364A6D15F994D43ABE0B9DE986195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9022D-5343-44B0-8804-BDB386507B5F}"/>
      </w:docPartPr>
      <w:docPartBody>
        <w:p w:rsidR="00814AC4" w:rsidRDefault="00C014B7">
          <w:pPr>
            <w:pStyle w:val="0364A6D15F994D43ABE0B9DE98619572"/>
          </w:pPr>
          <w:r w:rsidRPr="004E224A">
            <w:rPr>
              <w:rStyle w:val="Textodelmarcadordeposicin"/>
            </w:rPr>
            <w:t>[Asunto]</w:t>
          </w:r>
        </w:p>
      </w:docPartBody>
    </w:docPart>
    <w:docPart>
      <w:docPartPr>
        <w:name w:val="8E501D0D1FAD4BE994D86FF94CAE5A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CF72D-A021-48FB-B00C-ED3BD6662570}"/>
      </w:docPartPr>
      <w:docPartBody>
        <w:p w:rsidR="00814AC4" w:rsidRDefault="00C014B7">
          <w:pPr>
            <w:pStyle w:val="8E501D0D1FAD4BE994D86FF94CAE5ABB"/>
          </w:pPr>
          <w:r w:rsidRPr="004E224A">
            <w:rPr>
              <w:rStyle w:val="Textodelmarcadordeposicin"/>
            </w:rPr>
            <w:t>[Asunto]</w:t>
          </w:r>
        </w:p>
      </w:docPartBody>
    </w:docPart>
    <w:docPart>
      <w:docPartPr>
        <w:name w:val="401D303EDA2346F7B12353DA8BABC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0D446D-291B-42DB-8CE3-A921B82CDE9B}"/>
      </w:docPartPr>
      <w:docPartBody>
        <w:p w:rsidR="00814AC4" w:rsidRDefault="00C014B7">
          <w:pPr>
            <w:pStyle w:val="401D303EDA2346F7B12353DA8BABC2C0"/>
          </w:pPr>
          <w:r w:rsidRPr="004E224A">
            <w:rPr>
              <w:rStyle w:val="Textodelmarcadordeposicin"/>
            </w:rPr>
            <w:t>[Asunto]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chivo">
    <w:altName w:val="Calibri"/>
    <w:charset w:val="00"/>
    <w:family w:val="swiss"/>
    <w:pitch w:val="variable"/>
    <w:sig w:usb0="2000000F" w:usb1="00000001" w:usb2="00000000" w:usb3="00000000" w:csb0="00000193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imes New Roman (Cuerpo en alfa">
    <w:altName w:val="Times New Roman"/>
    <w:panose1 w:val="00000000000000000000"/>
    <w:charset w:val="00"/>
    <w:family w:val="roman"/>
    <w:notTrueType/>
    <w:pitch w:val="default"/>
  </w:font>
  <w:font w:name="Calibri (Cuerpo)">
    <w:altName w:val="Calibri"/>
    <w:charset w:val="00"/>
    <w:family w:val="roman"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AE7"/>
    <w:rsid w:val="000A730B"/>
    <w:rsid w:val="001265B0"/>
    <w:rsid w:val="002136A6"/>
    <w:rsid w:val="003219A2"/>
    <w:rsid w:val="0032245C"/>
    <w:rsid w:val="003F0370"/>
    <w:rsid w:val="00482AE7"/>
    <w:rsid w:val="005910C1"/>
    <w:rsid w:val="005F7E1C"/>
    <w:rsid w:val="006C57F7"/>
    <w:rsid w:val="007A06F9"/>
    <w:rsid w:val="00814AC4"/>
    <w:rsid w:val="00B419C8"/>
    <w:rsid w:val="00C014B7"/>
    <w:rsid w:val="00D4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customStyle="1" w:styleId="E2A4B734953B43BEBF4045C8A215AB86">
    <w:name w:val="E2A4B734953B43BEBF4045C8A215AB86"/>
  </w:style>
  <w:style w:type="paragraph" w:customStyle="1" w:styleId="0364A6D15F994D43ABE0B9DE98619572">
    <w:name w:val="0364A6D15F994D43ABE0B9DE98619572"/>
  </w:style>
  <w:style w:type="paragraph" w:customStyle="1" w:styleId="8E501D0D1FAD4BE994D86FF94CAE5ABB">
    <w:name w:val="8E501D0D1FAD4BE994D86FF94CAE5ABB"/>
  </w:style>
  <w:style w:type="paragraph" w:customStyle="1" w:styleId="401D303EDA2346F7B12353DA8BABC2C0">
    <w:name w:val="401D303EDA2346F7B12353DA8BABC2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Geobiota paleta">
      <a:dk1>
        <a:srgbClr val="404040"/>
      </a:dk1>
      <a:lt1>
        <a:srgbClr val="FAFAFA"/>
      </a:lt1>
      <a:dk2>
        <a:srgbClr val="A0968C"/>
      </a:dk2>
      <a:lt2>
        <a:srgbClr val="C8B4A0"/>
      </a:lt2>
      <a:accent1>
        <a:srgbClr val="C8BEB4"/>
      </a:accent1>
      <a:accent2>
        <a:srgbClr val="DCC8B4"/>
      </a:accent2>
      <a:accent3>
        <a:srgbClr val="FAF0E6"/>
      </a:accent3>
      <a:accent4>
        <a:srgbClr val="FAE6D2"/>
      </a:accent4>
      <a:accent5>
        <a:srgbClr val="404040"/>
      </a:accent5>
      <a:accent6>
        <a:srgbClr val="969696"/>
      </a:accent6>
      <a:hlink>
        <a:srgbClr val="4562DB"/>
      </a:hlink>
      <a:folHlink>
        <a:srgbClr val="B5C0F1"/>
      </a:folHlink>
    </a:clrScheme>
    <a:fontScheme name="Geobiota">
      <a:majorFont>
        <a:latin typeface="Archivo"/>
        <a:ea typeface=""/>
        <a:cs typeface=""/>
      </a:majorFont>
      <a:minorFont>
        <a:latin typeface="Roboto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>
  <b:Source>
    <b:Tag>Per20</b:Tag>
    <b:SourceType>Book</b:SourceType>
    <b:Guid>{5953F48E-FFE8-2846-A70F-58F2332F7CB7}</b:Guid>
    <b:Author>
      <b:Author>
        <b:NameList>
          <b:Person>
            <b:Last>Perez</b:Last>
            <b:First>Juan</b:First>
          </b:Person>
        </b:NameList>
      </b:Author>
    </b:Author>
    <b:Title>Ejemplo de referencia bibliográfica</b:Title>
    <b:City>Santiago</b:City>
    <b:Publisher>Hidroestudio</b:Publisher>
    <b:Year>2020</b:Year>
    <b:RefOrder>1</b:RefOrder>
  </b:Source>
</b:Sourc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 xmlns="c0ebd178-10ee-4f3f-ab07-d4f950e551e2" xsi:nil="true"/>
    <Identif_x002e_ xmlns="c0ebd178-10ee-4f3f-ab07-d4f950e551e2" xsi:nil="true"/>
    <lcf76f155ced4ddcb4097134ff3c332f xmlns="c0ebd178-10ee-4f3f-ab07-d4f950e551e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B8A1A9D4370C468E3E0DA7B3269FB0" ma:contentTypeVersion="17" ma:contentTypeDescription="Crear nuevo documento." ma:contentTypeScope="" ma:versionID="9f9e075648e48f57c12c56984feef5fe">
  <xsd:schema xmlns:xsd="http://www.w3.org/2001/XMLSchema" xmlns:xs="http://www.w3.org/2001/XMLSchema" xmlns:p="http://schemas.microsoft.com/office/2006/metadata/properties" xmlns:ns2="c0ebd178-10ee-4f3f-ab07-d4f950e551e2" xmlns:ns3="d8adf77d-49d5-4a62-bb27-3b80566b7d47" targetNamespace="http://schemas.microsoft.com/office/2006/metadata/properties" ma:root="true" ma:fieldsID="6cd140fd35e06f4037c24e08f1ec4e82" ns2:_="" ns3:_="">
    <xsd:import namespace="c0ebd178-10ee-4f3f-ab07-d4f950e551e2"/>
    <xsd:import namespace="d8adf77d-49d5-4a62-bb27-3b80566b7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Identif_x002e_" minOccurs="0"/>
                <xsd:element ref="ns2:Fech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ebd178-10ee-4f3f-ab07-d4f950e551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0104b013-8677-4011-8dbd-5e3d6efc88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Identif_x002e_" ma:index="22" nillable="true" ma:displayName="Identif." ma:description="Identificador de tipo de acción" ma:format="Dropdown" ma:internalName="Identif_x002e_">
      <xsd:simpleType>
        <xsd:restriction base="dms:Text">
          <xsd:maxLength value="255"/>
        </xsd:restriction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df77d-49d5-4a62-bb27-3b80566b7d4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01EC74-6C5F-9C4D-9586-6F5DA7413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EBAF87-F45A-4E4F-B814-6F4F72D12EB6}">
  <ds:schemaRefs>
    <ds:schemaRef ds:uri="http://schemas.microsoft.com/office/2006/metadata/properties"/>
    <ds:schemaRef ds:uri="http://schemas.microsoft.com/office/infopath/2007/PartnerControls"/>
    <ds:schemaRef ds:uri="c0ebd178-10ee-4f3f-ab07-d4f950e551e2"/>
  </ds:schemaRefs>
</ds:datastoreItem>
</file>

<file path=customXml/itemProps3.xml><?xml version="1.0" encoding="utf-8"?>
<ds:datastoreItem xmlns:ds="http://schemas.openxmlformats.org/officeDocument/2006/customXml" ds:itemID="{F92CEBCD-91FE-40F1-9966-856B198A23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ebd178-10ee-4f3f-ab07-d4f950e551e2"/>
    <ds:schemaRef ds:uri="d8adf77d-49d5-4a62-bb27-3b80566b7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C43371-CBA2-4D72-A682-C3CF3D790E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GEOB.PLDOC.REVB_20211103</Template>
  <TotalTime>2</TotalTime>
  <Pages>6</Pages>
  <Words>939</Words>
  <Characters>5166</Characters>
  <Application>Microsoft Office Word</Application>
  <DocSecurity>0</DocSecurity>
  <Lines>43</Lines>
  <Paragraphs>12</Paragraphs>
  <ScaleCrop>false</ScaleCrop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1. Responsables y participantes del seguimiento ambiental</dc:title>
  <dc:subject>Informe Anual Plan de Seguimiento Ambiental Biótico – Proyecto Cambios y Mejoras en la Operación Minera del Salar de Atacama</dc:subject>
  <dc:creator>Catalina Izquierdo</dc:creator>
  <cp:keywords/>
  <dc:description>GEOB.SQMSL738.INF01.ANX6.REVB</dc:description>
  <cp:lastModifiedBy>Catalina Izquierdo</cp:lastModifiedBy>
  <cp:revision>10</cp:revision>
  <cp:lastPrinted>2021-07-15T23:06:00Z</cp:lastPrinted>
  <dcterms:created xsi:type="dcterms:W3CDTF">2025-03-05T13:32:00Z</dcterms:created>
  <dcterms:modified xsi:type="dcterms:W3CDTF">2025-05-16T16:06:00Z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0x010100B9B8A1A9D4370C468E3E0DA7B3269FB0</vt:lpwstr>
  </property>
</Properties>
</file>